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B9A" w:rsidRPr="00C62E89" w:rsidRDefault="00E34B9A" w:rsidP="00C62E89">
      <w:pPr>
        <w:spacing w:before="0" w:line="240" w:lineRule="auto"/>
        <w:jc w:val="center"/>
        <w:rPr>
          <w:rFonts w:cs="Arial"/>
          <w:sz w:val="32"/>
        </w:rPr>
      </w:pPr>
      <w:bookmarkStart w:id="0" w:name="_Toc303154000"/>
      <w:bookmarkStart w:id="1" w:name="_Toc330810668"/>
      <w:bookmarkStart w:id="2" w:name="_Toc151616910"/>
      <w:r w:rsidRPr="00C62E89">
        <w:rPr>
          <w:b/>
          <w:sz w:val="32"/>
        </w:rPr>
        <w:t xml:space="preserve">Smlouva o </w:t>
      </w:r>
      <w:r w:rsidR="00CC5EA3" w:rsidRPr="00C62E89">
        <w:rPr>
          <w:b/>
          <w:sz w:val="32"/>
        </w:rPr>
        <w:t>energetických službách určen</w:t>
      </w:r>
      <w:r w:rsidR="00F029E1" w:rsidRPr="00C62E89">
        <w:rPr>
          <w:b/>
          <w:sz w:val="32"/>
        </w:rPr>
        <w:t>ých</w:t>
      </w:r>
      <w:r w:rsidR="00CC5EA3" w:rsidRPr="00C62E89">
        <w:rPr>
          <w:b/>
          <w:sz w:val="32"/>
        </w:rPr>
        <w:t xml:space="preserve"> veřejn</w:t>
      </w:r>
      <w:r w:rsidR="00F029E1" w:rsidRPr="00C62E89">
        <w:rPr>
          <w:b/>
          <w:sz w:val="32"/>
        </w:rPr>
        <w:t>ému zadavateli</w:t>
      </w:r>
      <w:bookmarkEnd w:id="0"/>
      <w:bookmarkEnd w:id="1"/>
    </w:p>
    <w:p w:rsidR="00E34B9A" w:rsidRPr="00637229" w:rsidRDefault="00E34B9A" w:rsidP="00625CCD">
      <w:pPr>
        <w:spacing w:line="300" w:lineRule="atLeast"/>
        <w:rPr>
          <w:rFonts w:cs="Arial"/>
        </w:rPr>
      </w:pPr>
    </w:p>
    <w:p w:rsidR="00625CCD" w:rsidRPr="00637229" w:rsidRDefault="008D2B7B" w:rsidP="00625CCD">
      <w:pPr>
        <w:spacing w:line="300" w:lineRule="atLeast"/>
        <w:rPr>
          <w:rFonts w:cs="Arial"/>
        </w:rPr>
      </w:pPr>
      <w:r w:rsidRPr="00637229">
        <w:rPr>
          <w:rFonts w:cs="Arial"/>
        </w:rPr>
        <w:t xml:space="preserve">Tato </w:t>
      </w:r>
      <w:r w:rsidRPr="00637229">
        <w:rPr>
          <w:rFonts w:cs="Arial"/>
          <w:b/>
        </w:rPr>
        <w:t xml:space="preserve">Smlouva o </w:t>
      </w:r>
      <w:r w:rsidR="00F3068C" w:rsidRPr="00637229">
        <w:rPr>
          <w:rFonts w:cs="Arial"/>
          <w:b/>
        </w:rPr>
        <w:t>energetických služ</w:t>
      </w:r>
      <w:r w:rsidRPr="00637229">
        <w:rPr>
          <w:rFonts w:cs="Arial"/>
          <w:b/>
        </w:rPr>
        <w:t>b</w:t>
      </w:r>
      <w:r w:rsidR="00F3068C" w:rsidRPr="00637229">
        <w:rPr>
          <w:rFonts w:cs="Arial"/>
          <w:b/>
        </w:rPr>
        <w:t>ách určených veřejn</w:t>
      </w:r>
      <w:r w:rsidR="00F029E1" w:rsidRPr="00637229">
        <w:rPr>
          <w:rFonts w:cs="Arial"/>
          <w:b/>
        </w:rPr>
        <w:t>ému zadavateli</w:t>
      </w:r>
      <w:r w:rsidRPr="00637229">
        <w:rPr>
          <w:rFonts w:cs="Arial"/>
          <w:b/>
        </w:rPr>
        <w:t xml:space="preserve"> </w:t>
      </w:r>
      <w:r w:rsidRPr="00637229">
        <w:rPr>
          <w:rFonts w:cs="Arial"/>
        </w:rPr>
        <w:t>(dále jen "</w:t>
      </w:r>
      <w:r w:rsidRPr="00637229">
        <w:rPr>
          <w:rFonts w:cs="Arial"/>
          <w:b/>
        </w:rPr>
        <w:t>smlouva</w:t>
      </w:r>
      <w:r w:rsidRPr="00637229">
        <w:rPr>
          <w:rFonts w:cs="Arial"/>
        </w:rPr>
        <w:t>")</w:t>
      </w:r>
      <w:r w:rsidRPr="00637229">
        <w:rPr>
          <w:rFonts w:cs="Arial"/>
          <w:b/>
        </w:rPr>
        <w:t xml:space="preserve"> </w:t>
      </w:r>
      <w:r w:rsidRPr="00637229">
        <w:rPr>
          <w:rFonts w:cs="Arial"/>
        </w:rPr>
        <w:t xml:space="preserve">se uzavírá </w:t>
      </w:r>
      <w:r w:rsidR="00F046A4" w:rsidRPr="00637229">
        <w:rPr>
          <w:rFonts w:cs="Arial"/>
        </w:rPr>
        <w:t xml:space="preserve">dle ustanovení </w:t>
      </w:r>
      <w:r w:rsidR="00010A08" w:rsidRPr="00637229">
        <w:rPr>
          <w:rFonts w:cs="Arial"/>
        </w:rPr>
        <w:t>§ 10</w:t>
      </w:r>
      <w:r w:rsidR="00B36FE1" w:rsidRPr="00637229">
        <w:rPr>
          <w:rFonts w:cs="Arial"/>
        </w:rPr>
        <w:t>e</w:t>
      </w:r>
      <w:r w:rsidR="00727798" w:rsidRPr="00637229">
        <w:rPr>
          <w:rFonts w:cs="Arial"/>
        </w:rPr>
        <w:t xml:space="preserve"> odst. 1 </w:t>
      </w:r>
      <w:r w:rsidR="00010A08" w:rsidRPr="00637229">
        <w:rPr>
          <w:rFonts w:cs="Arial"/>
        </w:rPr>
        <w:t xml:space="preserve">zákona </w:t>
      </w:r>
      <w:r w:rsidR="00A72FDE" w:rsidRPr="00637229">
        <w:rPr>
          <w:rFonts w:cs="Arial"/>
        </w:rPr>
        <w:t xml:space="preserve">o hospodaření energií ve spojení s </w:t>
      </w:r>
      <w:r w:rsidR="00F046A4" w:rsidRPr="00637229">
        <w:rPr>
          <w:rFonts w:cs="Arial"/>
        </w:rPr>
        <w:t xml:space="preserve">§ 1746 odst. 2 občanského zákoníku </w:t>
      </w:r>
      <w:r w:rsidRPr="00637229">
        <w:rPr>
          <w:rFonts w:cs="Arial"/>
        </w:rPr>
        <w:t>níže uvedeného dne mezi těmito smluvními stranami:</w:t>
      </w:r>
      <w:bookmarkEnd w:id="2"/>
    </w:p>
    <w:p w:rsidR="00675E06" w:rsidRPr="00CC64D4" w:rsidRDefault="00675E06" w:rsidP="00675E06">
      <w:pPr>
        <w:tabs>
          <w:tab w:val="left" w:pos="1701"/>
          <w:tab w:val="left" w:pos="4678"/>
        </w:tabs>
        <w:spacing w:before="0"/>
        <w:outlineLvl w:val="0"/>
        <w:rPr>
          <w:rFonts w:cs="Arial"/>
          <w:szCs w:val="22"/>
        </w:rPr>
      </w:pPr>
    </w:p>
    <w:p w:rsidR="00675E06" w:rsidRPr="00CC64D4" w:rsidRDefault="00A81A33" w:rsidP="00675E06">
      <w:pPr>
        <w:tabs>
          <w:tab w:val="left" w:pos="1701"/>
          <w:tab w:val="left" w:pos="4678"/>
        </w:tabs>
        <w:spacing w:before="0"/>
        <w:outlineLvl w:val="0"/>
        <w:rPr>
          <w:rFonts w:cs="Arial"/>
          <w:b/>
          <w:snapToGrid w:val="0"/>
          <w:szCs w:val="22"/>
        </w:rPr>
      </w:pPr>
      <w:r w:rsidRPr="00187E75">
        <w:rPr>
          <w:rFonts w:cs="Arial"/>
          <w:b/>
          <w:szCs w:val="22"/>
        </w:rPr>
        <w:t xml:space="preserve">Město </w:t>
      </w:r>
      <w:r w:rsidR="00ED49BC">
        <w:rPr>
          <w:rFonts w:cs="Arial"/>
          <w:b/>
          <w:szCs w:val="22"/>
        </w:rPr>
        <w:t>Šluknov</w:t>
      </w:r>
    </w:p>
    <w:p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sídlo: </w:t>
      </w:r>
      <w:r w:rsidR="00ED49BC" w:rsidRPr="00ED49BC">
        <w:t>náměstí Míru 1, Šluknov, 407 77</w:t>
      </w:r>
    </w:p>
    <w:p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IČ: </w:t>
      </w:r>
      <w:r w:rsidR="00ED49BC" w:rsidRPr="00ED49BC">
        <w:rPr>
          <w:rFonts w:cs="Arial"/>
          <w:szCs w:val="22"/>
        </w:rPr>
        <w:t>00261688</w:t>
      </w:r>
    </w:p>
    <w:p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DIČ: </w:t>
      </w:r>
      <w:r w:rsidR="00A81A33" w:rsidRPr="001E5555">
        <w:rPr>
          <w:rFonts w:cs="Arial"/>
          <w:szCs w:val="22"/>
        </w:rPr>
        <w:t>CZ</w:t>
      </w:r>
      <w:r w:rsidR="00ED49BC" w:rsidRPr="00ED49BC">
        <w:rPr>
          <w:rFonts w:cs="Arial"/>
          <w:szCs w:val="22"/>
        </w:rPr>
        <w:t>00261688</w:t>
      </w:r>
    </w:p>
    <w:p w:rsidR="00AA1053" w:rsidRPr="00CC64D4" w:rsidRDefault="00A81A33" w:rsidP="00AA1053">
      <w:pPr>
        <w:tabs>
          <w:tab w:val="left" w:pos="1701"/>
          <w:tab w:val="left" w:pos="4678"/>
        </w:tabs>
        <w:spacing w:before="0"/>
        <w:outlineLvl w:val="0"/>
        <w:rPr>
          <w:rFonts w:cs="Arial"/>
          <w:szCs w:val="22"/>
        </w:rPr>
      </w:pPr>
      <w:bookmarkStart w:id="3" w:name="_Toc330810671"/>
      <w:r>
        <w:rPr>
          <w:rFonts w:cs="Arial"/>
          <w:szCs w:val="22"/>
        </w:rPr>
        <w:t>telefonické</w:t>
      </w:r>
      <w:r w:rsidR="00675E06" w:rsidRPr="00CC64D4">
        <w:rPr>
          <w:rFonts w:cs="Arial"/>
          <w:szCs w:val="22"/>
        </w:rPr>
        <w:t xml:space="preserve"> spojení: </w:t>
      </w:r>
      <w:bookmarkEnd w:id="3"/>
      <w:r w:rsidRPr="001E5555">
        <w:rPr>
          <w:rFonts w:cs="Arial"/>
          <w:szCs w:val="22"/>
        </w:rPr>
        <w:t>+420</w:t>
      </w:r>
      <w:r w:rsidR="00B04F47">
        <w:rPr>
          <w:rFonts w:cs="Arial"/>
          <w:szCs w:val="22"/>
        </w:rPr>
        <w:t> 412 320 331</w:t>
      </w:r>
    </w:p>
    <w:p w:rsidR="008B492B" w:rsidRPr="00B04F47" w:rsidRDefault="00AA1053" w:rsidP="008B492B">
      <w:pPr>
        <w:tabs>
          <w:tab w:val="left" w:pos="1701"/>
          <w:tab w:val="left" w:pos="4678"/>
        </w:tabs>
        <w:spacing w:before="0"/>
        <w:outlineLvl w:val="0"/>
        <w:rPr>
          <w:rFonts w:cs="Arial"/>
          <w:snapToGrid w:val="0"/>
          <w:szCs w:val="22"/>
        </w:rPr>
      </w:pPr>
      <w:r w:rsidRPr="00CC64D4">
        <w:rPr>
          <w:rFonts w:cs="Arial"/>
          <w:szCs w:val="22"/>
        </w:rPr>
        <w:t xml:space="preserve">e-mail: </w:t>
      </w:r>
      <w:hyperlink r:id="rId12" w:history="1">
        <w:r w:rsidR="00B04F47" w:rsidRPr="00961FB3">
          <w:rPr>
            <w:rStyle w:val="Hypertextovodkaz"/>
            <w:rFonts w:cs="Arial"/>
            <w:snapToGrid w:val="0"/>
            <w:szCs w:val="22"/>
          </w:rPr>
          <w:t>podatelna@mesto-sluknov.cz</w:t>
        </w:r>
      </w:hyperlink>
      <w:r w:rsidR="00B04F47">
        <w:rPr>
          <w:rFonts w:cs="Arial"/>
          <w:snapToGrid w:val="0"/>
          <w:szCs w:val="22"/>
        </w:rPr>
        <w:t xml:space="preserve"> </w:t>
      </w:r>
    </w:p>
    <w:p w:rsidR="00675E06" w:rsidRPr="00CC64D4" w:rsidRDefault="00675E06" w:rsidP="008B492B">
      <w:pPr>
        <w:tabs>
          <w:tab w:val="left" w:pos="1701"/>
          <w:tab w:val="left" w:pos="4678"/>
        </w:tabs>
        <w:spacing w:before="0"/>
        <w:outlineLvl w:val="0"/>
        <w:rPr>
          <w:rFonts w:cs="Arial"/>
          <w:snapToGrid w:val="0"/>
          <w:szCs w:val="22"/>
        </w:rPr>
      </w:pPr>
      <w:r w:rsidRPr="00CC64D4">
        <w:rPr>
          <w:rFonts w:cs="Arial"/>
          <w:snapToGrid w:val="0"/>
          <w:szCs w:val="22"/>
        </w:rPr>
        <w:t xml:space="preserve">bankovní spojení: </w:t>
      </w:r>
      <w:r w:rsidR="00B04F47" w:rsidRPr="00B04F47">
        <w:rPr>
          <w:rFonts w:cs="Arial"/>
          <w:snapToGrid w:val="0"/>
          <w:szCs w:val="22"/>
        </w:rPr>
        <w:t>108724561/0300</w:t>
      </w:r>
    </w:p>
    <w:p w:rsidR="00AA1053" w:rsidRPr="00CC64D4" w:rsidRDefault="00675E06" w:rsidP="00AA1053">
      <w:pPr>
        <w:tabs>
          <w:tab w:val="left" w:pos="1701"/>
          <w:tab w:val="left" w:pos="4678"/>
        </w:tabs>
        <w:spacing w:before="0"/>
        <w:rPr>
          <w:rFonts w:cs="Arial"/>
          <w:szCs w:val="22"/>
        </w:rPr>
      </w:pPr>
      <w:r w:rsidRPr="00CC64D4">
        <w:rPr>
          <w:rFonts w:cs="Arial"/>
          <w:snapToGrid w:val="0"/>
          <w:szCs w:val="22"/>
        </w:rPr>
        <w:t xml:space="preserve">zastoupený: </w:t>
      </w:r>
      <w:r w:rsidR="00ED49BC">
        <w:rPr>
          <w:rFonts w:cs="Calibri"/>
        </w:rPr>
        <w:t>Mgr</w:t>
      </w:r>
      <w:r w:rsidR="001D5DDB">
        <w:rPr>
          <w:rFonts w:cs="Calibri"/>
        </w:rPr>
        <w:t xml:space="preserve">. </w:t>
      </w:r>
      <w:r w:rsidR="00ED49BC">
        <w:rPr>
          <w:rFonts w:cs="Calibri"/>
        </w:rPr>
        <w:t>Evou Džumanovou</w:t>
      </w:r>
      <w:r w:rsidR="00A81A33">
        <w:rPr>
          <w:rFonts w:cs="Calibri"/>
        </w:rPr>
        <w:t>, starost</w:t>
      </w:r>
      <w:r w:rsidR="00ED49BC">
        <w:rPr>
          <w:rFonts w:cs="Calibri"/>
        </w:rPr>
        <w:t>k</w:t>
      </w:r>
      <w:r w:rsidR="008B492B">
        <w:rPr>
          <w:rFonts w:cs="Calibri"/>
        </w:rPr>
        <w:t>ou</w:t>
      </w:r>
      <w:r w:rsidR="00ED49BC">
        <w:rPr>
          <w:rFonts w:cs="Calibri"/>
        </w:rPr>
        <w:t xml:space="preserve"> města</w:t>
      </w:r>
    </w:p>
    <w:p w:rsidR="002B53E8" w:rsidRPr="00CC64D4" w:rsidRDefault="00AD2985" w:rsidP="00AA1053">
      <w:pPr>
        <w:tabs>
          <w:tab w:val="left" w:pos="1701"/>
          <w:tab w:val="left" w:pos="4678"/>
        </w:tabs>
        <w:spacing w:before="0"/>
      </w:pPr>
      <w:r w:rsidRPr="00CC64D4">
        <w:t>(dále jen „</w:t>
      </w:r>
      <w:r w:rsidRPr="00CC64D4">
        <w:rPr>
          <w:b/>
        </w:rPr>
        <w:t>Klient</w:t>
      </w:r>
      <w:r w:rsidRPr="00CC64D4">
        <w:t>“)</w:t>
      </w:r>
    </w:p>
    <w:p w:rsidR="002B53E8" w:rsidRPr="00CC64D4" w:rsidRDefault="002B53E8" w:rsidP="002B53E8"/>
    <w:p w:rsidR="002B53E8" w:rsidRPr="00CC64D4" w:rsidRDefault="002B53E8" w:rsidP="002B53E8">
      <w:pPr>
        <w:jc w:val="center"/>
      </w:pPr>
      <w:r w:rsidRPr="00CC64D4">
        <w:t>a</w:t>
      </w:r>
    </w:p>
    <w:p w:rsidR="002B53E8" w:rsidRPr="00CC64D4" w:rsidRDefault="002B53E8" w:rsidP="00675E06">
      <w:pPr>
        <w:tabs>
          <w:tab w:val="left" w:pos="1701"/>
          <w:tab w:val="left" w:pos="4678"/>
        </w:tabs>
        <w:spacing w:before="0"/>
        <w:outlineLvl w:val="0"/>
        <w:rPr>
          <w:rFonts w:cs="Arial"/>
          <w:szCs w:val="22"/>
        </w:rPr>
      </w:pPr>
    </w:p>
    <w:p w:rsidR="00675E06" w:rsidRPr="00CC64D4" w:rsidRDefault="00DB64D9" w:rsidP="00675E06">
      <w:pPr>
        <w:tabs>
          <w:tab w:val="left" w:pos="1701"/>
          <w:tab w:val="left" w:pos="4678"/>
        </w:tabs>
        <w:spacing w:before="0"/>
        <w:outlineLvl w:val="0"/>
        <w:rPr>
          <w:rFonts w:cs="Arial"/>
          <w:b/>
          <w:snapToGrid w:val="0"/>
          <w:szCs w:val="22"/>
        </w:rPr>
      </w:pPr>
      <w:bookmarkStart w:id="4" w:name="_Toc330810672"/>
      <w:r w:rsidRPr="00CC64D4">
        <w:rPr>
          <w:rFonts w:cs="Arial"/>
          <w:szCs w:val="22"/>
        </w:rPr>
        <w:t>[</w:t>
      </w:r>
      <w:r w:rsidRPr="00CF433F">
        <w:rPr>
          <w:rFonts w:cs="Arial"/>
          <w:szCs w:val="22"/>
          <w:highlight w:val="yellow"/>
        </w:rPr>
        <w:t>BUDE DOPLNĚNO</w:t>
      </w:r>
      <w:r w:rsidRPr="00CC64D4">
        <w:rPr>
          <w:rFonts w:cs="Arial"/>
          <w:szCs w:val="22"/>
        </w:rPr>
        <w:t>]</w:t>
      </w:r>
      <w:bookmarkEnd w:id="4"/>
    </w:p>
    <w:p w:rsidR="00DB64D9" w:rsidRPr="00CC64D4" w:rsidRDefault="00DB64D9" w:rsidP="00675E06">
      <w:pPr>
        <w:tabs>
          <w:tab w:val="left" w:pos="1701"/>
          <w:tab w:val="left" w:pos="4678"/>
        </w:tabs>
        <w:spacing w:before="0"/>
        <w:outlineLvl w:val="0"/>
        <w:rPr>
          <w:rFonts w:cs="Arial"/>
          <w:b/>
          <w:snapToGrid w:val="0"/>
          <w:szCs w:val="22"/>
        </w:rPr>
      </w:pPr>
      <w:bookmarkStart w:id="5" w:name="_Toc330810673"/>
      <w:r w:rsidRPr="00CC64D4">
        <w:rPr>
          <w:rFonts w:cs="Arial"/>
          <w:snapToGrid w:val="0"/>
          <w:szCs w:val="22"/>
        </w:rPr>
        <w:t>(obchodní firma/název/jméno a příjmení poskytovatele energetických služeb):</w:t>
      </w:r>
      <w:bookmarkEnd w:id="5"/>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sídlo/místo podnikání: </w:t>
      </w:r>
      <w:r w:rsidRPr="00CC64D4">
        <w:rPr>
          <w:rFonts w:cs="Arial"/>
          <w:szCs w:val="22"/>
        </w:rPr>
        <w:t>[</w:t>
      </w:r>
      <w:r w:rsidRPr="00CF433F">
        <w:rPr>
          <w:rFonts w:cs="Arial"/>
          <w:szCs w:val="22"/>
          <w:highlight w:val="yellow"/>
        </w:rPr>
        <w:t>BUDE DOPLNĚNO</w:t>
      </w:r>
      <w:r w:rsidRPr="00CC64D4">
        <w:rPr>
          <w:rFonts w:cs="Arial"/>
          <w:szCs w:val="22"/>
        </w:rPr>
        <w:t>]</w:t>
      </w:r>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zapsán v obchodním rejstříku/podnikající na základě živnostenského oprávnění:</w:t>
      </w:r>
    </w:p>
    <w:p w:rsidR="00DB64D9" w:rsidRPr="00CC64D4" w:rsidRDefault="00DB64D9" w:rsidP="00675E06">
      <w:pPr>
        <w:tabs>
          <w:tab w:val="left" w:pos="1701"/>
          <w:tab w:val="left" w:pos="4678"/>
        </w:tabs>
        <w:spacing w:before="0"/>
        <w:rPr>
          <w:rFonts w:cs="Arial"/>
          <w:snapToGrid w:val="0"/>
          <w:szCs w:val="22"/>
        </w:rPr>
      </w:pPr>
      <w:r w:rsidRPr="00CC64D4">
        <w:rPr>
          <w:rFonts w:cs="Arial"/>
          <w:szCs w:val="22"/>
        </w:rPr>
        <w:t>[</w:t>
      </w:r>
      <w:r w:rsidRPr="00CF433F">
        <w:rPr>
          <w:rFonts w:cs="Arial"/>
          <w:szCs w:val="22"/>
          <w:highlight w:val="yellow"/>
        </w:rPr>
        <w:t>BUDE DOPLNĚNO</w:t>
      </w:r>
      <w:r w:rsidRPr="00CC64D4">
        <w:rPr>
          <w:rFonts w:cs="Arial"/>
          <w:szCs w:val="22"/>
        </w:rPr>
        <w:t>]</w:t>
      </w:r>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IČ: </w:t>
      </w:r>
      <w:r w:rsidRPr="00CC64D4">
        <w:rPr>
          <w:rFonts w:cs="Arial"/>
          <w:szCs w:val="22"/>
        </w:rPr>
        <w:t>[</w:t>
      </w:r>
      <w:r w:rsidRPr="00CF433F">
        <w:rPr>
          <w:rFonts w:cs="Arial"/>
          <w:szCs w:val="22"/>
          <w:highlight w:val="yellow"/>
        </w:rPr>
        <w:t>BUDE DOPLNĚNO</w:t>
      </w:r>
      <w:r w:rsidRPr="00CC64D4">
        <w:rPr>
          <w:rFonts w:cs="Arial"/>
          <w:szCs w:val="22"/>
        </w:rPr>
        <w:t>]</w:t>
      </w:r>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DIČ: </w:t>
      </w:r>
      <w:r w:rsidRPr="00CC64D4">
        <w:rPr>
          <w:rFonts w:cs="Arial"/>
          <w:szCs w:val="22"/>
        </w:rPr>
        <w:t>[</w:t>
      </w:r>
      <w:r w:rsidRPr="00CF433F">
        <w:rPr>
          <w:rFonts w:cs="Arial"/>
          <w:szCs w:val="22"/>
          <w:highlight w:val="yellow"/>
        </w:rPr>
        <w:t>BUDE DOPLNĚNO</w:t>
      </w:r>
      <w:r w:rsidRPr="00CC64D4">
        <w:rPr>
          <w:rFonts w:cs="Arial"/>
          <w:szCs w:val="22"/>
        </w:rPr>
        <w:t>]</w:t>
      </w:r>
    </w:p>
    <w:p w:rsidR="00DB64D9" w:rsidRPr="00CC64D4" w:rsidRDefault="00A81A33" w:rsidP="00675E06">
      <w:pPr>
        <w:tabs>
          <w:tab w:val="left" w:pos="1701"/>
          <w:tab w:val="left" w:pos="4678"/>
        </w:tabs>
        <w:spacing w:before="0"/>
        <w:outlineLvl w:val="0"/>
        <w:rPr>
          <w:rFonts w:cs="Arial"/>
          <w:szCs w:val="22"/>
        </w:rPr>
      </w:pPr>
      <w:bookmarkStart w:id="6" w:name="_Toc330810674"/>
      <w:r>
        <w:rPr>
          <w:rFonts w:cs="Arial"/>
          <w:szCs w:val="22"/>
        </w:rPr>
        <w:t>telefonické</w:t>
      </w:r>
      <w:r w:rsidR="00DB64D9" w:rsidRPr="00CC64D4">
        <w:rPr>
          <w:rFonts w:cs="Arial"/>
          <w:szCs w:val="22"/>
        </w:rPr>
        <w:t xml:space="preserve"> spojení: [</w:t>
      </w:r>
      <w:r w:rsidR="00DB64D9" w:rsidRPr="00CF433F">
        <w:rPr>
          <w:rFonts w:cs="Arial"/>
          <w:szCs w:val="22"/>
          <w:highlight w:val="yellow"/>
        </w:rPr>
        <w:t>BUDE DOPLNĚNO</w:t>
      </w:r>
      <w:r w:rsidR="00DB64D9" w:rsidRPr="00CC64D4">
        <w:rPr>
          <w:rFonts w:cs="Arial"/>
          <w:szCs w:val="22"/>
        </w:rPr>
        <w:t>]</w:t>
      </w:r>
      <w:bookmarkEnd w:id="6"/>
    </w:p>
    <w:p w:rsidR="00AA1053" w:rsidRPr="00CC64D4" w:rsidRDefault="00AA1053" w:rsidP="00AA1053">
      <w:pPr>
        <w:tabs>
          <w:tab w:val="left" w:pos="1701"/>
          <w:tab w:val="left" w:pos="4678"/>
        </w:tabs>
        <w:spacing w:before="0"/>
        <w:outlineLvl w:val="0"/>
        <w:rPr>
          <w:rFonts w:cs="Arial"/>
          <w:szCs w:val="22"/>
        </w:rPr>
      </w:pPr>
      <w:r w:rsidRPr="00CC64D4">
        <w:rPr>
          <w:rFonts w:cs="Arial"/>
          <w:szCs w:val="22"/>
        </w:rPr>
        <w:t>e-mail: [</w:t>
      </w:r>
      <w:r w:rsidRPr="00CF433F">
        <w:rPr>
          <w:rFonts w:cs="Arial"/>
          <w:szCs w:val="22"/>
          <w:highlight w:val="yellow"/>
        </w:rPr>
        <w:t>BUDE DOPLNĚNO</w:t>
      </w:r>
      <w:r w:rsidRPr="00CC64D4">
        <w:rPr>
          <w:rFonts w:cs="Arial"/>
          <w:szCs w:val="22"/>
        </w:rPr>
        <w:t>]</w:t>
      </w:r>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bankovní spojení: </w:t>
      </w:r>
      <w:r w:rsidRPr="00CC64D4">
        <w:rPr>
          <w:rFonts w:cs="Arial"/>
          <w:szCs w:val="22"/>
        </w:rPr>
        <w:t>[</w:t>
      </w:r>
      <w:r w:rsidRPr="00CF433F">
        <w:rPr>
          <w:rFonts w:cs="Arial"/>
          <w:szCs w:val="22"/>
          <w:highlight w:val="yellow"/>
        </w:rPr>
        <w:t>BUDE DOPLNĚNO</w:t>
      </w:r>
      <w:r w:rsidRPr="00CC64D4">
        <w:rPr>
          <w:rFonts w:cs="Arial"/>
          <w:szCs w:val="22"/>
        </w:rPr>
        <w:t>]</w:t>
      </w:r>
    </w:p>
    <w:p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zastoupený: </w:t>
      </w:r>
      <w:r w:rsidRPr="00CC64D4">
        <w:rPr>
          <w:rFonts w:cs="Arial"/>
          <w:szCs w:val="22"/>
        </w:rPr>
        <w:t>[</w:t>
      </w:r>
      <w:r w:rsidRPr="00CF433F">
        <w:rPr>
          <w:rFonts w:cs="Arial"/>
          <w:szCs w:val="22"/>
          <w:highlight w:val="yellow"/>
        </w:rPr>
        <w:t>BUDE DOPLNĚNO</w:t>
      </w:r>
      <w:r w:rsidRPr="00CC64D4">
        <w:rPr>
          <w:rFonts w:cs="Arial"/>
          <w:szCs w:val="22"/>
        </w:rPr>
        <w:t>]</w:t>
      </w:r>
    </w:p>
    <w:p w:rsidR="00F81353" w:rsidRPr="00CC64D4" w:rsidRDefault="00F81353" w:rsidP="00675E06">
      <w:pPr>
        <w:spacing w:before="0"/>
        <w:rPr>
          <w:rFonts w:cs="Arial"/>
        </w:rPr>
      </w:pPr>
      <w:r w:rsidRPr="00CC64D4">
        <w:rPr>
          <w:rFonts w:cs="Arial"/>
        </w:rPr>
        <w:t>(dále jen „</w:t>
      </w:r>
      <w:r w:rsidRPr="00CC64D4">
        <w:rPr>
          <w:rFonts w:cs="Arial"/>
          <w:b/>
        </w:rPr>
        <w:t>ESCO</w:t>
      </w:r>
      <w:r w:rsidRPr="00CC64D4">
        <w:rPr>
          <w:rFonts w:cs="Arial"/>
        </w:rPr>
        <w:t>“)</w:t>
      </w:r>
    </w:p>
    <w:p w:rsidR="00625CCD" w:rsidRPr="00CC64D4" w:rsidRDefault="00625CCD" w:rsidP="00C33A43">
      <w:pPr>
        <w:pStyle w:val="Nadpis2"/>
        <w:numPr>
          <w:ilvl w:val="0"/>
          <w:numId w:val="0"/>
        </w:numPr>
      </w:pPr>
    </w:p>
    <w:p w:rsidR="008D2B7B" w:rsidRPr="00CC64D4" w:rsidRDefault="007E4CBE" w:rsidP="00675E06">
      <w:pPr>
        <w:spacing w:before="0"/>
        <w:rPr>
          <w:rFonts w:cs="Arial"/>
          <w:szCs w:val="22"/>
        </w:rPr>
      </w:pPr>
      <w:r w:rsidRPr="00CC64D4">
        <w:rPr>
          <w:rFonts w:cs="Arial"/>
          <w:szCs w:val="22"/>
        </w:rPr>
        <w:t>(</w:t>
      </w:r>
      <w:r w:rsidR="001310F9" w:rsidRPr="00CC64D4">
        <w:rPr>
          <w:rFonts w:cs="Arial"/>
          <w:szCs w:val="22"/>
        </w:rPr>
        <w:t>ESCO</w:t>
      </w:r>
      <w:r w:rsidRPr="00CC64D4">
        <w:rPr>
          <w:rFonts w:cs="Arial"/>
          <w:szCs w:val="22"/>
        </w:rPr>
        <w:t xml:space="preserve"> a </w:t>
      </w:r>
      <w:r w:rsidR="001310F9" w:rsidRPr="00CC64D4">
        <w:rPr>
          <w:rFonts w:cs="Arial"/>
          <w:szCs w:val="22"/>
        </w:rPr>
        <w:t xml:space="preserve">Klient </w:t>
      </w:r>
      <w:r w:rsidRPr="00CC64D4">
        <w:rPr>
          <w:rFonts w:cs="Arial"/>
          <w:szCs w:val="22"/>
        </w:rPr>
        <w:t xml:space="preserve">dále společně </w:t>
      </w:r>
      <w:r w:rsidR="00BE0DFB" w:rsidRPr="00CC64D4">
        <w:rPr>
          <w:rFonts w:cs="Arial"/>
          <w:szCs w:val="22"/>
        </w:rPr>
        <w:t>označován</w:t>
      </w:r>
      <w:r w:rsidR="00BE0DFB">
        <w:rPr>
          <w:rFonts w:cs="Arial"/>
          <w:szCs w:val="22"/>
        </w:rPr>
        <w:t>i</w:t>
      </w:r>
      <w:r w:rsidR="00BE0DFB" w:rsidRPr="00CC64D4">
        <w:rPr>
          <w:rFonts w:cs="Arial"/>
          <w:szCs w:val="22"/>
        </w:rPr>
        <w:t xml:space="preserve"> </w:t>
      </w:r>
      <w:r w:rsidRPr="00CC64D4">
        <w:rPr>
          <w:rFonts w:cs="Arial"/>
          <w:szCs w:val="22"/>
        </w:rPr>
        <w:t>jen jako "</w:t>
      </w:r>
      <w:r w:rsidR="008D2B7B" w:rsidRPr="00CC64D4">
        <w:rPr>
          <w:rFonts w:cs="Arial"/>
          <w:b/>
          <w:szCs w:val="22"/>
        </w:rPr>
        <w:t>s</w:t>
      </w:r>
      <w:r w:rsidRPr="00CC64D4">
        <w:rPr>
          <w:rFonts w:cs="Arial"/>
          <w:b/>
          <w:szCs w:val="22"/>
        </w:rPr>
        <w:t>mluvní strany</w:t>
      </w:r>
      <w:r w:rsidRPr="00CC64D4">
        <w:rPr>
          <w:rFonts w:cs="Arial"/>
          <w:szCs w:val="22"/>
        </w:rPr>
        <w:t>" a jednotlivě jako "</w:t>
      </w:r>
      <w:r w:rsidR="008D2B7B" w:rsidRPr="00CC64D4">
        <w:rPr>
          <w:rFonts w:cs="Arial"/>
          <w:b/>
          <w:szCs w:val="22"/>
        </w:rPr>
        <w:t>s</w:t>
      </w:r>
      <w:r w:rsidRPr="00CC64D4">
        <w:rPr>
          <w:rFonts w:cs="Arial"/>
          <w:b/>
          <w:szCs w:val="22"/>
        </w:rPr>
        <w:t>mluvní strana</w:t>
      </w:r>
      <w:r w:rsidRPr="00CC64D4">
        <w:rPr>
          <w:rFonts w:cs="Arial"/>
          <w:szCs w:val="22"/>
        </w:rPr>
        <w:t>")</w:t>
      </w:r>
    </w:p>
    <w:p w:rsidR="00E34B9A" w:rsidRPr="00CC64D4" w:rsidRDefault="00E34B9A" w:rsidP="00E34B9A">
      <w:pPr>
        <w:pStyle w:val="Nzev"/>
        <w:pageBreakBefore/>
      </w:pPr>
      <w:bookmarkStart w:id="7" w:name="_Předmět_smlouvy"/>
      <w:bookmarkStart w:id="8" w:name="_Toc303154002"/>
      <w:bookmarkStart w:id="9" w:name="_Toc326522954"/>
      <w:bookmarkEnd w:id="7"/>
      <w:r w:rsidRPr="00CC64D4">
        <w:lastRenderedPageBreak/>
        <w:t>Obsah</w:t>
      </w:r>
      <w:bookmarkEnd w:id="8"/>
    </w:p>
    <w:p w:rsidR="00A81A33" w:rsidRDefault="00737E8C">
      <w:pPr>
        <w:pStyle w:val="Obsah1"/>
        <w:rPr>
          <w:rFonts w:asciiTheme="minorHAnsi" w:eastAsiaTheme="minorEastAsia" w:hAnsiTheme="minorHAnsi" w:cstheme="minorBidi"/>
          <w:noProof/>
          <w:sz w:val="22"/>
          <w:szCs w:val="22"/>
        </w:rPr>
      </w:pPr>
      <w:r w:rsidRPr="00CC64D4">
        <w:fldChar w:fldCharType="begin"/>
      </w:r>
      <w:r w:rsidR="00E34B9A" w:rsidRPr="00CC64D4">
        <w:instrText xml:space="preserve"> TOC \h \z \t "Nadpis 1;1;Styl Název + Tučné Podtržení;1" </w:instrText>
      </w:r>
      <w:r w:rsidRPr="00CC64D4">
        <w:fldChar w:fldCharType="separate"/>
      </w:r>
      <w:hyperlink w:anchor="_Toc469898806" w:history="1">
        <w:r w:rsidR="00A81A33" w:rsidRPr="0032718F">
          <w:rPr>
            <w:rStyle w:val="Hypertextovodkaz"/>
            <w:noProof/>
          </w:rPr>
          <w:t>Článek 1. Úvodní prohlášení</w:t>
        </w:r>
        <w:r w:rsidR="00A81A33">
          <w:rPr>
            <w:noProof/>
            <w:webHidden/>
          </w:rPr>
          <w:tab/>
        </w:r>
        <w:r w:rsidR="00A81A33">
          <w:rPr>
            <w:noProof/>
            <w:webHidden/>
          </w:rPr>
          <w:fldChar w:fldCharType="begin"/>
        </w:r>
        <w:r w:rsidR="00A81A33">
          <w:rPr>
            <w:noProof/>
            <w:webHidden/>
          </w:rPr>
          <w:instrText xml:space="preserve"> PAGEREF _Toc469898806 \h </w:instrText>
        </w:r>
        <w:r w:rsidR="00A81A33">
          <w:rPr>
            <w:noProof/>
            <w:webHidden/>
          </w:rPr>
        </w:r>
        <w:r w:rsidR="00A81A33">
          <w:rPr>
            <w:noProof/>
            <w:webHidden/>
          </w:rPr>
          <w:fldChar w:fldCharType="separate"/>
        </w:r>
        <w:r w:rsidR="00A81A33">
          <w:rPr>
            <w:noProof/>
            <w:webHidden/>
          </w:rPr>
          <w:t>3</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07" w:history="1">
        <w:r w:rsidR="00A81A33" w:rsidRPr="0032718F">
          <w:rPr>
            <w:rStyle w:val="Hypertextovodkaz"/>
            <w:noProof/>
          </w:rPr>
          <w:t>Článek 2. Definice</w:t>
        </w:r>
        <w:r w:rsidR="00A81A33">
          <w:rPr>
            <w:noProof/>
            <w:webHidden/>
          </w:rPr>
          <w:tab/>
        </w:r>
        <w:r w:rsidR="00A81A33">
          <w:rPr>
            <w:noProof/>
            <w:webHidden/>
          </w:rPr>
          <w:fldChar w:fldCharType="begin"/>
        </w:r>
        <w:r w:rsidR="00A81A33">
          <w:rPr>
            <w:noProof/>
            <w:webHidden/>
          </w:rPr>
          <w:instrText xml:space="preserve"> PAGEREF _Toc469898807 \h </w:instrText>
        </w:r>
        <w:r w:rsidR="00A81A33">
          <w:rPr>
            <w:noProof/>
            <w:webHidden/>
          </w:rPr>
        </w:r>
        <w:r w:rsidR="00A81A33">
          <w:rPr>
            <w:noProof/>
            <w:webHidden/>
          </w:rPr>
          <w:fldChar w:fldCharType="separate"/>
        </w:r>
        <w:r w:rsidR="00A81A33">
          <w:rPr>
            <w:noProof/>
            <w:webHidden/>
          </w:rPr>
          <w:t>3</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08" w:history="1">
        <w:r w:rsidR="00A81A33" w:rsidRPr="0032718F">
          <w:rPr>
            <w:rStyle w:val="Hypertextovodkaz"/>
            <w:noProof/>
          </w:rPr>
          <w:t>Článek 3. Účel smlouvy</w:t>
        </w:r>
        <w:r w:rsidR="00A81A33">
          <w:rPr>
            <w:noProof/>
            <w:webHidden/>
          </w:rPr>
          <w:tab/>
        </w:r>
        <w:r w:rsidR="00A81A33">
          <w:rPr>
            <w:noProof/>
            <w:webHidden/>
          </w:rPr>
          <w:fldChar w:fldCharType="begin"/>
        </w:r>
        <w:r w:rsidR="00A81A33">
          <w:rPr>
            <w:noProof/>
            <w:webHidden/>
          </w:rPr>
          <w:instrText xml:space="preserve"> PAGEREF _Toc469898808 \h </w:instrText>
        </w:r>
        <w:r w:rsidR="00A81A33">
          <w:rPr>
            <w:noProof/>
            <w:webHidden/>
          </w:rPr>
        </w:r>
        <w:r w:rsidR="00A81A33">
          <w:rPr>
            <w:noProof/>
            <w:webHidden/>
          </w:rPr>
          <w:fldChar w:fldCharType="separate"/>
        </w:r>
        <w:r w:rsidR="00A81A33">
          <w:rPr>
            <w:noProof/>
            <w:webHidden/>
          </w:rPr>
          <w:t>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09" w:history="1">
        <w:r w:rsidR="00A81A33" w:rsidRPr="0032718F">
          <w:rPr>
            <w:rStyle w:val="Hypertextovodkaz"/>
            <w:noProof/>
          </w:rPr>
          <w:t>Článek 4. Předmět smlouvy</w:t>
        </w:r>
        <w:r w:rsidR="00A81A33">
          <w:rPr>
            <w:noProof/>
            <w:webHidden/>
          </w:rPr>
          <w:tab/>
        </w:r>
        <w:r w:rsidR="00A81A33">
          <w:rPr>
            <w:noProof/>
            <w:webHidden/>
          </w:rPr>
          <w:fldChar w:fldCharType="begin"/>
        </w:r>
        <w:r w:rsidR="00A81A33">
          <w:rPr>
            <w:noProof/>
            <w:webHidden/>
          </w:rPr>
          <w:instrText xml:space="preserve"> PAGEREF _Toc469898809 \h </w:instrText>
        </w:r>
        <w:r w:rsidR="00A81A33">
          <w:rPr>
            <w:noProof/>
            <w:webHidden/>
          </w:rPr>
        </w:r>
        <w:r w:rsidR="00A81A33">
          <w:rPr>
            <w:noProof/>
            <w:webHidden/>
          </w:rPr>
          <w:fldChar w:fldCharType="separate"/>
        </w:r>
        <w:r w:rsidR="00A81A33">
          <w:rPr>
            <w:noProof/>
            <w:webHidden/>
          </w:rPr>
          <w:t>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0" w:history="1">
        <w:r w:rsidR="00A81A33" w:rsidRPr="0032718F">
          <w:rPr>
            <w:rStyle w:val="Hypertextovodkaz"/>
            <w:noProof/>
          </w:rPr>
          <w:t>Článek 5. Ověření stavu a využití energie v objektech</w:t>
        </w:r>
        <w:r w:rsidR="00A81A33">
          <w:rPr>
            <w:noProof/>
            <w:webHidden/>
          </w:rPr>
          <w:tab/>
        </w:r>
        <w:r w:rsidR="00A81A33">
          <w:rPr>
            <w:noProof/>
            <w:webHidden/>
          </w:rPr>
          <w:fldChar w:fldCharType="begin"/>
        </w:r>
        <w:r w:rsidR="00A81A33">
          <w:rPr>
            <w:noProof/>
            <w:webHidden/>
          </w:rPr>
          <w:instrText xml:space="preserve"> PAGEREF _Toc469898810 \h </w:instrText>
        </w:r>
        <w:r w:rsidR="00A81A33">
          <w:rPr>
            <w:noProof/>
            <w:webHidden/>
          </w:rPr>
        </w:r>
        <w:r w:rsidR="00A81A33">
          <w:rPr>
            <w:noProof/>
            <w:webHidden/>
          </w:rPr>
          <w:fldChar w:fldCharType="separate"/>
        </w:r>
        <w:r w:rsidR="00A81A33">
          <w:rPr>
            <w:noProof/>
            <w:webHidden/>
          </w:rPr>
          <w:t>8</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1" w:history="1">
        <w:r w:rsidR="00A81A33" w:rsidRPr="0032718F">
          <w:rPr>
            <w:rStyle w:val="Hypertextovodkaz"/>
            <w:noProof/>
          </w:rPr>
          <w:t>Článek 6. Práva a povinnosti smluvních stran</w:t>
        </w:r>
        <w:r w:rsidR="00A81A33">
          <w:rPr>
            <w:noProof/>
            <w:webHidden/>
          </w:rPr>
          <w:tab/>
        </w:r>
        <w:r w:rsidR="00A81A33">
          <w:rPr>
            <w:noProof/>
            <w:webHidden/>
          </w:rPr>
          <w:fldChar w:fldCharType="begin"/>
        </w:r>
        <w:r w:rsidR="00A81A33">
          <w:rPr>
            <w:noProof/>
            <w:webHidden/>
          </w:rPr>
          <w:instrText xml:space="preserve"> PAGEREF _Toc469898811 \h </w:instrText>
        </w:r>
        <w:r w:rsidR="00A81A33">
          <w:rPr>
            <w:noProof/>
            <w:webHidden/>
          </w:rPr>
        </w:r>
        <w:r w:rsidR="00A81A33">
          <w:rPr>
            <w:noProof/>
            <w:webHidden/>
          </w:rPr>
          <w:fldChar w:fldCharType="separate"/>
        </w:r>
        <w:r w:rsidR="00A81A33">
          <w:rPr>
            <w:noProof/>
            <w:webHidden/>
          </w:rPr>
          <w:t>9</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2" w:history="1">
        <w:r w:rsidR="00A81A33" w:rsidRPr="0032718F">
          <w:rPr>
            <w:rStyle w:val="Hypertextovodkaz"/>
            <w:noProof/>
          </w:rPr>
          <w:t>Článek 7. Komplexní zkoušky</w:t>
        </w:r>
        <w:r w:rsidR="00A81A33">
          <w:rPr>
            <w:noProof/>
            <w:webHidden/>
          </w:rPr>
          <w:tab/>
        </w:r>
        <w:r w:rsidR="00A81A33">
          <w:rPr>
            <w:noProof/>
            <w:webHidden/>
          </w:rPr>
          <w:fldChar w:fldCharType="begin"/>
        </w:r>
        <w:r w:rsidR="00A81A33">
          <w:rPr>
            <w:noProof/>
            <w:webHidden/>
          </w:rPr>
          <w:instrText xml:space="preserve"> PAGEREF _Toc469898812 \h </w:instrText>
        </w:r>
        <w:r w:rsidR="00A81A33">
          <w:rPr>
            <w:noProof/>
            <w:webHidden/>
          </w:rPr>
        </w:r>
        <w:r w:rsidR="00A81A33">
          <w:rPr>
            <w:noProof/>
            <w:webHidden/>
          </w:rPr>
          <w:fldChar w:fldCharType="separate"/>
        </w:r>
        <w:r w:rsidR="00A81A33">
          <w:rPr>
            <w:noProof/>
            <w:webHidden/>
          </w:rPr>
          <w:t>11</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3" w:history="1">
        <w:r w:rsidR="00A81A33" w:rsidRPr="0032718F">
          <w:rPr>
            <w:rStyle w:val="Hypertextovodkaz"/>
            <w:noProof/>
          </w:rPr>
          <w:t>Článek 8. Předání</w:t>
        </w:r>
        <w:r w:rsidR="00A81A33">
          <w:rPr>
            <w:noProof/>
            <w:webHidden/>
          </w:rPr>
          <w:tab/>
        </w:r>
        <w:r w:rsidR="00A81A33">
          <w:rPr>
            <w:noProof/>
            <w:webHidden/>
          </w:rPr>
          <w:fldChar w:fldCharType="begin"/>
        </w:r>
        <w:r w:rsidR="00A81A33">
          <w:rPr>
            <w:noProof/>
            <w:webHidden/>
          </w:rPr>
          <w:instrText xml:space="preserve"> PAGEREF _Toc469898813 \h </w:instrText>
        </w:r>
        <w:r w:rsidR="00A81A33">
          <w:rPr>
            <w:noProof/>
            <w:webHidden/>
          </w:rPr>
        </w:r>
        <w:r w:rsidR="00A81A33">
          <w:rPr>
            <w:noProof/>
            <w:webHidden/>
          </w:rPr>
          <w:fldChar w:fldCharType="separate"/>
        </w:r>
        <w:r w:rsidR="00A81A33">
          <w:rPr>
            <w:noProof/>
            <w:webHidden/>
          </w:rPr>
          <w:t>12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4" w:history="1">
        <w:r w:rsidR="00A81A33" w:rsidRPr="0032718F">
          <w:rPr>
            <w:rStyle w:val="Hypertextovodkaz"/>
            <w:noProof/>
          </w:rPr>
          <w:t>Článek 9. Záruka za ja</w:t>
        </w:r>
        <w:r w:rsidR="00A81A33" w:rsidRPr="0032718F">
          <w:rPr>
            <w:rStyle w:val="Hypertextovodkaz"/>
            <w:noProof/>
          </w:rPr>
          <w:t>k</w:t>
        </w:r>
        <w:r w:rsidR="00A81A33" w:rsidRPr="0032718F">
          <w:rPr>
            <w:rStyle w:val="Hypertextovodkaz"/>
            <w:noProof/>
          </w:rPr>
          <w:t>ost</w:t>
        </w:r>
        <w:r w:rsidR="00A81A33">
          <w:rPr>
            <w:noProof/>
            <w:webHidden/>
          </w:rPr>
          <w:tab/>
        </w:r>
        <w:r w:rsidR="00A81A33">
          <w:rPr>
            <w:noProof/>
            <w:webHidden/>
          </w:rPr>
          <w:fldChar w:fldCharType="begin"/>
        </w:r>
        <w:r w:rsidR="00A81A33">
          <w:rPr>
            <w:noProof/>
            <w:webHidden/>
          </w:rPr>
          <w:instrText xml:space="preserve"> PAGEREF _Toc469898814 \h </w:instrText>
        </w:r>
        <w:r w:rsidR="00A81A33">
          <w:rPr>
            <w:noProof/>
            <w:webHidden/>
          </w:rPr>
        </w:r>
        <w:r w:rsidR="00A81A33">
          <w:rPr>
            <w:noProof/>
            <w:webHidden/>
          </w:rPr>
          <w:fldChar w:fldCharType="separate"/>
        </w:r>
        <w:r w:rsidR="00A81A33">
          <w:rPr>
            <w:noProof/>
            <w:webHidden/>
          </w:rPr>
          <w:t>13</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5" w:history="1">
        <w:r w:rsidR="00A81A33" w:rsidRPr="0032718F">
          <w:rPr>
            <w:rStyle w:val="Hypertextovodkaz"/>
            <w:noProof/>
          </w:rPr>
          <w:t>Článek 10. Základní prostá opatření</w:t>
        </w:r>
        <w:r w:rsidR="00A81A33">
          <w:rPr>
            <w:noProof/>
            <w:webHidden/>
          </w:rPr>
          <w:tab/>
        </w:r>
        <w:r w:rsidR="00A81A33">
          <w:rPr>
            <w:noProof/>
            <w:webHidden/>
          </w:rPr>
          <w:fldChar w:fldCharType="begin"/>
        </w:r>
        <w:r w:rsidR="00A81A33">
          <w:rPr>
            <w:noProof/>
            <w:webHidden/>
          </w:rPr>
          <w:instrText xml:space="preserve"> PAGEREF _Toc469898815 \h </w:instrText>
        </w:r>
        <w:r w:rsidR="00A81A33">
          <w:rPr>
            <w:noProof/>
            <w:webHidden/>
          </w:rPr>
        </w:r>
        <w:r w:rsidR="00A81A33">
          <w:rPr>
            <w:noProof/>
            <w:webHidden/>
          </w:rPr>
          <w:fldChar w:fldCharType="separate"/>
        </w:r>
        <w:r w:rsidR="00A81A33">
          <w:rPr>
            <w:noProof/>
            <w:webHidden/>
          </w:rPr>
          <w:t>15</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6" w:history="1">
        <w:r w:rsidR="00A81A33" w:rsidRPr="0032718F">
          <w:rPr>
            <w:rStyle w:val="Hypertextovodkaz"/>
            <w:noProof/>
          </w:rPr>
          <w:t>Článek 11. Energetický management a související služby</w:t>
        </w:r>
        <w:r w:rsidR="00A81A33">
          <w:rPr>
            <w:noProof/>
            <w:webHidden/>
          </w:rPr>
          <w:tab/>
        </w:r>
        <w:r w:rsidR="00A81A33">
          <w:rPr>
            <w:noProof/>
            <w:webHidden/>
          </w:rPr>
          <w:fldChar w:fldCharType="begin"/>
        </w:r>
        <w:r w:rsidR="00A81A33">
          <w:rPr>
            <w:noProof/>
            <w:webHidden/>
          </w:rPr>
          <w:instrText xml:space="preserve"> PAGEREF _Toc469898816 \h </w:instrText>
        </w:r>
        <w:r w:rsidR="00A81A33">
          <w:rPr>
            <w:noProof/>
            <w:webHidden/>
          </w:rPr>
        </w:r>
        <w:r w:rsidR="00A81A33">
          <w:rPr>
            <w:noProof/>
            <w:webHidden/>
          </w:rPr>
          <w:fldChar w:fldCharType="separate"/>
        </w:r>
        <w:r w:rsidR="00A81A33">
          <w:rPr>
            <w:noProof/>
            <w:webHidden/>
          </w:rPr>
          <w:t>16</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7" w:history="1">
        <w:r w:rsidR="00A81A33" w:rsidRPr="0032718F">
          <w:rPr>
            <w:rStyle w:val="Hypertextovodkaz"/>
            <w:noProof/>
          </w:rPr>
          <w:t>Článek 12. Záruka za dosažení garantované úspory</w:t>
        </w:r>
        <w:r w:rsidR="00A81A33">
          <w:rPr>
            <w:noProof/>
            <w:webHidden/>
          </w:rPr>
          <w:tab/>
        </w:r>
        <w:r w:rsidR="00A81A33">
          <w:rPr>
            <w:noProof/>
            <w:webHidden/>
          </w:rPr>
          <w:fldChar w:fldCharType="begin"/>
        </w:r>
        <w:r w:rsidR="00A81A33">
          <w:rPr>
            <w:noProof/>
            <w:webHidden/>
          </w:rPr>
          <w:instrText xml:space="preserve"> PAGEREF _Toc469898817 \h </w:instrText>
        </w:r>
        <w:r w:rsidR="00A81A33">
          <w:rPr>
            <w:noProof/>
            <w:webHidden/>
          </w:rPr>
        </w:r>
        <w:r w:rsidR="00A81A33">
          <w:rPr>
            <w:noProof/>
            <w:webHidden/>
          </w:rPr>
          <w:fldChar w:fldCharType="separate"/>
        </w:r>
        <w:r w:rsidR="00A81A33">
          <w:rPr>
            <w:noProof/>
            <w:webHidden/>
          </w:rPr>
          <w:t>17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8" w:history="1">
        <w:r w:rsidR="00A81A33" w:rsidRPr="0032718F">
          <w:rPr>
            <w:rStyle w:val="Hypertextovodkaz"/>
            <w:noProof/>
          </w:rPr>
          <w:t>Článek 13. Dodatečná opatření</w:t>
        </w:r>
        <w:r w:rsidR="00A81A33">
          <w:rPr>
            <w:noProof/>
            <w:webHidden/>
          </w:rPr>
          <w:tab/>
        </w:r>
        <w:r w:rsidR="00A81A33">
          <w:rPr>
            <w:noProof/>
            <w:webHidden/>
          </w:rPr>
          <w:fldChar w:fldCharType="begin"/>
        </w:r>
        <w:r w:rsidR="00A81A33">
          <w:rPr>
            <w:noProof/>
            <w:webHidden/>
          </w:rPr>
          <w:instrText xml:space="preserve"> PAGEREF _Toc469898818 \h </w:instrText>
        </w:r>
        <w:r w:rsidR="00A81A33">
          <w:rPr>
            <w:noProof/>
            <w:webHidden/>
          </w:rPr>
        </w:r>
        <w:r w:rsidR="00A81A33">
          <w:rPr>
            <w:noProof/>
            <w:webHidden/>
          </w:rPr>
          <w:fldChar w:fldCharType="separate"/>
        </w:r>
        <w:r w:rsidR="00A81A33">
          <w:rPr>
            <w:noProof/>
            <w:webHidden/>
          </w:rPr>
          <w:t>17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19" w:history="1">
        <w:r w:rsidR="00A81A33" w:rsidRPr="0032718F">
          <w:rPr>
            <w:rStyle w:val="Hypertextovodkaz"/>
            <w:noProof/>
          </w:rPr>
          <w:t>Článek 14. Změna okolností</w:t>
        </w:r>
        <w:r w:rsidR="00A81A33">
          <w:rPr>
            <w:noProof/>
            <w:webHidden/>
          </w:rPr>
          <w:tab/>
        </w:r>
        <w:r w:rsidR="00A81A33">
          <w:rPr>
            <w:noProof/>
            <w:webHidden/>
          </w:rPr>
          <w:fldChar w:fldCharType="begin"/>
        </w:r>
        <w:r w:rsidR="00A81A33">
          <w:rPr>
            <w:noProof/>
            <w:webHidden/>
          </w:rPr>
          <w:instrText xml:space="preserve"> PAGEREF _Toc469898819 \h </w:instrText>
        </w:r>
        <w:r w:rsidR="00A81A33">
          <w:rPr>
            <w:noProof/>
            <w:webHidden/>
          </w:rPr>
        </w:r>
        <w:r w:rsidR="00A81A33">
          <w:rPr>
            <w:noProof/>
            <w:webHidden/>
          </w:rPr>
          <w:fldChar w:fldCharType="separate"/>
        </w:r>
        <w:r w:rsidR="00A81A33">
          <w:rPr>
            <w:noProof/>
            <w:webHidden/>
          </w:rPr>
          <w:t>18</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0" w:history="1">
        <w:r w:rsidR="00A81A33" w:rsidRPr="0032718F">
          <w:rPr>
            <w:rStyle w:val="Hypertextovodkaz"/>
            <w:noProof/>
          </w:rPr>
          <w:t>Článek 15. Roční porady/zprávy</w:t>
        </w:r>
        <w:r w:rsidR="00A81A33">
          <w:rPr>
            <w:noProof/>
            <w:webHidden/>
          </w:rPr>
          <w:tab/>
        </w:r>
        <w:r w:rsidR="00A81A33">
          <w:rPr>
            <w:noProof/>
            <w:webHidden/>
          </w:rPr>
          <w:fldChar w:fldCharType="begin"/>
        </w:r>
        <w:r w:rsidR="00A81A33">
          <w:rPr>
            <w:noProof/>
            <w:webHidden/>
          </w:rPr>
          <w:instrText xml:space="preserve"> PAGEREF _Toc469898820 \h </w:instrText>
        </w:r>
        <w:r w:rsidR="00A81A33">
          <w:rPr>
            <w:noProof/>
            <w:webHidden/>
          </w:rPr>
        </w:r>
        <w:r w:rsidR="00A81A33">
          <w:rPr>
            <w:noProof/>
            <w:webHidden/>
          </w:rPr>
          <w:fldChar w:fldCharType="separate"/>
        </w:r>
        <w:r w:rsidR="00A81A33">
          <w:rPr>
            <w:noProof/>
            <w:webHidden/>
          </w:rPr>
          <w:t>19</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1" w:history="1">
        <w:r w:rsidR="00A81A33" w:rsidRPr="0032718F">
          <w:rPr>
            <w:rStyle w:val="Hypertextovodkaz"/>
            <w:noProof/>
          </w:rPr>
          <w:t>Článek 16. Závěrečná zpráva</w:t>
        </w:r>
        <w:r w:rsidR="00A81A33">
          <w:rPr>
            <w:noProof/>
            <w:webHidden/>
          </w:rPr>
          <w:tab/>
        </w:r>
        <w:r w:rsidR="00A81A33">
          <w:rPr>
            <w:noProof/>
            <w:webHidden/>
          </w:rPr>
          <w:fldChar w:fldCharType="begin"/>
        </w:r>
        <w:r w:rsidR="00A81A33">
          <w:rPr>
            <w:noProof/>
            <w:webHidden/>
          </w:rPr>
          <w:instrText xml:space="preserve"> PAGEREF _Toc469898821 \h </w:instrText>
        </w:r>
        <w:r w:rsidR="00A81A33">
          <w:rPr>
            <w:noProof/>
            <w:webHidden/>
          </w:rPr>
        </w:r>
        <w:r w:rsidR="00A81A33">
          <w:rPr>
            <w:noProof/>
            <w:webHidden/>
          </w:rPr>
          <w:fldChar w:fldCharType="separate"/>
        </w:r>
        <w:r w:rsidR="00A81A33">
          <w:rPr>
            <w:noProof/>
            <w:webHidden/>
          </w:rPr>
          <w:t>20</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2" w:history="1">
        <w:r w:rsidR="00A81A33" w:rsidRPr="0032718F">
          <w:rPr>
            <w:rStyle w:val="Hypertextovodkaz"/>
            <w:noProof/>
          </w:rPr>
          <w:t>Článek 17. Cena za provedení opatření</w:t>
        </w:r>
        <w:r w:rsidR="00A81A33">
          <w:rPr>
            <w:noProof/>
            <w:webHidden/>
          </w:rPr>
          <w:tab/>
        </w:r>
        <w:r w:rsidR="00A81A33">
          <w:rPr>
            <w:noProof/>
            <w:webHidden/>
          </w:rPr>
          <w:fldChar w:fldCharType="begin"/>
        </w:r>
        <w:r w:rsidR="00A81A33">
          <w:rPr>
            <w:noProof/>
            <w:webHidden/>
          </w:rPr>
          <w:instrText xml:space="preserve"> PAGEREF _Toc469898822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3" w:history="1">
        <w:r w:rsidR="00A81A33" w:rsidRPr="0032718F">
          <w:rPr>
            <w:rStyle w:val="Hypertextovodkaz"/>
            <w:noProof/>
          </w:rPr>
          <w:t>Článek 18. Finanční náklady</w:t>
        </w:r>
        <w:r w:rsidR="00A81A33">
          <w:rPr>
            <w:noProof/>
            <w:webHidden/>
          </w:rPr>
          <w:tab/>
        </w:r>
        <w:r w:rsidR="00A81A33">
          <w:rPr>
            <w:noProof/>
            <w:webHidden/>
          </w:rPr>
          <w:fldChar w:fldCharType="begin"/>
        </w:r>
        <w:r w:rsidR="00A81A33">
          <w:rPr>
            <w:noProof/>
            <w:webHidden/>
          </w:rPr>
          <w:instrText xml:space="preserve"> PAGEREF _Toc469898823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4" w:history="1">
        <w:r w:rsidR="00A81A33" w:rsidRPr="0032718F">
          <w:rPr>
            <w:rStyle w:val="Hypertextovodkaz"/>
            <w:noProof/>
          </w:rPr>
          <w:t>Článek 19. Cena energetického managementu a souvisejících služeb</w:t>
        </w:r>
        <w:r w:rsidR="00A81A33">
          <w:rPr>
            <w:noProof/>
            <w:webHidden/>
          </w:rPr>
          <w:tab/>
        </w:r>
        <w:r w:rsidR="00A81A33">
          <w:rPr>
            <w:noProof/>
            <w:webHidden/>
          </w:rPr>
          <w:fldChar w:fldCharType="begin"/>
        </w:r>
        <w:r w:rsidR="00A81A33">
          <w:rPr>
            <w:noProof/>
            <w:webHidden/>
          </w:rPr>
          <w:instrText xml:space="preserve"> PAGEREF _Toc469898824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5" w:history="1">
        <w:r w:rsidR="00A81A33" w:rsidRPr="0032718F">
          <w:rPr>
            <w:rStyle w:val="Hypertextovodkaz"/>
            <w:noProof/>
          </w:rPr>
          <w:t>Článek 20. Sankce za nedosažení garantované úspory</w:t>
        </w:r>
        <w:r w:rsidR="00A81A33">
          <w:rPr>
            <w:noProof/>
            <w:webHidden/>
          </w:rPr>
          <w:tab/>
        </w:r>
        <w:r w:rsidR="00A81A33">
          <w:rPr>
            <w:noProof/>
            <w:webHidden/>
          </w:rPr>
          <w:fldChar w:fldCharType="begin"/>
        </w:r>
        <w:r w:rsidR="00A81A33">
          <w:rPr>
            <w:noProof/>
            <w:webHidden/>
          </w:rPr>
          <w:instrText xml:space="preserve"> PAGEREF _Toc469898825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6" w:history="1">
        <w:r w:rsidR="00A81A33" w:rsidRPr="0032718F">
          <w:rPr>
            <w:rStyle w:val="Hypertextovodkaz"/>
            <w:noProof/>
          </w:rPr>
          <w:t>Článek 21. Prémie za překročení garantované úspory</w:t>
        </w:r>
        <w:r w:rsidR="00A81A33">
          <w:rPr>
            <w:noProof/>
            <w:webHidden/>
          </w:rPr>
          <w:tab/>
        </w:r>
        <w:r w:rsidR="00A81A33">
          <w:rPr>
            <w:noProof/>
            <w:webHidden/>
          </w:rPr>
          <w:fldChar w:fldCharType="begin"/>
        </w:r>
        <w:r w:rsidR="00A81A33">
          <w:rPr>
            <w:noProof/>
            <w:webHidden/>
          </w:rPr>
          <w:instrText xml:space="preserve"> PAGEREF _Toc469898826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7" w:history="1">
        <w:r w:rsidR="00A81A33" w:rsidRPr="0032718F">
          <w:rPr>
            <w:rStyle w:val="Hypertextovodkaz"/>
            <w:noProof/>
          </w:rPr>
          <w:t>Článek 22. Závěrečné vypořádání</w:t>
        </w:r>
        <w:r w:rsidR="00A81A33">
          <w:rPr>
            <w:noProof/>
            <w:webHidden/>
          </w:rPr>
          <w:tab/>
        </w:r>
        <w:r w:rsidR="00A81A33">
          <w:rPr>
            <w:noProof/>
            <w:webHidden/>
          </w:rPr>
          <w:fldChar w:fldCharType="begin"/>
        </w:r>
        <w:r w:rsidR="00A81A33">
          <w:rPr>
            <w:noProof/>
            <w:webHidden/>
          </w:rPr>
          <w:instrText xml:space="preserve"> PAGEREF _Toc469898827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8" w:history="1">
        <w:r w:rsidR="00A81A33" w:rsidRPr="0032718F">
          <w:rPr>
            <w:rStyle w:val="Hypertextovodkaz"/>
            <w:noProof/>
          </w:rPr>
          <w:t>Článek 23. Fakturace</w:t>
        </w:r>
        <w:r w:rsidR="00A81A33">
          <w:rPr>
            <w:noProof/>
            <w:webHidden/>
          </w:rPr>
          <w:tab/>
        </w:r>
        <w:r w:rsidR="00A81A33">
          <w:rPr>
            <w:noProof/>
            <w:webHidden/>
          </w:rPr>
          <w:fldChar w:fldCharType="begin"/>
        </w:r>
        <w:r w:rsidR="00A81A33">
          <w:rPr>
            <w:noProof/>
            <w:webHidden/>
          </w:rPr>
          <w:instrText xml:space="preserve"> PAGEREF _Toc469898828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29" w:history="1">
        <w:r w:rsidR="00A81A33" w:rsidRPr="0032718F">
          <w:rPr>
            <w:rStyle w:val="Hypertextovodkaz"/>
            <w:noProof/>
          </w:rPr>
          <w:t>Článek 24. Splatnost</w:t>
        </w:r>
        <w:r w:rsidR="00A81A33">
          <w:rPr>
            <w:noProof/>
            <w:webHidden/>
          </w:rPr>
          <w:tab/>
        </w:r>
        <w:r w:rsidR="00A81A33">
          <w:rPr>
            <w:noProof/>
            <w:webHidden/>
          </w:rPr>
          <w:fldChar w:fldCharType="begin"/>
        </w:r>
        <w:r w:rsidR="00A81A33">
          <w:rPr>
            <w:noProof/>
            <w:webHidden/>
          </w:rPr>
          <w:instrText xml:space="preserve"> PAGEREF _Toc469898829 \h </w:instrText>
        </w:r>
        <w:r w:rsidR="00A81A33">
          <w:rPr>
            <w:noProof/>
            <w:webHidden/>
          </w:rPr>
        </w:r>
        <w:r w:rsidR="00A81A33">
          <w:rPr>
            <w:noProof/>
            <w:webHidden/>
          </w:rPr>
          <w:fldChar w:fldCharType="separate"/>
        </w:r>
        <w:r w:rsidR="00A81A33">
          <w:rPr>
            <w:noProof/>
            <w:webHidden/>
          </w:rPr>
          <w:t>23</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0" w:history="1">
        <w:r w:rsidR="00A81A33" w:rsidRPr="0032718F">
          <w:rPr>
            <w:rStyle w:val="Hypertextovodkaz"/>
            <w:noProof/>
          </w:rPr>
          <w:t>Článek 25. Předčasné splacení</w:t>
        </w:r>
        <w:r w:rsidR="00A81A33">
          <w:rPr>
            <w:noProof/>
            <w:webHidden/>
          </w:rPr>
          <w:tab/>
        </w:r>
        <w:r w:rsidR="00A81A33">
          <w:rPr>
            <w:noProof/>
            <w:webHidden/>
          </w:rPr>
          <w:fldChar w:fldCharType="begin"/>
        </w:r>
        <w:r w:rsidR="00A81A33">
          <w:rPr>
            <w:noProof/>
            <w:webHidden/>
          </w:rPr>
          <w:instrText xml:space="preserve"> PAGEREF _Toc469898830 \h </w:instrText>
        </w:r>
        <w:r w:rsidR="00A81A33">
          <w:rPr>
            <w:noProof/>
            <w:webHidden/>
          </w:rPr>
        </w:r>
        <w:r w:rsidR="00A81A33">
          <w:rPr>
            <w:noProof/>
            <w:webHidden/>
          </w:rPr>
          <w:fldChar w:fldCharType="separate"/>
        </w:r>
        <w:r w:rsidR="00A81A33">
          <w:rPr>
            <w:noProof/>
            <w:webHidden/>
          </w:rPr>
          <w:t>24</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1" w:history="1">
        <w:r w:rsidR="00A81A33" w:rsidRPr="0032718F">
          <w:rPr>
            <w:rStyle w:val="Hypertextovodkaz"/>
            <w:noProof/>
          </w:rPr>
          <w:t>Článek 26. Ostatní platební podmínky</w:t>
        </w:r>
        <w:r w:rsidR="00A81A33">
          <w:rPr>
            <w:noProof/>
            <w:webHidden/>
          </w:rPr>
          <w:tab/>
        </w:r>
        <w:r w:rsidR="00A81A33">
          <w:rPr>
            <w:noProof/>
            <w:webHidden/>
          </w:rPr>
          <w:fldChar w:fldCharType="begin"/>
        </w:r>
        <w:r w:rsidR="00A81A33">
          <w:rPr>
            <w:noProof/>
            <w:webHidden/>
          </w:rPr>
          <w:instrText xml:space="preserve"> PAGEREF _Toc469898831 \h </w:instrText>
        </w:r>
        <w:r w:rsidR="00A81A33">
          <w:rPr>
            <w:noProof/>
            <w:webHidden/>
          </w:rPr>
        </w:r>
        <w:r w:rsidR="00A81A33">
          <w:rPr>
            <w:noProof/>
            <w:webHidden/>
          </w:rPr>
          <w:fldChar w:fldCharType="separate"/>
        </w:r>
        <w:r w:rsidR="00A81A33">
          <w:rPr>
            <w:noProof/>
            <w:webHidden/>
          </w:rPr>
          <w:t>24</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2" w:history="1">
        <w:r w:rsidR="00A81A33" w:rsidRPr="0032718F">
          <w:rPr>
            <w:rStyle w:val="Hypertextovodkaz"/>
            <w:noProof/>
          </w:rPr>
          <w:t>Článek 27. Vzájemná informační povinnost</w:t>
        </w:r>
        <w:r w:rsidR="00A81A33">
          <w:rPr>
            <w:noProof/>
            <w:webHidden/>
          </w:rPr>
          <w:tab/>
        </w:r>
        <w:r w:rsidR="00A81A33">
          <w:rPr>
            <w:noProof/>
            <w:webHidden/>
          </w:rPr>
          <w:fldChar w:fldCharType="begin"/>
        </w:r>
        <w:r w:rsidR="00A81A33">
          <w:rPr>
            <w:noProof/>
            <w:webHidden/>
          </w:rPr>
          <w:instrText xml:space="preserve"> PAGEREF _Toc469898832 \h </w:instrText>
        </w:r>
        <w:r w:rsidR="00A81A33">
          <w:rPr>
            <w:noProof/>
            <w:webHidden/>
          </w:rPr>
        </w:r>
        <w:r w:rsidR="00A81A33">
          <w:rPr>
            <w:noProof/>
            <w:webHidden/>
          </w:rPr>
          <w:fldChar w:fldCharType="separate"/>
        </w:r>
        <w:r w:rsidR="00A81A33">
          <w:rPr>
            <w:noProof/>
            <w:webHidden/>
          </w:rPr>
          <w:t>26</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3" w:history="1">
        <w:r w:rsidR="00A81A33" w:rsidRPr="0032718F">
          <w:rPr>
            <w:rStyle w:val="Hypertextovodkaz"/>
            <w:noProof/>
          </w:rPr>
          <w:t>Článek 28. Ochrana informací a obchodní tajemství</w:t>
        </w:r>
        <w:r w:rsidR="00A81A33">
          <w:rPr>
            <w:noProof/>
            <w:webHidden/>
          </w:rPr>
          <w:tab/>
        </w:r>
        <w:r w:rsidR="00A81A33">
          <w:rPr>
            <w:noProof/>
            <w:webHidden/>
          </w:rPr>
          <w:fldChar w:fldCharType="begin"/>
        </w:r>
        <w:r w:rsidR="00A81A33">
          <w:rPr>
            <w:noProof/>
            <w:webHidden/>
          </w:rPr>
          <w:instrText xml:space="preserve"> PAGEREF _Toc469898833 \h </w:instrText>
        </w:r>
        <w:r w:rsidR="00A81A33">
          <w:rPr>
            <w:noProof/>
            <w:webHidden/>
          </w:rPr>
        </w:r>
        <w:r w:rsidR="00A81A33">
          <w:rPr>
            <w:noProof/>
            <w:webHidden/>
          </w:rPr>
          <w:fldChar w:fldCharType="separate"/>
        </w:r>
        <w:r w:rsidR="00A81A33">
          <w:rPr>
            <w:noProof/>
            <w:webHidden/>
          </w:rPr>
          <w:t>26</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4" w:history="1">
        <w:r w:rsidR="00A81A33" w:rsidRPr="0032718F">
          <w:rPr>
            <w:rStyle w:val="Hypertextovodkaz"/>
            <w:noProof/>
          </w:rPr>
          <w:t>Článek 29. Komunikace</w:t>
        </w:r>
        <w:r w:rsidR="00A81A33">
          <w:rPr>
            <w:noProof/>
            <w:webHidden/>
          </w:rPr>
          <w:tab/>
        </w:r>
        <w:r w:rsidR="00A81A33">
          <w:rPr>
            <w:noProof/>
            <w:webHidden/>
          </w:rPr>
          <w:fldChar w:fldCharType="begin"/>
        </w:r>
        <w:r w:rsidR="00A81A33">
          <w:rPr>
            <w:noProof/>
            <w:webHidden/>
          </w:rPr>
          <w:instrText xml:space="preserve"> PAGEREF _Toc469898834 \h </w:instrText>
        </w:r>
        <w:r w:rsidR="00A81A33">
          <w:rPr>
            <w:noProof/>
            <w:webHidden/>
          </w:rPr>
        </w:r>
        <w:r w:rsidR="00A81A33">
          <w:rPr>
            <w:noProof/>
            <w:webHidden/>
          </w:rPr>
          <w:fldChar w:fldCharType="separate"/>
        </w:r>
        <w:r w:rsidR="00A81A33">
          <w:rPr>
            <w:noProof/>
            <w:webHidden/>
          </w:rPr>
          <w:t>27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5" w:history="1">
        <w:r w:rsidR="00A81A33" w:rsidRPr="0032718F">
          <w:rPr>
            <w:rStyle w:val="Hypertextovodkaz"/>
            <w:noProof/>
          </w:rPr>
          <w:t>Článek 30. Oprávněné osoby</w:t>
        </w:r>
        <w:r w:rsidR="00A81A33">
          <w:rPr>
            <w:noProof/>
            <w:webHidden/>
          </w:rPr>
          <w:tab/>
        </w:r>
        <w:r w:rsidR="00A81A33">
          <w:rPr>
            <w:noProof/>
            <w:webHidden/>
          </w:rPr>
          <w:fldChar w:fldCharType="begin"/>
        </w:r>
        <w:r w:rsidR="00A81A33">
          <w:rPr>
            <w:noProof/>
            <w:webHidden/>
          </w:rPr>
          <w:instrText xml:space="preserve"> PAGEREF _Toc469898835 \h </w:instrText>
        </w:r>
        <w:r w:rsidR="00A81A33">
          <w:rPr>
            <w:noProof/>
            <w:webHidden/>
          </w:rPr>
        </w:r>
        <w:r w:rsidR="00A81A33">
          <w:rPr>
            <w:noProof/>
            <w:webHidden/>
          </w:rPr>
          <w:fldChar w:fldCharType="separate"/>
        </w:r>
        <w:r w:rsidR="00A81A33">
          <w:rPr>
            <w:noProof/>
            <w:webHidden/>
          </w:rPr>
          <w:t>27</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6" w:history="1">
        <w:r w:rsidR="00A81A33" w:rsidRPr="0032718F">
          <w:rPr>
            <w:rStyle w:val="Hypertextovodkaz"/>
            <w:noProof/>
          </w:rPr>
          <w:t>Článek 31. Právo užití</w:t>
        </w:r>
        <w:r w:rsidR="00A81A33">
          <w:rPr>
            <w:noProof/>
            <w:webHidden/>
          </w:rPr>
          <w:tab/>
        </w:r>
        <w:r w:rsidR="00A81A33">
          <w:rPr>
            <w:noProof/>
            <w:webHidden/>
          </w:rPr>
          <w:fldChar w:fldCharType="begin"/>
        </w:r>
        <w:r w:rsidR="00A81A33">
          <w:rPr>
            <w:noProof/>
            <w:webHidden/>
          </w:rPr>
          <w:instrText xml:space="preserve"> PAGEREF _Toc469898836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7" w:history="1">
        <w:r w:rsidR="00A81A33" w:rsidRPr="0032718F">
          <w:rPr>
            <w:rStyle w:val="Hypertextovodkaz"/>
            <w:noProof/>
          </w:rPr>
          <w:t>Článek 32. Pojištění</w:t>
        </w:r>
        <w:r w:rsidR="00A81A33">
          <w:rPr>
            <w:noProof/>
            <w:webHidden/>
          </w:rPr>
          <w:tab/>
        </w:r>
        <w:r w:rsidR="00A81A33">
          <w:rPr>
            <w:noProof/>
            <w:webHidden/>
          </w:rPr>
          <w:fldChar w:fldCharType="begin"/>
        </w:r>
        <w:r w:rsidR="00A81A33">
          <w:rPr>
            <w:noProof/>
            <w:webHidden/>
          </w:rPr>
          <w:instrText xml:space="preserve"> PAGEREF _Toc469898837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8" w:history="1">
        <w:r w:rsidR="00A81A33" w:rsidRPr="0032718F">
          <w:rPr>
            <w:rStyle w:val="Hypertextovodkaz"/>
            <w:noProof/>
          </w:rPr>
          <w:t>Článek 33. Postoupení pohledávek</w:t>
        </w:r>
        <w:r w:rsidR="00A81A33">
          <w:rPr>
            <w:noProof/>
            <w:webHidden/>
          </w:rPr>
          <w:tab/>
        </w:r>
        <w:r w:rsidR="00A81A33">
          <w:rPr>
            <w:noProof/>
            <w:webHidden/>
          </w:rPr>
          <w:fldChar w:fldCharType="begin"/>
        </w:r>
        <w:r w:rsidR="00A81A33">
          <w:rPr>
            <w:noProof/>
            <w:webHidden/>
          </w:rPr>
          <w:instrText xml:space="preserve"> PAGEREF _Toc469898838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39" w:history="1">
        <w:r w:rsidR="00A81A33" w:rsidRPr="0032718F">
          <w:rPr>
            <w:rStyle w:val="Hypertextovodkaz"/>
            <w:noProof/>
          </w:rPr>
          <w:t>Článek 34. Vyšší moc</w:t>
        </w:r>
        <w:r w:rsidR="00A81A33">
          <w:rPr>
            <w:noProof/>
            <w:webHidden/>
          </w:rPr>
          <w:tab/>
        </w:r>
        <w:r w:rsidR="00A81A33">
          <w:rPr>
            <w:noProof/>
            <w:webHidden/>
          </w:rPr>
          <w:fldChar w:fldCharType="begin"/>
        </w:r>
        <w:r w:rsidR="00A81A33">
          <w:rPr>
            <w:noProof/>
            <w:webHidden/>
          </w:rPr>
          <w:instrText xml:space="preserve"> PAGEREF _Toc469898839 \h </w:instrText>
        </w:r>
        <w:r w:rsidR="00A81A33">
          <w:rPr>
            <w:noProof/>
            <w:webHidden/>
          </w:rPr>
        </w:r>
        <w:r w:rsidR="00A81A33">
          <w:rPr>
            <w:noProof/>
            <w:webHidden/>
          </w:rPr>
          <w:fldChar w:fldCharType="separate"/>
        </w:r>
        <w:r w:rsidR="00A81A33">
          <w:rPr>
            <w:noProof/>
            <w:webHidden/>
          </w:rPr>
          <w:t>29</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0" w:history="1">
        <w:r w:rsidR="00A81A33" w:rsidRPr="0032718F">
          <w:rPr>
            <w:rStyle w:val="Hypertextovodkaz"/>
            <w:noProof/>
          </w:rPr>
          <w:t>Článek 35. Náhrada škody</w:t>
        </w:r>
        <w:r w:rsidR="00A81A33">
          <w:rPr>
            <w:noProof/>
            <w:webHidden/>
          </w:rPr>
          <w:tab/>
        </w:r>
        <w:r w:rsidR="00A81A33">
          <w:rPr>
            <w:noProof/>
            <w:webHidden/>
          </w:rPr>
          <w:fldChar w:fldCharType="begin"/>
        </w:r>
        <w:r w:rsidR="00A81A33">
          <w:rPr>
            <w:noProof/>
            <w:webHidden/>
          </w:rPr>
          <w:instrText xml:space="preserve"> PAGEREF _Toc469898840 \h </w:instrText>
        </w:r>
        <w:r w:rsidR="00A81A33">
          <w:rPr>
            <w:noProof/>
            <w:webHidden/>
          </w:rPr>
        </w:r>
        <w:r w:rsidR="00A81A33">
          <w:rPr>
            <w:noProof/>
            <w:webHidden/>
          </w:rPr>
          <w:fldChar w:fldCharType="separate"/>
        </w:r>
        <w:r w:rsidR="00A81A33">
          <w:rPr>
            <w:noProof/>
            <w:webHidden/>
          </w:rPr>
          <w:t>29</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1" w:history="1">
        <w:r w:rsidR="00A81A33" w:rsidRPr="0032718F">
          <w:rPr>
            <w:rStyle w:val="Hypertextovodkaz"/>
            <w:noProof/>
          </w:rPr>
          <w:t>Článek 36. Poddodávky</w:t>
        </w:r>
        <w:r w:rsidR="00A81A33">
          <w:rPr>
            <w:noProof/>
            <w:webHidden/>
          </w:rPr>
          <w:tab/>
        </w:r>
        <w:r w:rsidR="00A81A33">
          <w:rPr>
            <w:noProof/>
            <w:webHidden/>
          </w:rPr>
          <w:fldChar w:fldCharType="begin"/>
        </w:r>
        <w:r w:rsidR="00A81A33">
          <w:rPr>
            <w:noProof/>
            <w:webHidden/>
          </w:rPr>
          <w:instrText xml:space="preserve"> PAGEREF _Toc469898841 \h </w:instrText>
        </w:r>
        <w:r w:rsidR="00A81A33">
          <w:rPr>
            <w:noProof/>
            <w:webHidden/>
          </w:rPr>
        </w:r>
        <w:r w:rsidR="00A81A33">
          <w:rPr>
            <w:noProof/>
            <w:webHidden/>
          </w:rPr>
          <w:fldChar w:fldCharType="separate"/>
        </w:r>
        <w:r w:rsidR="00A81A33">
          <w:rPr>
            <w:noProof/>
            <w:webHidden/>
          </w:rPr>
          <w:t>30</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2" w:history="1">
        <w:r w:rsidR="00A81A33" w:rsidRPr="0032718F">
          <w:rPr>
            <w:rStyle w:val="Hypertextovodkaz"/>
            <w:noProof/>
          </w:rPr>
          <w:t>Článek 37. Smluvní pokuty</w:t>
        </w:r>
        <w:r w:rsidR="00A81A33">
          <w:rPr>
            <w:noProof/>
            <w:webHidden/>
          </w:rPr>
          <w:tab/>
        </w:r>
        <w:r w:rsidR="00A81A33">
          <w:rPr>
            <w:noProof/>
            <w:webHidden/>
          </w:rPr>
          <w:fldChar w:fldCharType="begin"/>
        </w:r>
        <w:r w:rsidR="00A81A33">
          <w:rPr>
            <w:noProof/>
            <w:webHidden/>
          </w:rPr>
          <w:instrText xml:space="preserve"> PAGEREF _Toc469898842 \h </w:instrText>
        </w:r>
        <w:r w:rsidR="00A81A33">
          <w:rPr>
            <w:noProof/>
            <w:webHidden/>
          </w:rPr>
        </w:r>
        <w:r w:rsidR="00A81A33">
          <w:rPr>
            <w:noProof/>
            <w:webHidden/>
          </w:rPr>
          <w:fldChar w:fldCharType="separate"/>
        </w:r>
        <w:r w:rsidR="00A81A33">
          <w:rPr>
            <w:noProof/>
            <w:webHidden/>
          </w:rPr>
          <w:t>30</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3" w:history="1">
        <w:r w:rsidR="00A81A33" w:rsidRPr="0032718F">
          <w:rPr>
            <w:rStyle w:val="Hypertextovodkaz"/>
            <w:noProof/>
          </w:rPr>
          <w:t>Článek 38. Trvání smlouvy</w:t>
        </w:r>
        <w:r w:rsidR="00A81A33">
          <w:rPr>
            <w:noProof/>
            <w:webHidden/>
          </w:rPr>
          <w:tab/>
        </w:r>
        <w:r w:rsidR="00A81A33">
          <w:rPr>
            <w:noProof/>
            <w:webHidden/>
          </w:rPr>
          <w:fldChar w:fldCharType="begin"/>
        </w:r>
        <w:r w:rsidR="00A81A33">
          <w:rPr>
            <w:noProof/>
            <w:webHidden/>
          </w:rPr>
          <w:instrText xml:space="preserve"> PAGEREF _Toc469898843 \h </w:instrText>
        </w:r>
        <w:r w:rsidR="00A81A33">
          <w:rPr>
            <w:noProof/>
            <w:webHidden/>
          </w:rPr>
        </w:r>
        <w:r w:rsidR="00A81A33">
          <w:rPr>
            <w:noProof/>
            <w:webHidden/>
          </w:rPr>
          <w:fldChar w:fldCharType="separate"/>
        </w:r>
        <w:r w:rsidR="00A81A33">
          <w:rPr>
            <w:noProof/>
            <w:webHidden/>
          </w:rPr>
          <w:t>31</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4" w:history="1">
        <w:r w:rsidR="00A81A33" w:rsidRPr="0032718F">
          <w:rPr>
            <w:rStyle w:val="Hypertextovodkaz"/>
            <w:noProof/>
          </w:rPr>
          <w:t>Článek 39. Řešení sporů</w:t>
        </w:r>
        <w:r w:rsidR="00A81A33">
          <w:rPr>
            <w:noProof/>
            <w:webHidden/>
          </w:rPr>
          <w:tab/>
        </w:r>
        <w:r w:rsidR="00A81A33">
          <w:rPr>
            <w:noProof/>
            <w:webHidden/>
          </w:rPr>
          <w:fldChar w:fldCharType="begin"/>
        </w:r>
        <w:r w:rsidR="00A81A33">
          <w:rPr>
            <w:noProof/>
            <w:webHidden/>
          </w:rPr>
          <w:instrText xml:space="preserve"> PAGEREF _Toc469898844 \h </w:instrText>
        </w:r>
        <w:r w:rsidR="00A81A33">
          <w:rPr>
            <w:noProof/>
            <w:webHidden/>
          </w:rPr>
        </w:r>
        <w:r w:rsidR="00A81A33">
          <w:rPr>
            <w:noProof/>
            <w:webHidden/>
          </w:rPr>
          <w:fldChar w:fldCharType="separate"/>
        </w:r>
        <w:r w:rsidR="00A81A33">
          <w:rPr>
            <w:noProof/>
            <w:webHidden/>
          </w:rPr>
          <w:t>32</w:t>
        </w:r>
        <w:r w:rsidR="00A81A33">
          <w:rPr>
            <w:noProof/>
            <w:webHidden/>
          </w:rPr>
          <w:fldChar w:fldCharType="end"/>
        </w:r>
      </w:hyperlink>
    </w:p>
    <w:p w:rsidR="00A81A33" w:rsidRDefault="00B04F47">
      <w:pPr>
        <w:pStyle w:val="Obsah1"/>
        <w:rPr>
          <w:rFonts w:asciiTheme="minorHAnsi" w:eastAsiaTheme="minorEastAsia" w:hAnsiTheme="minorHAnsi" w:cstheme="minorBidi"/>
          <w:noProof/>
          <w:sz w:val="22"/>
          <w:szCs w:val="22"/>
        </w:rPr>
      </w:pPr>
      <w:hyperlink w:anchor="_Toc469898845" w:history="1">
        <w:r w:rsidR="00A81A33" w:rsidRPr="0032718F">
          <w:rPr>
            <w:rStyle w:val="Hypertextovodkaz"/>
            <w:noProof/>
          </w:rPr>
          <w:t>Článek 40. Závěrečná ustanovení</w:t>
        </w:r>
        <w:r w:rsidR="00A81A33">
          <w:rPr>
            <w:noProof/>
            <w:webHidden/>
          </w:rPr>
          <w:tab/>
        </w:r>
        <w:r w:rsidR="00A81A33">
          <w:rPr>
            <w:noProof/>
            <w:webHidden/>
          </w:rPr>
          <w:fldChar w:fldCharType="begin"/>
        </w:r>
        <w:r w:rsidR="00A81A33">
          <w:rPr>
            <w:noProof/>
            <w:webHidden/>
          </w:rPr>
          <w:instrText xml:space="preserve"> PAGEREF _Toc469898845 \h </w:instrText>
        </w:r>
        <w:r w:rsidR="00A81A33">
          <w:rPr>
            <w:noProof/>
            <w:webHidden/>
          </w:rPr>
        </w:r>
        <w:r w:rsidR="00A81A33">
          <w:rPr>
            <w:noProof/>
            <w:webHidden/>
          </w:rPr>
          <w:fldChar w:fldCharType="separate"/>
        </w:r>
        <w:r w:rsidR="00A81A33">
          <w:rPr>
            <w:noProof/>
            <w:webHidden/>
          </w:rPr>
          <w:t>33</w:t>
        </w:r>
        <w:r w:rsidR="00A81A33">
          <w:rPr>
            <w:noProof/>
            <w:webHidden/>
          </w:rPr>
          <w:fldChar w:fldCharType="end"/>
        </w:r>
      </w:hyperlink>
    </w:p>
    <w:p w:rsidR="00E34B9A" w:rsidRPr="00CC64D4" w:rsidRDefault="00737E8C" w:rsidP="00E34B9A">
      <w:r w:rsidRPr="00CC64D4">
        <w:rPr>
          <w:sz w:val="20"/>
        </w:rPr>
        <w:fldChar w:fldCharType="end"/>
      </w:r>
    </w:p>
    <w:p w:rsidR="00F81353" w:rsidRPr="00CC64D4" w:rsidRDefault="00F81353">
      <w:pPr>
        <w:pStyle w:val="Nzev"/>
        <w:keepNext/>
        <w:pageBreakBefore/>
      </w:pPr>
      <w:r w:rsidRPr="00CC64D4">
        <w:t xml:space="preserve">Část první: </w:t>
      </w:r>
      <w:r w:rsidRPr="00CC64D4">
        <w:rPr>
          <w:rStyle w:val="StylNzevTunPodtrenChar"/>
          <w:b w:val="0"/>
        </w:rPr>
        <w:t>Obecná ustanovení</w:t>
      </w:r>
      <w:bookmarkEnd w:id="9"/>
    </w:p>
    <w:p w:rsidR="00F81353" w:rsidRPr="00CC64D4" w:rsidRDefault="00F81353" w:rsidP="007E4ACE">
      <w:pPr>
        <w:pStyle w:val="Nadpis1"/>
        <w:numPr>
          <w:ilvl w:val="0"/>
          <w:numId w:val="7"/>
        </w:numPr>
        <w:ind w:left="0"/>
      </w:pPr>
      <w:r w:rsidRPr="00CC64D4">
        <w:rPr>
          <w:b w:val="0"/>
        </w:rPr>
        <w:br/>
      </w:r>
      <w:bookmarkStart w:id="10" w:name="_Toc326522956"/>
      <w:bookmarkStart w:id="11" w:name="_Ref330840228"/>
      <w:bookmarkStart w:id="12" w:name="_Toc469898806"/>
      <w:r w:rsidRPr="00CC64D4">
        <w:t>Úvodní prohlášení</w:t>
      </w:r>
      <w:bookmarkEnd w:id="10"/>
      <w:bookmarkEnd w:id="11"/>
      <w:bookmarkEnd w:id="12"/>
    </w:p>
    <w:p w:rsidR="00257393" w:rsidRPr="000C7A5B" w:rsidRDefault="00383FFF" w:rsidP="00C33A43">
      <w:pPr>
        <w:pStyle w:val="Nadpis2"/>
      </w:pPr>
      <w:r w:rsidRPr="000C7A5B">
        <w:t xml:space="preserve">Zákon o hospodaření energií </w:t>
      </w:r>
      <w:r w:rsidR="004A5594" w:rsidRPr="000C7A5B">
        <w:t xml:space="preserve">stanoví v ustanovení </w:t>
      </w:r>
      <w:r w:rsidR="000D4F4C" w:rsidRPr="000C7A5B">
        <w:t xml:space="preserve">§ 10e povinné náležitosti </w:t>
      </w:r>
      <w:r w:rsidR="00B21342" w:rsidRPr="000C7A5B">
        <w:t>smlouvy o energetických službách poskytovaných</w:t>
      </w:r>
      <w:r w:rsidR="005568C8" w:rsidRPr="000C7A5B">
        <w:t xml:space="preserve"> veřejnému zadavateli</w:t>
      </w:r>
      <w:r w:rsidR="00100EA4" w:rsidRPr="000C7A5B">
        <w:t>.</w:t>
      </w:r>
      <w:r w:rsidR="007A3715" w:rsidRPr="000C7A5B">
        <w:t xml:space="preserve"> Tato </w:t>
      </w:r>
      <w:r w:rsidR="000C7A5B" w:rsidRPr="000C7A5B">
        <w:t>s</w:t>
      </w:r>
      <w:r w:rsidR="007A3715" w:rsidRPr="000C7A5B">
        <w:t>mlouva</w:t>
      </w:r>
      <w:r w:rsidR="00B46A07" w:rsidRPr="000C7A5B">
        <w:t xml:space="preserve"> včetně jejich příloh, které jsou její </w:t>
      </w:r>
      <w:r w:rsidR="00740C89" w:rsidRPr="000C7A5B">
        <w:t xml:space="preserve">nedílnou </w:t>
      </w:r>
      <w:r w:rsidR="00B46A07" w:rsidRPr="000C7A5B">
        <w:t>součástí,</w:t>
      </w:r>
      <w:r w:rsidR="00324661" w:rsidRPr="000C7A5B">
        <w:t xml:space="preserve"> </w:t>
      </w:r>
      <w:r w:rsidR="005444AF" w:rsidRPr="000C7A5B">
        <w:t xml:space="preserve">splňuje </w:t>
      </w:r>
      <w:r w:rsidR="00324661" w:rsidRPr="000C7A5B">
        <w:t>požadavky</w:t>
      </w:r>
      <w:r w:rsidR="005F3558" w:rsidRPr="000C7A5B">
        <w:t xml:space="preserve"> stanovené § 10e </w:t>
      </w:r>
      <w:r w:rsidR="003B0052" w:rsidRPr="000C7A5B">
        <w:t xml:space="preserve">zákona o hospodaření energií a </w:t>
      </w:r>
      <w:r w:rsidR="004436CF" w:rsidRPr="000C7A5B">
        <w:t xml:space="preserve">je smlouvou </w:t>
      </w:r>
      <w:r w:rsidR="00263F4C" w:rsidRPr="000C7A5B">
        <w:t>o energetických službách určených veřejn</w:t>
      </w:r>
      <w:r w:rsidR="00E61B3B" w:rsidRPr="000C7A5B">
        <w:t>ému zadavateli dle ustanovení § 10e zákona o hospodaření energií.</w:t>
      </w:r>
      <w:r w:rsidR="00263F4C" w:rsidRPr="000C7A5B">
        <w:t xml:space="preserve"> </w:t>
      </w:r>
      <w:r w:rsidR="00324661" w:rsidRPr="000C7A5B">
        <w:t xml:space="preserve"> </w:t>
      </w:r>
      <w:r w:rsidR="00100EA4" w:rsidRPr="000C7A5B">
        <w:t xml:space="preserve"> </w:t>
      </w:r>
      <w:r w:rsidR="005568C8" w:rsidRPr="000C7A5B">
        <w:t xml:space="preserve"> </w:t>
      </w:r>
      <w:r w:rsidR="00B21342" w:rsidRPr="000C7A5B">
        <w:t xml:space="preserve"> </w:t>
      </w:r>
    </w:p>
    <w:p w:rsidR="003C381D" w:rsidRPr="00CC64D4" w:rsidRDefault="00F81353" w:rsidP="00C33A43">
      <w:pPr>
        <w:pStyle w:val="Nadpis2"/>
      </w:pPr>
      <w:r w:rsidRPr="00CC64D4">
        <w:t>ESCO prohlašuje</w:t>
      </w:r>
      <w:r w:rsidR="00F77E3D" w:rsidRPr="00CC64D4">
        <w:t xml:space="preserve"> a zavazuje se</w:t>
      </w:r>
      <w:r w:rsidRPr="00CC64D4">
        <w:t xml:space="preserve">, že </w:t>
      </w:r>
    </w:p>
    <w:p w:rsidR="00807584" w:rsidRPr="00CC64D4" w:rsidRDefault="00F81353" w:rsidP="007E4ACE">
      <w:pPr>
        <w:pStyle w:val="Nadpis5"/>
        <w:numPr>
          <w:ilvl w:val="0"/>
          <w:numId w:val="11"/>
        </w:numPr>
        <w:ind w:left="964" w:hanging="567"/>
      </w:pPr>
      <w:r w:rsidRPr="00CC64D4">
        <w:t>podniká v oblasti energetických služeb a je držitelem v</w:t>
      </w:r>
      <w:r w:rsidR="00C85C44" w:rsidRPr="00CC64D4">
        <w:t>šech oprávnění</w:t>
      </w:r>
      <w:r w:rsidRPr="00CC64D4">
        <w:t xml:space="preserve"> potřebných pro plnění této smlouvy;</w:t>
      </w:r>
    </w:p>
    <w:p w:rsidR="00654604" w:rsidRPr="00CC64D4" w:rsidRDefault="00F81353" w:rsidP="008F7CD8">
      <w:pPr>
        <w:pStyle w:val="Nadpis5"/>
        <w:numPr>
          <w:ilvl w:val="0"/>
          <w:numId w:val="11"/>
        </w:numPr>
        <w:ind w:left="964" w:hanging="567"/>
      </w:pPr>
      <w:r w:rsidRPr="00CC64D4">
        <w:t>disponuje dostatečnými lidskými a finančními zdroji pro splnění jeho závazků podle této smlouvy</w:t>
      </w:r>
      <w:r w:rsidR="00664B96" w:rsidRPr="00CC64D4">
        <w:t>;</w:t>
      </w:r>
    </w:p>
    <w:p w:rsidR="0097444D" w:rsidRPr="00CC64D4" w:rsidRDefault="007A21E6" w:rsidP="007409DB">
      <w:pPr>
        <w:pStyle w:val="Nadpis5"/>
        <w:numPr>
          <w:ilvl w:val="0"/>
          <w:numId w:val="11"/>
        </w:numPr>
        <w:ind w:left="964" w:hanging="567"/>
      </w:pPr>
      <w:r w:rsidRPr="00CC64D4">
        <w:t xml:space="preserve">jí </w:t>
      </w:r>
      <w:r w:rsidR="00664B96" w:rsidRPr="00CC64D4">
        <w:t>není známo</w:t>
      </w:r>
      <w:r w:rsidR="00A06B04" w:rsidRPr="00CC64D4">
        <w:t xml:space="preserve"> nic, co by mohlo ohrozit z její</w:t>
      </w:r>
      <w:r w:rsidR="00664B96" w:rsidRPr="00CC64D4">
        <w:t xml:space="preserve"> strany plnění této smlouvy (např. nevyjasněné vlastnické vztahy, apod.), zejména ESCO není známo, že by proti ESCO v tomto směru bylo vedeno nebo hrozilo </w:t>
      </w:r>
      <w:r w:rsidR="00654604" w:rsidRPr="00CC64D4">
        <w:t>soudní, rozhodčí či jiné řízení;</w:t>
      </w:r>
    </w:p>
    <w:p w:rsidR="007409DB" w:rsidRPr="00CC64D4" w:rsidRDefault="007409DB" w:rsidP="00083C1A">
      <w:pPr>
        <w:pStyle w:val="Nadpis5"/>
        <w:numPr>
          <w:ilvl w:val="0"/>
          <w:numId w:val="11"/>
        </w:numPr>
        <w:ind w:left="964" w:hanging="567"/>
        <w:rPr>
          <w:bCs w:val="0"/>
          <w:iCs w:val="0"/>
          <w:szCs w:val="20"/>
        </w:rPr>
      </w:pPr>
      <w:r w:rsidRPr="00CC64D4">
        <w:t>uzavření této smlouvy a plnění ESCO  dle této smlouvy je v</w:t>
      </w:r>
      <w:r w:rsidR="007651AA" w:rsidRPr="00CC64D4">
        <w:t> </w:t>
      </w:r>
      <w:r w:rsidRPr="00CC64D4">
        <w:t>souladu</w:t>
      </w:r>
      <w:r w:rsidR="0097444D" w:rsidRPr="00CC64D4">
        <w:t xml:space="preserve"> s podmínkami obsaženými v korporátních dokumentech</w:t>
      </w:r>
      <w:r w:rsidRPr="00CC64D4">
        <w:t xml:space="preserve"> ESCO, zejména pak společenskou smlouvou a/nebo stanovami</w:t>
      </w:r>
      <w:r w:rsidR="00034391" w:rsidRPr="00CC64D4">
        <w:t xml:space="preserve"> a/nebo jinými obdobnými dokumenty, pokud existují.</w:t>
      </w:r>
      <w:r w:rsidRPr="00CC64D4">
        <w:rPr>
          <w:bCs w:val="0"/>
          <w:iCs w:val="0"/>
          <w:szCs w:val="20"/>
        </w:rPr>
        <w:t xml:space="preserve"> </w:t>
      </w:r>
    </w:p>
    <w:p w:rsidR="00F81353" w:rsidRPr="00CC64D4" w:rsidRDefault="00F81353" w:rsidP="00C33A43">
      <w:pPr>
        <w:pStyle w:val="Nadpis2"/>
      </w:pPr>
      <w:r w:rsidRPr="00CC64D4">
        <w:t>Klient prohlašuje</w:t>
      </w:r>
      <w:r w:rsidR="00F77E3D" w:rsidRPr="00CC64D4">
        <w:t xml:space="preserve"> a zavazuje se</w:t>
      </w:r>
      <w:r w:rsidRPr="00CC64D4">
        <w:t>, že</w:t>
      </w:r>
    </w:p>
    <w:p w:rsidR="00F81353" w:rsidRPr="00CC64D4" w:rsidRDefault="00F81353" w:rsidP="007E4ACE">
      <w:pPr>
        <w:pStyle w:val="Nadpis5"/>
        <w:numPr>
          <w:ilvl w:val="0"/>
          <w:numId w:val="12"/>
        </w:numPr>
        <w:ind w:left="964" w:hanging="567"/>
      </w:pPr>
      <w:r w:rsidRPr="00CC64D4">
        <w:t>uzavření této smlouvy je řádně schváleno a je v souladu:</w:t>
      </w:r>
    </w:p>
    <w:p w:rsidR="00F81353" w:rsidRPr="00CC64D4" w:rsidRDefault="000850C4" w:rsidP="00AA3612">
      <w:pPr>
        <w:pStyle w:val="Bullet2"/>
        <w:ind w:left="1248" w:hanging="284"/>
      </w:pPr>
      <w:r w:rsidRPr="00CC64D4">
        <w:t xml:space="preserve">s </w:t>
      </w:r>
      <w:r w:rsidR="00F81353" w:rsidRPr="00CC64D4">
        <w:t>jeho vnitřními organizačními předpisy,</w:t>
      </w:r>
    </w:p>
    <w:p w:rsidR="00F81353" w:rsidRPr="00CC64D4" w:rsidRDefault="00F81353" w:rsidP="00AA3612">
      <w:pPr>
        <w:pStyle w:val="Bullet2"/>
        <w:ind w:left="1248" w:hanging="284"/>
      </w:pPr>
      <w:r w:rsidRPr="00CC64D4">
        <w:t xml:space="preserve">s právními předpisy, kterými je vázán </w:t>
      </w:r>
      <w:r w:rsidR="00426BD2" w:rsidRPr="00CC64D4">
        <w:t>a/</w:t>
      </w:r>
      <w:r w:rsidRPr="00CC64D4">
        <w:t>nebo které se vztahují k jeho majetku, a</w:t>
      </w:r>
    </w:p>
    <w:p w:rsidR="00F81353" w:rsidRPr="00CC64D4" w:rsidRDefault="00F81353" w:rsidP="00AA3612">
      <w:pPr>
        <w:pStyle w:val="Bullet2"/>
        <w:ind w:left="1248" w:hanging="284"/>
      </w:pPr>
      <w:r w:rsidRPr="00CC64D4">
        <w:t>s veškerými smlouvami (např. smlouvy s dodavateli energií s dlouhou výpovědní lhůtou apod.) nebo pravomocnými soudními, rozhodčími nebo správními rozhodnutími, kterými je vázán nebo které se vztahují k jeho majetku;</w:t>
      </w:r>
    </w:p>
    <w:p w:rsidR="00F81353" w:rsidRPr="00CC64D4" w:rsidRDefault="00F81353" w:rsidP="007E4ACE">
      <w:pPr>
        <w:pStyle w:val="Nadpis5"/>
        <w:numPr>
          <w:ilvl w:val="0"/>
          <w:numId w:val="12"/>
        </w:numPr>
        <w:ind w:left="964" w:hanging="567"/>
      </w:pPr>
      <w:r w:rsidRPr="00CC64D4">
        <w:t>není mu známo nic, co by mohlo ohrozit z jeho strany plnění této smlouvy (např. nevyjasněné vlastnické vztahy, apod.), zejména mu není známo, že by proti němu v tomto směru bylo vedeno nebo mu hrozilo soudní, rozhodčí či jiné řízení.</w:t>
      </w:r>
    </w:p>
    <w:p w:rsidR="0078482A" w:rsidRPr="00CC64D4" w:rsidRDefault="00F81353" w:rsidP="0078482A">
      <w:pPr>
        <w:pStyle w:val="Nadpis1"/>
        <w:rPr>
          <w:sz w:val="22"/>
          <w:szCs w:val="22"/>
        </w:rPr>
      </w:pPr>
      <w:r w:rsidRPr="00CC64D4">
        <w:rPr>
          <w:b w:val="0"/>
        </w:rPr>
        <w:br/>
      </w:r>
      <w:bookmarkStart w:id="13" w:name="_Toc326522957"/>
      <w:bookmarkStart w:id="14" w:name="_Toc469898807"/>
      <w:r w:rsidRPr="00CC64D4">
        <w:rPr>
          <w:sz w:val="22"/>
          <w:szCs w:val="22"/>
        </w:rPr>
        <w:t>Definice</w:t>
      </w:r>
      <w:bookmarkEnd w:id="13"/>
      <w:bookmarkEnd w:id="14"/>
    </w:p>
    <w:p w:rsidR="00D71FC9" w:rsidRPr="00CC64D4" w:rsidRDefault="0078482A" w:rsidP="00C33A43">
      <w:pPr>
        <w:pStyle w:val="Nadpis2"/>
      </w:pPr>
      <w:r w:rsidRPr="00CC64D4">
        <w:t>Níže uvedené termíny této smlouvy mají význam definovaný v tomto odstavci:</w:t>
      </w:r>
    </w:p>
    <w:p w:rsidR="00807584" w:rsidRPr="00CC64D4" w:rsidRDefault="00921A49" w:rsidP="007E4ACE">
      <w:pPr>
        <w:pStyle w:val="Nadpis5"/>
        <w:numPr>
          <w:ilvl w:val="0"/>
          <w:numId w:val="9"/>
        </w:numPr>
        <w:ind w:left="964" w:hanging="567"/>
      </w:pPr>
      <w:r w:rsidRPr="00CC64D4">
        <w:rPr>
          <w:b/>
        </w:rPr>
        <w:t>„</w:t>
      </w:r>
      <w:r w:rsidR="00B71D1B" w:rsidRPr="00CC64D4">
        <w:rPr>
          <w:b/>
        </w:rPr>
        <w:t>areál</w:t>
      </w:r>
      <w:r w:rsidRPr="00CC64D4">
        <w:rPr>
          <w:b/>
        </w:rPr>
        <w:t>“</w:t>
      </w:r>
      <w:r w:rsidR="00B71D1B" w:rsidRPr="00CC64D4">
        <w:rPr>
          <w:b/>
        </w:rPr>
        <w:t xml:space="preserve"> </w:t>
      </w:r>
      <w:r w:rsidR="00B71D1B" w:rsidRPr="00CC64D4">
        <w:t>znamená samostatnou provozní a/nebo správní jednotku Klienta nacházející se v jedné lokalitě, která je tvořena jedním nebo více objekty; specifikace areálů a do nich náležejících objektů je uvedena v příloze č.</w:t>
      </w:r>
      <w:r w:rsidR="004424AA" w:rsidRPr="00CC64D4">
        <w:t> </w:t>
      </w:r>
      <w:r w:rsidR="00B71D1B" w:rsidRPr="00CC64D4">
        <w:t>1</w:t>
      </w:r>
      <w:r w:rsidR="000125D8" w:rsidRPr="00CC64D4">
        <w:t xml:space="preserve"> této smlouvy</w:t>
      </w:r>
      <w:r w:rsidR="00B71D1B" w:rsidRPr="00CC64D4">
        <w:t>;</w:t>
      </w:r>
      <w:r w:rsidR="00B83B6C" w:rsidRPr="00CC64D4">
        <w:rPr>
          <w:b/>
        </w:rPr>
        <w:t xml:space="preserve"> </w:t>
      </w:r>
    </w:p>
    <w:p w:rsidR="00BD076B" w:rsidRPr="00CC64D4" w:rsidRDefault="00BD076B" w:rsidP="007E4ACE">
      <w:pPr>
        <w:pStyle w:val="Nadpis5"/>
        <w:numPr>
          <w:ilvl w:val="0"/>
          <w:numId w:val="12"/>
        </w:numPr>
        <w:ind w:left="964" w:hanging="567"/>
      </w:pPr>
      <w:r w:rsidRPr="00CC64D4">
        <w:rPr>
          <w:b/>
        </w:rPr>
        <w:t>„den“</w:t>
      </w:r>
      <w:r w:rsidRPr="00CC64D4">
        <w:t xml:space="preserve"> znamená kalendářní den, pokud není uvedeno jinak</w:t>
      </w:r>
      <w:r w:rsidR="00893208" w:rsidRPr="00CC64D4">
        <w:t>;</w:t>
      </w:r>
    </w:p>
    <w:p w:rsidR="00CF5BD2" w:rsidRPr="00CC64D4" w:rsidRDefault="00CF5BD2" w:rsidP="007E4ACE">
      <w:pPr>
        <w:pStyle w:val="Nadpis5"/>
        <w:numPr>
          <w:ilvl w:val="0"/>
          <w:numId w:val="12"/>
        </w:numPr>
        <w:ind w:left="964" w:hanging="567"/>
      </w:pPr>
      <w:r w:rsidRPr="00CC64D4">
        <w:rPr>
          <w:b/>
        </w:rPr>
        <w:t>„deník“</w:t>
      </w:r>
      <w:r w:rsidRPr="00CC64D4">
        <w:t xml:space="preserve"> má význam uvedený</w:t>
      </w:r>
      <w:r w:rsidR="00B83B6C" w:rsidRPr="00CC64D4">
        <w:t xml:space="preserve"> v</w:t>
      </w:r>
      <w:r w:rsidR="00BF28D1" w:rsidRPr="00CC64D4">
        <w:t xml:space="preserve">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00893208" w:rsidRPr="00CC64D4">
        <w:t xml:space="preserve"> </w:t>
      </w:r>
      <w:r w:rsidR="00BF28D1" w:rsidRPr="00CC64D4">
        <w:t xml:space="preserve">písm. </w:t>
      </w:r>
      <w:r w:rsidR="00A517D2">
        <w:fldChar w:fldCharType="begin"/>
      </w:r>
      <w:r w:rsidR="00A517D2">
        <w:instrText xml:space="preserve"> REF _Ref152047622 \w \h  \* MERGEFORMAT </w:instrText>
      </w:r>
      <w:r w:rsidR="00A517D2">
        <w:fldChar w:fldCharType="separate"/>
      </w:r>
      <w:r w:rsidR="00701B27">
        <w:t>j)</w:t>
      </w:r>
      <w:r w:rsidR="00A517D2">
        <w:fldChar w:fldCharType="end"/>
      </w:r>
      <w:r w:rsidR="008E1BFE" w:rsidRPr="00CC64D4">
        <w:t>;</w:t>
      </w:r>
    </w:p>
    <w:p w:rsidR="00B71D1B" w:rsidRPr="00CC64D4" w:rsidRDefault="00921A49" w:rsidP="007E4ACE">
      <w:pPr>
        <w:pStyle w:val="Nadpis5"/>
        <w:numPr>
          <w:ilvl w:val="0"/>
          <w:numId w:val="12"/>
        </w:numPr>
        <w:ind w:left="964" w:hanging="567"/>
      </w:pPr>
      <w:r w:rsidRPr="00CC64D4">
        <w:rPr>
          <w:b/>
        </w:rPr>
        <w:t>„</w:t>
      </w:r>
      <w:r w:rsidR="00B71D1B" w:rsidRPr="00CC64D4">
        <w:rPr>
          <w:b/>
        </w:rPr>
        <w:t>doba poskytování garance</w:t>
      </w:r>
      <w:r w:rsidRPr="00CC64D4">
        <w:rPr>
          <w:b/>
        </w:rPr>
        <w:t>“</w:t>
      </w:r>
      <w:r w:rsidRPr="00CC64D4">
        <w:t xml:space="preserve"> znamená</w:t>
      </w:r>
      <w:r w:rsidR="00B71D1B" w:rsidRPr="00CC64D4">
        <w:t xml:space="preserve"> dob</w:t>
      </w:r>
      <w:r w:rsidRPr="00CC64D4">
        <w:t>u</w:t>
      </w:r>
      <w:r w:rsidR="00B71D1B" w:rsidRPr="00CC64D4">
        <w:t xml:space="preserve"> od </w:t>
      </w:r>
      <w:r w:rsidR="00B71D1B" w:rsidRPr="00543115">
        <w:rPr>
          <w:highlight w:val="yellow"/>
        </w:rPr>
        <w:t>______</w:t>
      </w:r>
      <w:r w:rsidR="00B71D1B" w:rsidRPr="00CC64D4">
        <w:t xml:space="preserve"> do </w:t>
      </w:r>
      <w:r w:rsidR="00B71D1B" w:rsidRPr="00543115">
        <w:rPr>
          <w:highlight w:val="yellow"/>
        </w:rPr>
        <w:t>______</w:t>
      </w:r>
      <w:r w:rsidR="00B71D1B" w:rsidRPr="00CC64D4">
        <w:t>, po kterou ESCO poskytuje garance za dosažení úspory;</w:t>
      </w:r>
    </w:p>
    <w:p w:rsidR="00FA287E" w:rsidRPr="00CC64D4" w:rsidRDefault="00921A49" w:rsidP="007E4ACE">
      <w:pPr>
        <w:pStyle w:val="Nadpis5"/>
        <w:numPr>
          <w:ilvl w:val="0"/>
          <w:numId w:val="12"/>
        </w:numPr>
        <w:ind w:left="964" w:hanging="567"/>
      </w:pPr>
      <w:r w:rsidRPr="00CC64D4">
        <w:rPr>
          <w:b/>
        </w:rPr>
        <w:t>„doba splácení“</w:t>
      </w:r>
      <w:r w:rsidR="005C69F0" w:rsidRPr="00CC64D4">
        <w:t xml:space="preserve"> znamená dobu</w:t>
      </w:r>
      <w:r w:rsidRPr="00CC64D4">
        <w:t xml:space="preserve"> splácení ceny za provedení základních opatření; </w:t>
      </w:r>
      <w:r w:rsidR="00893208" w:rsidRPr="00CC64D4">
        <w:t>[</w:t>
      </w:r>
      <w:r w:rsidRPr="00CC64D4">
        <w:t>je shodná s dobou poskytování garance</w:t>
      </w:r>
      <w:r w:rsidR="00893208" w:rsidRPr="00CC64D4">
        <w:t xml:space="preserve">/trvá od </w:t>
      </w:r>
      <w:r w:rsidR="00893208" w:rsidRPr="00543115">
        <w:rPr>
          <w:highlight w:val="yellow"/>
        </w:rPr>
        <w:t>______</w:t>
      </w:r>
      <w:r w:rsidR="00893208" w:rsidRPr="00CC64D4">
        <w:t xml:space="preserve"> do </w:t>
      </w:r>
      <w:r w:rsidR="00893208" w:rsidRPr="00543115">
        <w:rPr>
          <w:highlight w:val="yellow"/>
        </w:rPr>
        <w:t>______</w:t>
      </w:r>
      <w:r w:rsidR="00893208" w:rsidRPr="00CC64D4">
        <w:t>]</w:t>
      </w:r>
      <w:r w:rsidRPr="00CC64D4">
        <w:t>, neskončí-li předčasně za podmínek stanovených touto smlouvou;</w:t>
      </w:r>
    </w:p>
    <w:p w:rsidR="00987ED2" w:rsidRPr="007D3ECE" w:rsidRDefault="00737E8C" w:rsidP="006E4713">
      <w:pPr>
        <w:pStyle w:val="Nadpis5"/>
        <w:numPr>
          <w:ilvl w:val="0"/>
          <w:numId w:val="12"/>
        </w:numPr>
        <w:ind w:left="964" w:hanging="567"/>
      </w:pPr>
      <w:r w:rsidRPr="00737E8C">
        <w:rPr>
          <w:b/>
        </w:rPr>
        <w:t>„dodatečné opatření“</w:t>
      </w:r>
      <w:r w:rsidRPr="00737E8C">
        <w:t xml:space="preserve"> znamená jakékoliv opatření s výjimkou základních opatření s</w:t>
      </w:r>
      <w:r w:rsidRPr="007D3ECE">
        <w:t>pecifikovaných v příloze č. 2 této smlouvy a dělí se na:</w:t>
      </w:r>
    </w:p>
    <w:p w:rsidR="00987ED2" w:rsidRPr="007D3ECE" w:rsidRDefault="00737E8C" w:rsidP="005F264B">
      <w:pPr>
        <w:pStyle w:val="Bullet2"/>
        <w:tabs>
          <w:tab w:val="clear" w:pos="644"/>
        </w:tabs>
        <w:ind w:left="1248" w:hanging="284"/>
      </w:pPr>
      <w:r w:rsidRPr="007D3ECE">
        <w:t>„nápravné dodatečné opatření“ má význam uvedený v </w:t>
      </w:r>
      <w:r w:rsidR="00A517D2">
        <w:fldChar w:fldCharType="begin"/>
      </w:r>
      <w:r w:rsidR="00A517D2">
        <w:instrText xml:space="preserve"> REF _Ref330840372 \w \h  \* MERGEFORMAT </w:instrText>
      </w:r>
      <w:r w:rsidR="00A517D2">
        <w:fldChar w:fldCharType="separate"/>
      </w:r>
      <w:r w:rsidR="00701B27">
        <w:t>Článek 13.1</w:t>
      </w:r>
      <w:r w:rsidR="00A517D2">
        <w:fldChar w:fldCharType="end"/>
      </w:r>
      <w:r w:rsidRPr="007D3ECE">
        <w:t>;</w:t>
      </w:r>
    </w:p>
    <w:p w:rsidR="00FA287E" w:rsidRPr="007D3ECE" w:rsidRDefault="00737E8C" w:rsidP="005F264B">
      <w:pPr>
        <w:pStyle w:val="Bullet2"/>
        <w:tabs>
          <w:tab w:val="clear" w:pos="644"/>
        </w:tabs>
        <w:ind w:left="1248" w:hanging="284"/>
      </w:pPr>
      <w:r w:rsidRPr="007D3ECE">
        <w:t>„doporučené dodatečné opatření“ má význam uvedený v </w:t>
      </w:r>
      <w:r w:rsidR="00ED49BC">
        <w:fldChar w:fldCharType="begin"/>
      </w:r>
      <w:r w:rsidR="00ED49BC">
        <w:instrText xml:space="preserve"> REF _Ref482622968 \w \h </w:instrText>
      </w:r>
      <w:r w:rsidR="00ED49BC">
        <w:fldChar w:fldCharType="separate"/>
      </w:r>
      <w:r w:rsidR="00ED49BC">
        <w:t>Článek 13.4</w:t>
      </w:r>
      <w:r w:rsidR="00ED49BC">
        <w:fldChar w:fldCharType="end"/>
      </w:r>
      <w:r w:rsidRPr="007D3ECE">
        <w:t>;</w:t>
      </w:r>
    </w:p>
    <w:p w:rsidR="00A862CC" w:rsidRPr="00CC64D4" w:rsidRDefault="00347F25" w:rsidP="00A862CC">
      <w:pPr>
        <w:pStyle w:val="Nadpis5"/>
        <w:numPr>
          <w:ilvl w:val="0"/>
          <w:numId w:val="12"/>
        </w:numPr>
        <w:ind w:left="964" w:hanging="567"/>
      </w:pPr>
      <w:r w:rsidRPr="007D3ECE">
        <w:rPr>
          <w:b/>
        </w:rPr>
        <w:t>„</w:t>
      </w:r>
      <w:r w:rsidR="00F81353" w:rsidRPr="007D3ECE">
        <w:rPr>
          <w:b/>
        </w:rPr>
        <w:t>energie</w:t>
      </w:r>
      <w:r w:rsidR="00707801" w:rsidRPr="007D3ECE">
        <w:rPr>
          <w:b/>
        </w:rPr>
        <w:t>“</w:t>
      </w:r>
      <w:r w:rsidR="00A862CC" w:rsidRPr="007D3ECE">
        <w:rPr>
          <w:b/>
        </w:rPr>
        <w:t xml:space="preserve"> </w:t>
      </w:r>
      <w:r w:rsidR="00A862CC" w:rsidRPr="007D3ECE">
        <w:t>znamená všechny formy obchodně dostupn</w:t>
      </w:r>
      <w:r w:rsidR="00A862CC" w:rsidRPr="00CC64D4">
        <w:t>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CC64D4">
        <w:t>ořních lodních paliv) a biomasy;</w:t>
      </w:r>
    </w:p>
    <w:p w:rsidR="00F81353" w:rsidRPr="00CC64D4" w:rsidRDefault="00A36F1A" w:rsidP="007E4ACE">
      <w:pPr>
        <w:pStyle w:val="Nadpis5"/>
        <w:numPr>
          <w:ilvl w:val="0"/>
          <w:numId w:val="12"/>
        </w:numPr>
        <w:ind w:left="964" w:hanging="567"/>
      </w:pPr>
      <w:r w:rsidRPr="00CC64D4">
        <w:rPr>
          <w:b/>
        </w:rPr>
        <w:t>„</w:t>
      </w:r>
      <w:r w:rsidR="00F81353" w:rsidRPr="00CC64D4">
        <w:rPr>
          <w:b/>
        </w:rPr>
        <w:t>energetické služby</w:t>
      </w:r>
      <w:r w:rsidRPr="00CC64D4">
        <w:rPr>
          <w:b/>
        </w:rPr>
        <w:t>“</w:t>
      </w:r>
      <w:r w:rsidR="00F81353" w:rsidRPr="00CC64D4">
        <w:t xml:space="preserve"> </w:t>
      </w:r>
      <w:r w:rsidR="00707801" w:rsidRPr="00CC64D4">
        <w:t xml:space="preserve">znamenají </w:t>
      </w:r>
      <w:r w:rsidR="00F81353" w:rsidRPr="00CC64D4">
        <w:t>v</w:t>
      </w:r>
      <w:r w:rsidR="00707801" w:rsidRPr="00CC64D4">
        <w:t>e</w:t>
      </w:r>
      <w:r w:rsidR="00F81353" w:rsidRPr="00CC64D4">
        <w:t>š</w:t>
      </w:r>
      <w:r w:rsidR="00707801" w:rsidRPr="00CC64D4">
        <w:t xml:space="preserve">keré </w:t>
      </w:r>
      <w:r w:rsidR="00F81353" w:rsidRPr="00CC64D4">
        <w:t>činnosti prováděné</w:t>
      </w:r>
      <w:r w:rsidR="00707801" w:rsidRPr="00CC64D4">
        <w:t xml:space="preserve"> ze strany</w:t>
      </w:r>
      <w:r w:rsidR="00F81353" w:rsidRPr="00CC64D4">
        <w:t xml:space="preserve"> ESCO</w:t>
      </w:r>
      <w:r w:rsidR="00116B87" w:rsidRPr="00CC64D4">
        <w:t xml:space="preserve"> pro Klienta podle této smlouvy;</w:t>
      </w:r>
    </w:p>
    <w:p w:rsidR="00F81353" w:rsidRPr="00CC64D4" w:rsidRDefault="00A36F1A" w:rsidP="007E4ACE">
      <w:pPr>
        <w:pStyle w:val="Nadpis5"/>
        <w:numPr>
          <w:ilvl w:val="0"/>
          <w:numId w:val="12"/>
        </w:numPr>
        <w:ind w:left="964" w:hanging="567"/>
      </w:pPr>
      <w:r w:rsidRPr="00CC64D4">
        <w:rPr>
          <w:b/>
        </w:rPr>
        <w:t>„</w:t>
      </w:r>
      <w:r w:rsidR="00F81353" w:rsidRPr="00CC64D4">
        <w:rPr>
          <w:b/>
        </w:rPr>
        <w:t>energetický management</w:t>
      </w:r>
      <w:r w:rsidRPr="00CC64D4">
        <w:rPr>
          <w:b/>
        </w:rPr>
        <w:t>“</w:t>
      </w:r>
      <w:r w:rsidR="00F81353" w:rsidRPr="00CC64D4">
        <w:t xml:space="preserve"> </w:t>
      </w:r>
      <w:r w:rsidR="00E5360F" w:rsidRPr="00CC64D4">
        <w:t xml:space="preserve">znamená </w:t>
      </w:r>
      <w:r w:rsidR="00F81353" w:rsidRPr="00CC64D4">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CC64D4">
        <w:t xml:space="preserve">a provozních </w:t>
      </w:r>
      <w:r w:rsidR="00F81353" w:rsidRPr="00CC64D4">
        <w:t>nákladů. Zahrnuje i doporučování dalších možností, ja</w:t>
      </w:r>
      <w:r w:rsidR="00116B87" w:rsidRPr="00CC64D4">
        <w:t>k zlepšit hospodaření s</w:t>
      </w:r>
      <w:r w:rsidR="00CD0483" w:rsidRPr="00CC64D4">
        <w:t> </w:t>
      </w:r>
      <w:r w:rsidR="00116B87" w:rsidRPr="00CC64D4">
        <w:t>energií</w:t>
      </w:r>
      <w:r w:rsidR="00CD0483" w:rsidRPr="00CC64D4">
        <w:t>. Energetický management je nedílnou součástí služeb poskytovaných ESCO v rámci této smlouvy</w:t>
      </w:r>
      <w:r w:rsidR="00755688" w:rsidRPr="00CC64D4">
        <w:t xml:space="preserve"> a je popsán v</w:t>
      </w:r>
      <w:r w:rsidR="005F264B" w:rsidRPr="00CC64D4">
        <w:t> příloze </w:t>
      </w:r>
      <w:r w:rsidR="00755688" w:rsidRPr="00CC64D4">
        <w:t>č.</w:t>
      </w:r>
      <w:r w:rsidR="005F264B" w:rsidRPr="00CC64D4">
        <w:t> </w:t>
      </w:r>
      <w:r w:rsidR="00755688" w:rsidRPr="00CC64D4">
        <w:t>7</w:t>
      </w:r>
      <w:r w:rsidR="00116B87" w:rsidRPr="00CC64D4">
        <w:t>;</w:t>
      </w:r>
    </w:p>
    <w:p w:rsidR="00CD0483" w:rsidRPr="00CC64D4" w:rsidRDefault="00432A55" w:rsidP="007E4ACE">
      <w:pPr>
        <w:pStyle w:val="Nadpis5"/>
        <w:numPr>
          <w:ilvl w:val="0"/>
          <w:numId w:val="12"/>
        </w:numPr>
        <w:ind w:left="964" w:hanging="567"/>
      </w:pPr>
      <w:r w:rsidRPr="00CC64D4">
        <w:rPr>
          <w:b/>
        </w:rPr>
        <w:t>„</w:t>
      </w:r>
      <w:r w:rsidR="00F81353" w:rsidRPr="00CC64D4">
        <w:rPr>
          <w:b/>
        </w:rPr>
        <w:t>energetický systém</w:t>
      </w:r>
      <w:r w:rsidRPr="00CC64D4">
        <w:rPr>
          <w:b/>
        </w:rPr>
        <w:t>“</w:t>
      </w:r>
      <w:r w:rsidR="00F81353" w:rsidRPr="00CC64D4">
        <w:t xml:space="preserve"> </w:t>
      </w:r>
      <w:r w:rsidRPr="00CC64D4">
        <w:t>znamená soustavu</w:t>
      </w:r>
      <w:r w:rsidR="00F81353" w:rsidRPr="00CC64D4">
        <w:t xml:space="preserve"> technických a jiných zařízení sloužící</w:t>
      </w:r>
      <w:r w:rsidRPr="00CC64D4">
        <w:t>ch</w:t>
      </w:r>
      <w:r w:rsidR="00F81353" w:rsidRPr="00CC64D4">
        <w:t xml:space="preserve"> k v</w:t>
      </w:r>
      <w:r w:rsidR="00052044" w:rsidRPr="00CC64D4">
        <w:t>ýrobě, rozvodu a užití energie v objektech</w:t>
      </w:r>
      <w:r w:rsidR="00116B87" w:rsidRPr="00CC64D4">
        <w:t xml:space="preserve"> Klienta;</w:t>
      </w:r>
    </w:p>
    <w:p w:rsidR="00CD0483" w:rsidRPr="000C7A5B" w:rsidRDefault="0050511C" w:rsidP="007E4ACE">
      <w:pPr>
        <w:pStyle w:val="Nadpis5"/>
        <w:numPr>
          <w:ilvl w:val="0"/>
          <w:numId w:val="12"/>
        </w:numPr>
        <w:ind w:left="964" w:hanging="567"/>
        <w:rPr>
          <w:color w:val="000000" w:themeColor="text1"/>
        </w:rPr>
      </w:pPr>
      <w:r w:rsidRPr="00CC64D4">
        <w:rPr>
          <w:b/>
        </w:rPr>
        <w:t>„</w:t>
      </w:r>
      <w:r w:rsidR="00CD0483" w:rsidRPr="00CC64D4">
        <w:rPr>
          <w:b/>
        </w:rPr>
        <w:t>ESCO</w:t>
      </w:r>
      <w:r w:rsidR="00755688" w:rsidRPr="00CC64D4">
        <w:rPr>
          <w:b/>
        </w:rPr>
        <w:t xml:space="preserve"> (</w:t>
      </w:r>
      <w:r w:rsidR="005F264B" w:rsidRPr="00CC64D4">
        <w:rPr>
          <w:b/>
        </w:rPr>
        <w:t>Energy Service Company</w:t>
      </w:r>
      <w:r w:rsidR="00755688" w:rsidRPr="00CC64D4">
        <w:rPr>
          <w:b/>
        </w:rPr>
        <w:t>)</w:t>
      </w:r>
      <w:r w:rsidRPr="00CC64D4">
        <w:rPr>
          <w:b/>
        </w:rPr>
        <w:t>“</w:t>
      </w:r>
      <w:r w:rsidR="00727F2B" w:rsidRPr="00CC64D4">
        <w:t xml:space="preserve"> znamená </w:t>
      </w:r>
      <w:r w:rsidR="00737E8C" w:rsidRPr="00737E8C">
        <w:rPr>
          <w:color w:val="000000" w:themeColor="text1"/>
        </w:rPr>
        <w:t xml:space="preserve">poskytovatel energetických služeb dle § 2 </w:t>
      </w:r>
      <w:r w:rsidR="00ED2DFE">
        <w:rPr>
          <w:color w:val="000000" w:themeColor="text1"/>
        </w:rPr>
        <w:t xml:space="preserve">odst. 2 </w:t>
      </w:r>
      <w:r w:rsidR="00737E8C" w:rsidRPr="00737E8C">
        <w:rPr>
          <w:color w:val="000000" w:themeColor="text1"/>
        </w:rPr>
        <w:t>písm. (p) ve spojení s §10e zákona o hospodaření energií a subjekt specifikovaný v záhlaví této smlouvy, který poskytuje energetické služby se zaručeným výsledkem dle této smlouvy;</w:t>
      </w:r>
    </w:p>
    <w:p w:rsidR="000064FB" w:rsidRPr="000C7A5B" w:rsidRDefault="00737E8C" w:rsidP="007E4ACE">
      <w:pPr>
        <w:pStyle w:val="Nadpis5"/>
        <w:numPr>
          <w:ilvl w:val="0"/>
          <w:numId w:val="12"/>
        </w:numPr>
        <w:ind w:left="964" w:hanging="567"/>
        <w:rPr>
          <w:color w:val="000000" w:themeColor="text1"/>
        </w:rPr>
      </w:pPr>
      <w:r w:rsidRPr="00737E8C">
        <w:rPr>
          <w:b/>
          <w:color w:val="000000" w:themeColor="text1"/>
        </w:rPr>
        <w:t>„garantovaná úspora“</w:t>
      </w:r>
      <w:r w:rsidRPr="00737E8C">
        <w:rPr>
          <w:color w:val="000000" w:themeColor="text1"/>
        </w:rPr>
        <w:t xml:space="preserve"> nebo </w:t>
      </w:r>
      <w:r w:rsidRPr="00737E8C">
        <w:rPr>
          <w:b/>
          <w:color w:val="000000" w:themeColor="text1"/>
        </w:rPr>
        <w:t>„garance“</w:t>
      </w:r>
      <w:r w:rsidRPr="00737E8C">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rsidR="00674ECB" w:rsidRPr="000C7A5B" w:rsidRDefault="00737E8C" w:rsidP="007E4ACE">
      <w:pPr>
        <w:pStyle w:val="Nadpis5"/>
        <w:numPr>
          <w:ilvl w:val="0"/>
          <w:numId w:val="12"/>
        </w:numPr>
        <w:ind w:left="964" w:hanging="567"/>
        <w:rPr>
          <w:color w:val="000000" w:themeColor="text1"/>
        </w:rPr>
      </w:pPr>
      <w:r w:rsidRPr="00737E8C">
        <w:rPr>
          <w:b/>
          <w:color w:val="000000" w:themeColor="text1"/>
        </w:rPr>
        <w:t xml:space="preserve">„harmonogram realizace projektu“ </w:t>
      </w:r>
      <w:r w:rsidRPr="00737E8C">
        <w:rPr>
          <w:color w:val="000000" w:themeColor="text1"/>
        </w:rPr>
        <w:t>znamená harmonogram realizace projektu specifikovaný v příloze č. 4;</w:t>
      </w:r>
    </w:p>
    <w:p w:rsidR="00D95B84" w:rsidRPr="00395E5D" w:rsidRDefault="00737E8C" w:rsidP="00D95B84">
      <w:pPr>
        <w:pStyle w:val="Nadpis5"/>
        <w:numPr>
          <w:ilvl w:val="0"/>
          <w:numId w:val="12"/>
        </w:numPr>
        <w:ind w:left="964" w:hanging="567"/>
      </w:pPr>
      <w:r w:rsidRPr="00395E5D">
        <w:rPr>
          <w:b/>
        </w:rPr>
        <w:t xml:space="preserve">„harmonogram realizace základních opatření“ </w:t>
      </w:r>
      <w:r w:rsidRPr="00395E5D">
        <w:t>má význam uvedený v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Pr="00395E5D">
        <w:t xml:space="preserve"> písm. </w:t>
      </w:r>
      <w:r w:rsidR="00A517D2">
        <w:fldChar w:fldCharType="begin"/>
      </w:r>
      <w:r w:rsidR="00A517D2">
        <w:instrText xml:space="preserve"> REF _Ref152047542 \w \h  \* MERGEFORMAT </w:instrText>
      </w:r>
      <w:r w:rsidR="00A517D2">
        <w:fldChar w:fldCharType="separate"/>
      </w:r>
      <w:r w:rsidR="00701B27">
        <w:t>b)</w:t>
      </w:r>
      <w:r w:rsidR="00A517D2">
        <w:fldChar w:fldCharType="end"/>
      </w:r>
      <w:r w:rsidRPr="00395E5D">
        <w:t>;</w:t>
      </w:r>
    </w:p>
    <w:p w:rsidR="005F264B" w:rsidRPr="000C7A5B" w:rsidRDefault="00737E8C" w:rsidP="005F264B">
      <w:pPr>
        <w:pStyle w:val="Nadpis5"/>
        <w:numPr>
          <w:ilvl w:val="0"/>
          <w:numId w:val="12"/>
        </w:numPr>
        <w:ind w:left="964" w:hanging="567"/>
        <w:rPr>
          <w:color w:val="000000" w:themeColor="text1"/>
        </w:rPr>
      </w:pPr>
      <w:r w:rsidRPr="00737E8C">
        <w:rPr>
          <w:b/>
          <w:color w:val="000000" w:themeColor="text1"/>
        </w:rPr>
        <w:t>„investiční opatření“</w:t>
      </w:r>
      <w:r w:rsidRPr="00737E8C">
        <w:rPr>
          <w:color w:val="000000" w:themeColor="text1"/>
        </w:rPr>
        <w:t xml:space="preserve"> znamená opatření stavebně konstrukční povahy nebo opatření vedoucí ke změně nebo instalaci nové technologie. Základní investiční opatření jsou specifikována v příloze č. 2;</w:t>
      </w:r>
    </w:p>
    <w:p w:rsidR="00587049" w:rsidRPr="000C7A5B" w:rsidRDefault="00737E8C" w:rsidP="005F264B">
      <w:pPr>
        <w:pStyle w:val="Nadpis5"/>
        <w:numPr>
          <w:ilvl w:val="0"/>
          <w:numId w:val="12"/>
        </w:numPr>
        <w:ind w:left="964" w:hanging="567"/>
        <w:rPr>
          <w:rFonts w:cs="Arial"/>
          <w:bCs w:val="0"/>
          <w:color w:val="000000" w:themeColor="text1"/>
          <w:szCs w:val="22"/>
        </w:rPr>
      </w:pPr>
      <w:r w:rsidRPr="00737E8C">
        <w:rPr>
          <w:b/>
          <w:color w:val="000000" w:themeColor="text1"/>
        </w:rPr>
        <w:t>„IPMVP“ (International Performance Measurement and Verification Protocol)</w:t>
      </w:r>
      <w:r w:rsidRPr="00737E8C">
        <w:rPr>
          <w:color w:val="000000" w:themeColor="text1"/>
        </w:rPr>
        <w:t xml:space="preserve"> znamená </w:t>
      </w:r>
      <w:r w:rsidRPr="00737E8C">
        <w:rPr>
          <w:rFonts w:cs="Arial"/>
          <w:bCs w:val="0"/>
          <w:color w:val="000000" w:themeColor="text1"/>
          <w:szCs w:val="22"/>
        </w:rPr>
        <w:t>Mezinárodní protokol o m</w:t>
      </w:r>
      <w:r w:rsidRPr="00737E8C">
        <w:rPr>
          <w:rFonts w:ascii="Arial,Bold" w:hAnsi="Arial,Bold" w:cs="Arial,Bold"/>
          <w:bCs w:val="0"/>
          <w:color w:val="000000" w:themeColor="text1"/>
          <w:szCs w:val="22"/>
        </w:rPr>
        <w:t>ěř</w:t>
      </w:r>
      <w:r w:rsidRPr="00737E8C">
        <w:rPr>
          <w:rFonts w:cs="Arial"/>
          <w:bCs w:val="0"/>
          <w:color w:val="000000" w:themeColor="text1"/>
          <w:szCs w:val="22"/>
        </w:rPr>
        <w:t xml:space="preserve">ení a verifikaci, vyhodnocování dosažených úspor; </w:t>
      </w:r>
    </w:p>
    <w:p w:rsidR="00A862CC" w:rsidRPr="00CC64D4" w:rsidRDefault="00737E8C" w:rsidP="007E4ACE">
      <w:pPr>
        <w:pStyle w:val="Nadpis5"/>
        <w:numPr>
          <w:ilvl w:val="0"/>
          <w:numId w:val="12"/>
        </w:numPr>
        <w:ind w:left="964" w:hanging="567"/>
      </w:pPr>
      <w:r w:rsidRPr="00737E8C">
        <w:rPr>
          <w:b/>
          <w:color w:val="000000" w:themeColor="text1"/>
        </w:rPr>
        <w:t>„Klient“</w:t>
      </w:r>
      <w:r w:rsidRPr="00737E8C">
        <w:rPr>
          <w:color w:val="000000" w:themeColor="text1"/>
        </w:rPr>
        <w:t xml:space="preserve"> znamená příjemce energetických služeb dle § 2 </w:t>
      </w:r>
      <w:r w:rsidR="00BE0DFB">
        <w:rPr>
          <w:color w:val="000000" w:themeColor="text1"/>
        </w:rPr>
        <w:t xml:space="preserve">odst. 2 </w:t>
      </w:r>
      <w:r w:rsidRPr="00737E8C">
        <w:rPr>
          <w:color w:val="000000" w:themeColor="text1"/>
        </w:rPr>
        <w:t>písm. (p) ve spojení s §10e zákona o hospodaření energií a subje</w:t>
      </w:r>
      <w:r w:rsidR="00C143A7" w:rsidRPr="00CC64D4">
        <w:t>kt, specifikovaný v záhlaví této smlouvy, který je příjemcem energetick</w:t>
      </w:r>
      <w:r w:rsidR="007A4301" w:rsidRPr="00CC64D4">
        <w:t>ých</w:t>
      </w:r>
      <w:r w:rsidR="00C143A7" w:rsidRPr="00CC64D4">
        <w:t xml:space="preserve"> služ</w:t>
      </w:r>
      <w:r w:rsidR="007A4301" w:rsidRPr="00CC64D4">
        <w:t>e</w:t>
      </w:r>
      <w:r w:rsidR="00C143A7" w:rsidRPr="00CC64D4">
        <w:t xml:space="preserve">b se zaručeným výsledkem dle této smlouvy, </w:t>
      </w:r>
    </w:p>
    <w:p w:rsidR="009D6418" w:rsidRPr="00CC64D4" w:rsidRDefault="009D6418" w:rsidP="007E4ACE">
      <w:pPr>
        <w:pStyle w:val="Nadpis5"/>
        <w:numPr>
          <w:ilvl w:val="0"/>
          <w:numId w:val="12"/>
        </w:numPr>
        <w:ind w:left="964" w:hanging="567"/>
      </w:pPr>
      <w:r w:rsidRPr="00CC64D4">
        <w:t>„</w:t>
      </w:r>
      <w:r w:rsidR="005357E1" w:rsidRPr="00CC64D4">
        <w:rPr>
          <w:b/>
        </w:rPr>
        <w:t>občanský zákoník</w:t>
      </w:r>
      <w:r w:rsidRPr="00CC64D4">
        <w:t>“ znamená zákon č. 89/2012 Sb., ve znění pozdějších předpisů;</w:t>
      </w:r>
    </w:p>
    <w:p w:rsidR="0024427C" w:rsidRPr="00CC64D4" w:rsidRDefault="0024427C" w:rsidP="007E4ACE">
      <w:pPr>
        <w:pStyle w:val="Nadpis5"/>
        <w:numPr>
          <w:ilvl w:val="0"/>
          <w:numId w:val="12"/>
        </w:numPr>
        <w:ind w:left="964" w:hanging="567"/>
      </w:pPr>
      <w:r w:rsidRPr="00CC64D4">
        <w:rPr>
          <w:b/>
        </w:rPr>
        <w:t xml:space="preserve">„období </w:t>
      </w:r>
      <w:r w:rsidR="00C12D35">
        <w:rPr>
          <w:b/>
        </w:rPr>
        <w:t xml:space="preserve">provádění základních </w:t>
      </w:r>
      <w:r w:rsidR="00116156">
        <w:rPr>
          <w:b/>
        </w:rPr>
        <w:t>opatření</w:t>
      </w:r>
      <w:r w:rsidRPr="00CC64D4">
        <w:rPr>
          <w:b/>
        </w:rPr>
        <w:t>“</w:t>
      </w:r>
      <w:r w:rsidRPr="00CC64D4">
        <w:t xml:space="preserve"> znamená období ode dne předání </w:t>
      </w:r>
      <w:r w:rsidR="009A26E7" w:rsidRPr="00CC64D4">
        <w:t xml:space="preserve">prvního </w:t>
      </w:r>
      <w:r w:rsidRPr="00CC64D4">
        <w:t>staveniště v prvním objektu Klientem ESCO a končí předáním posledního z předmětů základních investičních opatření po jejich řádném ukončení ze strany ESCO Klientovi (nestanoví-li smlouva jinak);</w:t>
      </w:r>
    </w:p>
    <w:p w:rsidR="00E02E00" w:rsidRPr="00CC64D4" w:rsidRDefault="00E02E00" w:rsidP="007E4ACE">
      <w:pPr>
        <w:pStyle w:val="Nadpis5"/>
        <w:numPr>
          <w:ilvl w:val="0"/>
          <w:numId w:val="12"/>
        </w:numPr>
        <w:ind w:left="964" w:hanging="567"/>
      </w:pPr>
      <w:r w:rsidRPr="00CC64D4">
        <w:rPr>
          <w:b/>
        </w:rPr>
        <w:t xml:space="preserve">„obchodní tajemství ESCO“ </w:t>
      </w:r>
      <w:r w:rsidRPr="00CC64D4">
        <w:t>má v</w:t>
      </w:r>
      <w:r w:rsidR="00C67A54" w:rsidRPr="00CC64D4">
        <w:t>ýznam uvedený v </w:t>
      </w:r>
      <w:r w:rsidR="00A517D2">
        <w:fldChar w:fldCharType="begin"/>
      </w:r>
      <w:r w:rsidR="00A517D2">
        <w:instrText xml:space="preserve"> REF _Ref330840494 \w \h  \* MERGEFORMAT </w:instrText>
      </w:r>
      <w:r w:rsidR="00A517D2">
        <w:fldChar w:fldCharType="separate"/>
      </w:r>
      <w:r w:rsidR="00701B27">
        <w:t>Článek 28.3</w:t>
      </w:r>
      <w:r w:rsidR="00A517D2">
        <w:fldChar w:fldCharType="end"/>
      </w:r>
      <w:r w:rsidR="00C67A54" w:rsidRPr="00CC64D4">
        <w:t>;</w:t>
      </w:r>
    </w:p>
    <w:p w:rsidR="007128AA" w:rsidRPr="00CC64D4" w:rsidRDefault="007128AA" w:rsidP="007E4ACE">
      <w:pPr>
        <w:pStyle w:val="Nadpis5"/>
        <w:numPr>
          <w:ilvl w:val="0"/>
          <w:numId w:val="12"/>
        </w:numPr>
        <w:ind w:left="964" w:hanging="567"/>
      </w:pPr>
      <w:r w:rsidRPr="00CC64D4">
        <w:rPr>
          <w:b/>
        </w:rPr>
        <w:t>„objekt“</w:t>
      </w:r>
      <w:r w:rsidRPr="00CC64D4">
        <w:t xml:space="preserve"> znamená budovu, část budovy, místnost, anebo jiný prostor, který je jednotlivě specifikován v příloze č.</w:t>
      </w:r>
      <w:r w:rsidR="00132FD0" w:rsidRPr="00CC64D4">
        <w:t> </w:t>
      </w:r>
      <w:r w:rsidRPr="00CC64D4">
        <w:t>1</w:t>
      </w:r>
      <w:r w:rsidR="00EE28BE" w:rsidRPr="00CC64D4">
        <w:t xml:space="preserve"> této smlouvy</w:t>
      </w:r>
      <w:r w:rsidRPr="00CC64D4">
        <w:t>;</w:t>
      </w:r>
    </w:p>
    <w:p w:rsidR="00F81353" w:rsidRPr="00CC64D4" w:rsidRDefault="00DD0033" w:rsidP="007E4ACE">
      <w:pPr>
        <w:pStyle w:val="Nadpis5"/>
        <w:numPr>
          <w:ilvl w:val="0"/>
          <w:numId w:val="12"/>
        </w:numPr>
        <w:ind w:left="964" w:hanging="567"/>
      </w:pPr>
      <w:r w:rsidRPr="00CC64D4">
        <w:rPr>
          <w:b/>
        </w:rPr>
        <w:t>„</w:t>
      </w:r>
      <w:r w:rsidR="00F81353" w:rsidRPr="00CC64D4">
        <w:rPr>
          <w:b/>
        </w:rPr>
        <w:t>opatření</w:t>
      </w:r>
      <w:r w:rsidRPr="00CC64D4">
        <w:rPr>
          <w:b/>
        </w:rPr>
        <w:t>“</w:t>
      </w:r>
      <w:r w:rsidR="00F81353" w:rsidRPr="00CC64D4">
        <w:t xml:space="preserve"> </w:t>
      </w:r>
      <w:r w:rsidR="00466AED" w:rsidRPr="00CC64D4">
        <w:t xml:space="preserve">znamená </w:t>
      </w:r>
      <w:r w:rsidR="003B0494" w:rsidRPr="00CC64D4">
        <w:t>takový postup prací nebo změna technologie</w:t>
      </w:r>
      <w:r w:rsidR="00F81353" w:rsidRPr="00CC64D4">
        <w:t xml:space="preserve">, které vede jednotlivě </w:t>
      </w:r>
      <w:r w:rsidR="00466AED" w:rsidRPr="00CC64D4">
        <w:t>a/</w:t>
      </w:r>
      <w:r w:rsidR="00F81353" w:rsidRPr="00CC64D4">
        <w:t>nebo společně s jinými opatřeními ke zvýšení energetické účinnosti a</w:t>
      </w:r>
      <w:r w:rsidR="00466AED" w:rsidRPr="00CC64D4">
        <w:t xml:space="preserve"> ke snížení provozních nákladů </w:t>
      </w:r>
      <w:r w:rsidR="000F6EA8" w:rsidRPr="00CC64D4">
        <w:t xml:space="preserve">a </w:t>
      </w:r>
      <w:r w:rsidR="00F81353" w:rsidRPr="00CC64D4">
        <w:t>vede u Klienta  </w:t>
      </w:r>
      <w:r w:rsidR="00476FBA" w:rsidRPr="00CC64D4">
        <w:t>zejména</w:t>
      </w:r>
      <w:r w:rsidR="00FE5F2B" w:rsidRPr="00CC64D4">
        <w:t xml:space="preserve"> k</w:t>
      </w:r>
      <w:r w:rsidR="00476FBA" w:rsidRPr="00CC64D4">
        <w:t xml:space="preserve"> </w:t>
      </w:r>
      <w:r w:rsidR="00F81353" w:rsidRPr="00CC64D4">
        <w:t xml:space="preserve">těmto </w:t>
      </w:r>
      <w:r w:rsidR="00466AED" w:rsidRPr="00CC64D4">
        <w:t xml:space="preserve">následujícím </w:t>
      </w:r>
      <w:r w:rsidR="00F81353" w:rsidRPr="00CC64D4">
        <w:t xml:space="preserve">změnám: </w:t>
      </w:r>
    </w:p>
    <w:p w:rsidR="00F81353" w:rsidRPr="00CC64D4" w:rsidRDefault="00F81353" w:rsidP="00AA3612">
      <w:pPr>
        <w:pStyle w:val="Bullet2"/>
        <w:ind w:left="1248" w:hanging="284"/>
      </w:pPr>
      <w:r w:rsidRPr="00CC64D4">
        <w:t xml:space="preserve">stavebně konstrukčním změnám, </w:t>
      </w:r>
    </w:p>
    <w:p w:rsidR="00F81353" w:rsidRPr="00CC64D4" w:rsidRDefault="00F81353" w:rsidP="00AA3612">
      <w:pPr>
        <w:pStyle w:val="Bullet2"/>
        <w:ind w:left="1248" w:hanging="284"/>
      </w:pPr>
      <w:r w:rsidRPr="00CC64D4">
        <w:t>změnám technologie,</w:t>
      </w:r>
    </w:p>
    <w:p w:rsidR="00F81353" w:rsidRPr="00CC64D4" w:rsidRDefault="00F81353" w:rsidP="00AA3612">
      <w:pPr>
        <w:pStyle w:val="Bullet2"/>
        <w:ind w:left="1248" w:hanging="284"/>
      </w:pPr>
      <w:r w:rsidRPr="00CC64D4">
        <w:t>ekonomickým změnám, nebo</w:t>
      </w:r>
    </w:p>
    <w:p w:rsidR="00F81353" w:rsidRPr="00CC64D4" w:rsidRDefault="00F81353" w:rsidP="00AA3612">
      <w:pPr>
        <w:pStyle w:val="Bullet2"/>
        <w:ind w:left="1248" w:hanging="284"/>
      </w:pPr>
      <w:r w:rsidRPr="00CC64D4">
        <w:t>změnám v lidském chování.</w:t>
      </w:r>
    </w:p>
    <w:p w:rsidR="008C2631" w:rsidRPr="00CC64D4" w:rsidRDefault="00C971AA" w:rsidP="006E4713">
      <w:pPr>
        <w:ind w:left="964"/>
      </w:pPr>
      <w:r w:rsidRPr="00CC64D4">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rsidR="005A7B17" w:rsidRPr="00CC64D4" w:rsidRDefault="008C2631" w:rsidP="007E4ACE">
      <w:pPr>
        <w:pStyle w:val="Nadpis5"/>
        <w:numPr>
          <w:ilvl w:val="0"/>
          <w:numId w:val="12"/>
        </w:numPr>
        <w:ind w:left="964" w:hanging="567"/>
      </w:pPr>
      <w:r w:rsidRPr="00CC64D4">
        <w:rPr>
          <w:b/>
        </w:rPr>
        <w:t xml:space="preserve">„oprávněné osoby“ </w:t>
      </w:r>
      <w:r w:rsidRPr="00CC64D4">
        <w:t>má v</w:t>
      </w:r>
      <w:r w:rsidR="008E1E07" w:rsidRPr="00CC64D4">
        <w:t>ýznam uvedený v </w:t>
      </w:r>
      <w:r w:rsidR="00A517D2">
        <w:fldChar w:fldCharType="begin"/>
      </w:r>
      <w:r w:rsidR="00A517D2">
        <w:instrText xml:space="preserve"> REF _Ref330840514 \w \h  \* MERGEFORMAT </w:instrText>
      </w:r>
      <w:r w:rsidR="00A517D2">
        <w:fldChar w:fldCharType="separate"/>
      </w:r>
      <w:r w:rsidR="00701B27">
        <w:t>Článek 30.1</w:t>
      </w:r>
      <w:r w:rsidR="00A517D2">
        <w:fldChar w:fldCharType="end"/>
      </w:r>
      <w:r w:rsidR="008E1E07" w:rsidRPr="00CC64D4">
        <w:t>;</w:t>
      </w:r>
    </w:p>
    <w:p w:rsidR="00EB7157" w:rsidRPr="00CC64D4" w:rsidRDefault="00EB7157" w:rsidP="007E4ACE">
      <w:pPr>
        <w:pStyle w:val="Nadpis5"/>
        <w:numPr>
          <w:ilvl w:val="0"/>
          <w:numId w:val="12"/>
        </w:numPr>
        <w:ind w:left="964" w:hanging="567"/>
      </w:pPr>
      <w:r w:rsidRPr="00CC64D4">
        <w:rPr>
          <w:b/>
        </w:rPr>
        <w:t>„projekt“</w:t>
      </w:r>
      <w:r w:rsidR="009C59EA" w:rsidRPr="00CC64D4">
        <w:t xml:space="preserve"> má význam uvedený v</w:t>
      </w:r>
      <w:r w:rsidR="00A64735" w:rsidRPr="00CC64D4">
        <w:t> </w:t>
      </w:r>
      <w:r w:rsidR="00A517D2">
        <w:fldChar w:fldCharType="begin"/>
      </w:r>
      <w:r w:rsidR="00A517D2">
        <w:instrText xml:space="preserve"> REF _Ref337650906 \w \h  \* MERGEFORMAT </w:instrText>
      </w:r>
      <w:r w:rsidR="00A517D2">
        <w:fldChar w:fldCharType="separate"/>
      </w:r>
      <w:r w:rsidR="00701B27">
        <w:t>Článek 3.1</w:t>
      </w:r>
      <w:r w:rsidR="00A517D2">
        <w:fldChar w:fldCharType="end"/>
      </w:r>
      <w:r w:rsidR="00A64735" w:rsidRPr="00CC64D4">
        <w:t>;</w:t>
      </w:r>
    </w:p>
    <w:p w:rsidR="008C2631" w:rsidRPr="00F76AC2" w:rsidRDefault="008C2631" w:rsidP="007E4ACE">
      <w:pPr>
        <w:pStyle w:val="Nadpis5"/>
        <w:numPr>
          <w:ilvl w:val="0"/>
          <w:numId w:val="12"/>
        </w:numPr>
        <w:ind w:left="964" w:hanging="567"/>
        <w:rPr>
          <w:color w:val="000000" w:themeColor="text1"/>
        </w:rPr>
      </w:pPr>
      <w:r w:rsidRPr="000D54E1">
        <w:rPr>
          <w:b/>
          <w:color w:val="1F497D" w:themeColor="text2"/>
        </w:rPr>
        <w:t>„</w:t>
      </w:r>
      <w:r w:rsidR="00737E8C" w:rsidRPr="00F76AC2">
        <w:rPr>
          <w:b/>
          <w:color w:val="000000" w:themeColor="text1"/>
        </w:rPr>
        <w:t>prosté opatření“</w:t>
      </w:r>
      <w:r w:rsidR="00737E8C" w:rsidRPr="00F76AC2">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rsidR="0044777B" w:rsidRPr="00F76AC2" w:rsidRDefault="0044777B" w:rsidP="007E4ACE">
      <w:pPr>
        <w:pStyle w:val="Nadpis5"/>
        <w:numPr>
          <w:ilvl w:val="0"/>
          <w:numId w:val="12"/>
        </w:numPr>
        <w:ind w:left="964" w:hanging="567"/>
        <w:rPr>
          <w:color w:val="000000" w:themeColor="text1"/>
        </w:rPr>
      </w:pPr>
      <w:r w:rsidRPr="00F76AC2">
        <w:rPr>
          <w:b/>
          <w:color w:val="000000" w:themeColor="text1"/>
        </w:rPr>
        <w:t xml:space="preserve">„prostředník“ </w:t>
      </w:r>
      <w:r w:rsidRPr="00F76AC2">
        <w:rPr>
          <w:color w:val="000000" w:themeColor="text1"/>
        </w:rPr>
        <w:t xml:space="preserve">má význam </w:t>
      </w:r>
      <w:r w:rsidR="00BF28D1" w:rsidRPr="00F76AC2">
        <w:rPr>
          <w:color w:val="000000" w:themeColor="text1"/>
        </w:rPr>
        <w:t xml:space="preserve">uvedený v </w:t>
      </w:r>
      <w:r w:rsidR="00A517D2" w:rsidRPr="00F76AC2">
        <w:rPr>
          <w:color w:val="000000" w:themeColor="text1"/>
        </w:rPr>
        <w:fldChar w:fldCharType="begin"/>
      </w:r>
      <w:r w:rsidR="00A517D2" w:rsidRPr="00F76AC2">
        <w:rPr>
          <w:color w:val="000000" w:themeColor="text1"/>
        </w:rPr>
        <w:instrText xml:space="preserve"> REF _Ref152651880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39.2</w:t>
      </w:r>
      <w:r w:rsidR="00A517D2" w:rsidRPr="00F76AC2">
        <w:rPr>
          <w:color w:val="000000" w:themeColor="text1"/>
        </w:rPr>
        <w:fldChar w:fldCharType="end"/>
      </w:r>
      <w:r w:rsidR="006E71A1" w:rsidRPr="00F76AC2">
        <w:rPr>
          <w:color w:val="000000" w:themeColor="text1"/>
        </w:rPr>
        <w:t>;</w:t>
      </w:r>
    </w:p>
    <w:p w:rsidR="00F81353" w:rsidRPr="00CC64D4" w:rsidRDefault="00F720B5" w:rsidP="007E4ACE">
      <w:pPr>
        <w:pStyle w:val="Nadpis5"/>
        <w:numPr>
          <w:ilvl w:val="0"/>
          <w:numId w:val="12"/>
        </w:numPr>
        <w:ind w:left="964" w:hanging="567"/>
      </w:pPr>
      <w:r w:rsidRPr="00F76AC2">
        <w:rPr>
          <w:b/>
          <w:color w:val="000000" w:themeColor="text1"/>
        </w:rPr>
        <w:t>„</w:t>
      </w:r>
      <w:r w:rsidR="00F81353" w:rsidRPr="00F76AC2">
        <w:rPr>
          <w:b/>
          <w:color w:val="000000" w:themeColor="text1"/>
        </w:rPr>
        <w:t>provozní náklady</w:t>
      </w:r>
      <w:r w:rsidRPr="00F76AC2">
        <w:rPr>
          <w:b/>
          <w:color w:val="000000" w:themeColor="text1"/>
        </w:rPr>
        <w:t>“</w:t>
      </w:r>
      <w:r w:rsidR="00F81353" w:rsidRPr="00F76AC2">
        <w:rPr>
          <w:color w:val="000000" w:themeColor="text1"/>
        </w:rPr>
        <w:t xml:space="preserve"> </w:t>
      </w:r>
      <w:r w:rsidRPr="00F76AC2">
        <w:rPr>
          <w:color w:val="000000" w:themeColor="text1"/>
        </w:rPr>
        <w:t xml:space="preserve">znamenají </w:t>
      </w:r>
      <w:r w:rsidR="00F81353" w:rsidRPr="00F76AC2">
        <w:rPr>
          <w:color w:val="000000" w:themeColor="text1"/>
        </w:rPr>
        <w:t>náklady Klienta na spotřebu energií a další náklady s tím související</w:t>
      </w:r>
      <w:r w:rsidR="00F81353" w:rsidRPr="00CC64D4">
        <w:t xml:space="preserve">. Výčet jednotlivých provozních nákladů je uveden v příloze </w:t>
      </w:r>
      <w:r w:rsidR="00EE78C2" w:rsidRPr="00CC64D4">
        <w:t>č.</w:t>
      </w:r>
      <w:r w:rsidR="00161F1D" w:rsidRPr="00CC64D4">
        <w:t> 1</w:t>
      </w:r>
      <w:r w:rsidR="0004216E" w:rsidRPr="00CC64D4">
        <w:t xml:space="preserve"> </w:t>
      </w:r>
      <w:r w:rsidR="00066DD9" w:rsidRPr="00CC64D4">
        <w:t>této smlouvy</w:t>
      </w:r>
      <w:r w:rsidR="00F81353" w:rsidRPr="00CC64D4">
        <w:t>.</w:t>
      </w:r>
    </w:p>
    <w:p w:rsidR="00CF5BD2" w:rsidRPr="00CC64D4" w:rsidRDefault="00CF5BD2" w:rsidP="007E4ACE">
      <w:pPr>
        <w:pStyle w:val="Nadpis5"/>
        <w:numPr>
          <w:ilvl w:val="0"/>
          <w:numId w:val="12"/>
        </w:numPr>
        <w:ind w:left="964" w:hanging="567"/>
      </w:pPr>
      <w:r w:rsidRPr="00CC64D4">
        <w:rPr>
          <w:b/>
        </w:rPr>
        <w:t xml:space="preserve">„předání“ </w:t>
      </w:r>
      <w:r w:rsidRPr="00CC64D4">
        <w:t xml:space="preserve">má význam </w:t>
      </w:r>
      <w:r w:rsidR="00D65BE4" w:rsidRPr="00CC64D4">
        <w:t>uvedený v </w:t>
      </w:r>
      <w:r w:rsidR="00A517D2">
        <w:fldChar w:fldCharType="begin"/>
      </w:r>
      <w:r w:rsidR="00A517D2">
        <w:instrText xml:space="preserve"> REF _Ref152047694 \w \h  \* MERGEFORMAT </w:instrText>
      </w:r>
      <w:r w:rsidR="00A517D2">
        <w:fldChar w:fldCharType="separate"/>
      </w:r>
      <w:r w:rsidR="00701B27">
        <w:t>Článek 8.1</w:t>
      </w:r>
      <w:r w:rsidR="00A517D2">
        <w:fldChar w:fldCharType="end"/>
      </w:r>
      <w:r w:rsidR="00D65BE4" w:rsidRPr="00CC64D4">
        <w:t>;</w:t>
      </w:r>
    </w:p>
    <w:p w:rsidR="00F75DF5" w:rsidRPr="00CC64D4" w:rsidRDefault="00806551" w:rsidP="00F75DF5">
      <w:pPr>
        <w:pStyle w:val="Nadpis5"/>
        <w:numPr>
          <w:ilvl w:val="0"/>
          <w:numId w:val="12"/>
        </w:numPr>
        <w:ind w:left="964" w:hanging="567"/>
      </w:pPr>
      <w:r w:rsidRPr="00CC64D4">
        <w:rPr>
          <w:b/>
        </w:rPr>
        <w:t>„předběžná zpráva“</w:t>
      </w:r>
      <w:r w:rsidRPr="00CC64D4">
        <w:t xml:space="preserve"> má význam uvedený v </w:t>
      </w:r>
      <w:r w:rsidR="00A517D2">
        <w:fldChar w:fldCharType="begin"/>
      </w:r>
      <w:r w:rsidR="00A517D2">
        <w:instrText xml:space="preserve"> REF _Ref330840684 \w \h  \* MERGEFORMAT </w:instrText>
      </w:r>
      <w:r w:rsidR="00A517D2">
        <w:fldChar w:fldCharType="separate"/>
      </w:r>
      <w:r w:rsidR="00701B27">
        <w:t>Článek 5.3</w:t>
      </w:r>
      <w:r w:rsidR="00A517D2">
        <w:fldChar w:fldCharType="end"/>
      </w:r>
      <w:r w:rsidRPr="00CC64D4">
        <w:t>;</w:t>
      </w:r>
    </w:p>
    <w:p w:rsidR="00E451C5" w:rsidRPr="00CC64D4" w:rsidRDefault="00F64AA4" w:rsidP="00E451C5">
      <w:pPr>
        <w:pStyle w:val="Nadpis5"/>
        <w:numPr>
          <w:ilvl w:val="0"/>
          <w:numId w:val="12"/>
        </w:numPr>
        <w:ind w:left="964" w:hanging="567"/>
      </w:pPr>
      <w:r w:rsidRPr="00CC64D4">
        <w:rPr>
          <w:b/>
        </w:rPr>
        <w:t xml:space="preserve">„účelně vynaložené náklady“ </w:t>
      </w:r>
      <w:r w:rsidRPr="00CC64D4">
        <w:t>má význam uvedený v </w:t>
      </w:r>
      <w:r w:rsidR="00A517D2">
        <w:fldChar w:fldCharType="begin"/>
      </w:r>
      <w:r w:rsidR="00A517D2">
        <w:instrText xml:space="preserve"> REF _Ref330840698 \w \h  \* MERGEFORMAT </w:instrText>
      </w:r>
      <w:r w:rsidR="00A517D2">
        <w:fldChar w:fldCharType="separate"/>
      </w:r>
      <w:r w:rsidR="00701B27">
        <w:t>Článek 5.5</w:t>
      </w:r>
      <w:r w:rsidR="00A517D2">
        <w:fldChar w:fldCharType="end"/>
      </w:r>
      <w:r w:rsidR="00D65BE4" w:rsidRPr="00CC64D4">
        <w:t>;</w:t>
      </w:r>
    </w:p>
    <w:p w:rsidR="004E6309" w:rsidRPr="00CC64D4" w:rsidRDefault="00705D03" w:rsidP="004E6309">
      <w:pPr>
        <w:pStyle w:val="Nadpis5"/>
        <w:numPr>
          <w:ilvl w:val="0"/>
          <w:numId w:val="12"/>
        </w:numPr>
        <w:ind w:left="964" w:hanging="567"/>
      </w:pPr>
      <w:r w:rsidRPr="00CC64D4">
        <w:rPr>
          <w:b/>
        </w:rPr>
        <w:t>„</w:t>
      </w:r>
      <w:r w:rsidR="00196607" w:rsidRPr="00CC64D4">
        <w:rPr>
          <w:b/>
        </w:rPr>
        <w:t>úspora energie“</w:t>
      </w:r>
      <w:r w:rsidR="00A9798A" w:rsidRPr="00CC64D4">
        <w:rPr>
          <w:b/>
        </w:rPr>
        <w:t xml:space="preserve"> </w:t>
      </w:r>
      <w:r w:rsidR="00A9798A" w:rsidRPr="00CC64D4">
        <w:t xml:space="preserve">znamená </w:t>
      </w:r>
      <w:r w:rsidR="00A9798A" w:rsidRPr="00ED49BC">
        <w:rPr>
          <w:highlight w:val="yellow"/>
        </w:rPr>
        <w:t xml:space="preserve">nerealizovanou spotřebu energie </w:t>
      </w:r>
      <w:r w:rsidR="00F92422" w:rsidRPr="00ED49BC">
        <w:rPr>
          <w:highlight w:val="yellow"/>
        </w:rPr>
        <w:t>a/nebo normalizovanou úsporu</w:t>
      </w:r>
      <w:r w:rsidR="00F92422" w:rsidRPr="00CC64D4">
        <w:t xml:space="preserve"> </w:t>
      </w:r>
      <w:r w:rsidR="00A9798A" w:rsidRPr="00CC64D4">
        <w:t>v</w:t>
      </w:r>
      <w:r w:rsidR="004E6309" w:rsidRPr="00CC64D4">
        <w:t> </w:t>
      </w:r>
      <w:r w:rsidR="00547619" w:rsidRPr="00CC64D4">
        <w:t>objektech</w:t>
      </w:r>
      <w:r w:rsidR="004E6309" w:rsidRPr="00CC64D4">
        <w:t xml:space="preserve"> Klienta. Stanovení konkrétní výše a způsob</w:t>
      </w:r>
      <w:r w:rsidR="005F4780" w:rsidRPr="00CC64D4">
        <w:t>u</w:t>
      </w:r>
      <w:r w:rsidR="004E6309" w:rsidRPr="00CC64D4">
        <w:t xml:space="preserve"> úpravy referenčních hodnot spotřeby energie, způsob</w:t>
      </w:r>
      <w:r w:rsidR="00EA7337" w:rsidRPr="00CC64D4">
        <w:t>u</w:t>
      </w:r>
      <w:r w:rsidR="004E6309" w:rsidRPr="00CC64D4">
        <w:t xml:space="preserve"> měření energie a způsob</w:t>
      </w:r>
      <w:r w:rsidR="00EA7337" w:rsidRPr="00CC64D4">
        <w:t>u</w:t>
      </w:r>
      <w:r w:rsidR="004E6309" w:rsidRPr="00CC64D4">
        <w:t xml:space="preserve"> výpočtu úspory energie za příslušné zúčtovací období</w:t>
      </w:r>
      <w:r w:rsidR="004B4FB6" w:rsidRPr="00CC64D4">
        <w:t xml:space="preserve"> jsou</w:t>
      </w:r>
      <w:r w:rsidR="004E6309" w:rsidRPr="00CC64D4">
        <w:t xml:space="preserve"> specifikován</w:t>
      </w:r>
      <w:r w:rsidR="004B4FB6" w:rsidRPr="00CC64D4">
        <w:t>y</w:t>
      </w:r>
      <w:r w:rsidR="00F92422" w:rsidRPr="00CC64D4">
        <w:t xml:space="preserve"> v příloze </w:t>
      </w:r>
      <w:r w:rsidR="004E6309" w:rsidRPr="00CC64D4">
        <w:t xml:space="preserve">č. 6 této smlouvy. </w:t>
      </w:r>
    </w:p>
    <w:p w:rsidR="00EA37E7" w:rsidRPr="00CC64D4" w:rsidRDefault="00196607" w:rsidP="00C70E81">
      <w:pPr>
        <w:pStyle w:val="Nadpis5"/>
        <w:numPr>
          <w:ilvl w:val="0"/>
          <w:numId w:val="12"/>
        </w:numPr>
        <w:ind w:left="964" w:hanging="567"/>
      </w:pPr>
      <w:r w:rsidRPr="00CC64D4">
        <w:rPr>
          <w:b/>
        </w:rPr>
        <w:t>„úspora nákladů“</w:t>
      </w:r>
      <w:r w:rsidRPr="00CC64D4">
        <w:t xml:space="preserve"> </w:t>
      </w:r>
      <w:r w:rsidR="00D206B7" w:rsidRPr="00CC64D4">
        <w:t xml:space="preserve">znamená úsporu nákladů Klienta </w:t>
      </w:r>
      <w:r w:rsidR="00BD5FB9" w:rsidRPr="00CC64D4">
        <w:t xml:space="preserve">vyjádřenou </w:t>
      </w:r>
      <w:r w:rsidR="00D206B7" w:rsidRPr="00CC64D4">
        <w:t>v</w:t>
      </w:r>
      <w:r w:rsidR="007035A2" w:rsidRPr="00CC64D4">
        <w:t>e finančním ekvivalentu</w:t>
      </w:r>
      <w:r w:rsidR="008E682F" w:rsidRPr="00CC64D4">
        <w:t xml:space="preserve"> (penězích).</w:t>
      </w:r>
      <w:r w:rsidR="00F92422" w:rsidRPr="00CC64D4">
        <w:t xml:space="preserve"> </w:t>
      </w:r>
      <w:r w:rsidR="004C47D1" w:rsidRPr="00CC64D4">
        <w:t>K</w:t>
      </w:r>
      <w:r w:rsidR="00F37442" w:rsidRPr="00CC64D4">
        <w:t xml:space="preserve">onkrétní </w:t>
      </w:r>
      <w:r w:rsidR="00CA309F" w:rsidRPr="00CC64D4">
        <w:t xml:space="preserve">specifikace </w:t>
      </w:r>
      <w:r w:rsidR="0028138F" w:rsidRPr="00CC64D4">
        <w:t>způsobu výpočtu úspory nákladů za příslušné zú</w:t>
      </w:r>
      <w:r w:rsidR="002308CE" w:rsidRPr="00CC64D4">
        <w:t>čtovací období</w:t>
      </w:r>
      <w:r w:rsidR="004C47D1" w:rsidRPr="00CC64D4">
        <w:t xml:space="preserve"> je specifikovaná v příloze č. 6</w:t>
      </w:r>
      <w:r w:rsidR="00625850" w:rsidRPr="00CC64D4">
        <w:t xml:space="preserve"> této smlouvy</w:t>
      </w:r>
      <w:r w:rsidR="002308CE" w:rsidRPr="00CC64D4">
        <w:t>.</w:t>
      </w:r>
      <w:r w:rsidR="0028138F" w:rsidRPr="00CC64D4">
        <w:t xml:space="preserve"> </w:t>
      </w:r>
    </w:p>
    <w:p w:rsidR="00F51C91" w:rsidRPr="00CC64D4" w:rsidRDefault="00F51C91" w:rsidP="007E4ACE">
      <w:pPr>
        <w:pStyle w:val="Nadpis5"/>
        <w:numPr>
          <w:ilvl w:val="0"/>
          <w:numId w:val="12"/>
        </w:numPr>
        <w:ind w:left="964" w:hanging="567"/>
      </w:pPr>
      <w:r w:rsidRPr="00CC64D4">
        <w:rPr>
          <w:b/>
        </w:rPr>
        <w:t>„zadávací dokumentace“</w:t>
      </w:r>
      <w:r w:rsidR="00FF55AA" w:rsidRPr="00CC64D4">
        <w:t xml:space="preserve"> znamená zadávací dokumentaci k veřejné zakázce ohledn</w:t>
      </w:r>
      <w:r w:rsidR="00220DA4" w:rsidRPr="00CC64D4">
        <w:t xml:space="preserve">ě </w:t>
      </w:r>
      <w:r w:rsidR="006E4713" w:rsidRPr="00CC64D4">
        <w:t>realizace projektu;</w:t>
      </w:r>
    </w:p>
    <w:p w:rsidR="00FA287E" w:rsidRPr="00792392" w:rsidRDefault="00FA287E" w:rsidP="007E4ACE">
      <w:pPr>
        <w:pStyle w:val="Nadpis5"/>
        <w:numPr>
          <w:ilvl w:val="0"/>
          <w:numId w:val="12"/>
        </w:numPr>
        <w:ind w:left="964" w:hanging="567"/>
      </w:pPr>
      <w:r w:rsidRPr="00792392">
        <w:rPr>
          <w:b/>
        </w:rPr>
        <w:t>„základní opatření“</w:t>
      </w:r>
      <w:r w:rsidRPr="00792392">
        <w:t xml:space="preserve"> znamenají investiční opatření a/nebo prostá opatření, specifikovaná v</w:t>
      </w:r>
      <w:r w:rsidR="00A27764" w:rsidRPr="00792392">
        <w:t> příloze </w:t>
      </w:r>
      <w:r w:rsidRPr="00792392">
        <w:t>č.</w:t>
      </w:r>
      <w:r w:rsidR="00B24712" w:rsidRPr="00792392">
        <w:t> 2</w:t>
      </w:r>
      <w:r w:rsidR="00286F03" w:rsidRPr="00792392">
        <w:t xml:space="preserve"> této smlouvy</w:t>
      </w:r>
      <w:r w:rsidR="00B52DAA" w:rsidRPr="00792392">
        <w:t>;</w:t>
      </w:r>
    </w:p>
    <w:p w:rsidR="007442A7" w:rsidRDefault="00CB1386" w:rsidP="007E4ACE">
      <w:pPr>
        <w:pStyle w:val="Nadpis5"/>
        <w:numPr>
          <w:ilvl w:val="0"/>
          <w:numId w:val="12"/>
        </w:numPr>
        <w:ind w:left="964" w:hanging="567"/>
      </w:pPr>
      <w:r w:rsidRPr="00CC64D4">
        <w:rPr>
          <w:b/>
        </w:rPr>
        <w:t>„</w:t>
      </w:r>
      <w:r w:rsidR="00502E44" w:rsidRPr="00CC64D4">
        <w:rPr>
          <w:b/>
        </w:rPr>
        <w:t>zákon o DPH“</w:t>
      </w:r>
      <w:r w:rsidR="00502E44" w:rsidRPr="00CC64D4">
        <w:t xml:space="preserve"> znam</w:t>
      </w:r>
      <w:r w:rsidR="008273DE" w:rsidRPr="00CC64D4">
        <w:t>e</w:t>
      </w:r>
      <w:r w:rsidR="00502E44" w:rsidRPr="00CC64D4">
        <w:t>n</w:t>
      </w:r>
      <w:r w:rsidR="008273DE" w:rsidRPr="00CC64D4">
        <w:t>á</w:t>
      </w:r>
      <w:r w:rsidR="00502E44" w:rsidRPr="00CC64D4">
        <w:t xml:space="preserve"> zákon</w:t>
      </w:r>
      <w:r w:rsidR="008273DE" w:rsidRPr="00CC64D4">
        <w:t xml:space="preserve"> č. 235/2004 Sb., </w:t>
      </w:r>
      <w:r w:rsidR="00502E44" w:rsidRPr="00CC64D4">
        <w:t>o dani z přidané hodnoty, v platném znění, nebo jiný právní předpis případně v budoucnu nahrazující tento zákon a stanovující daň z přidané hodnoty</w:t>
      </w:r>
      <w:r w:rsidR="00C077DA" w:rsidRPr="00CC64D4">
        <w:t>;</w:t>
      </w:r>
      <w:r w:rsidR="007442A7" w:rsidRPr="00CC64D4">
        <w:t xml:space="preserve"> </w:t>
      </w:r>
    </w:p>
    <w:p w:rsidR="00A74223" w:rsidRPr="00792392" w:rsidRDefault="00B36FE1" w:rsidP="007E4ACE">
      <w:pPr>
        <w:pStyle w:val="Nadpis5"/>
        <w:numPr>
          <w:ilvl w:val="0"/>
          <w:numId w:val="12"/>
        </w:numPr>
        <w:ind w:left="964" w:hanging="567"/>
      </w:pPr>
      <w:r w:rsidRPr="00792392">
        <w:rPr>
          <w:b/>
        </w:rPr>
        <w:t>„zákon o hospodaření energií“</w:t>
      </w:r>
      <w:r w:rsidR="00EF6F3D" w:rsidRPr="00792392">
        <w:rPr>
          <w:b/>
        </w:rPr>
        <w:t xml:space="preserve"> </w:t>
      </w:r>
      <w:r w:rsidR="00EF6F3D" w:rsidRPr="00792392">
        <w:t>znamená zákon č. 406/2000 Sb.,</w:t>
      </w:r>
      <w:r w:rsidR="004B4CAD" w:rsidRPr="00792392">
        <w:t xml:space="preserve"> o hospodaření energií</w:t>
      </w:r>
      <w:r w:rsidR="003452DF" w:rsidRPr="00792392">
        <w:t xml:space="preserve">, v platném znění, nebo jiný právní předpis případně v budoucnu nahrazující tento zákon a </w:t>
      </w:r>
      <w:r w:rsidR="008B45CC" w:rsidRPr="00792392">
        <w:t>upravující poskytování energetických služeb;</w:t>
      </w:r>
    </w:p>
    <w:p w:rsidR="00B5777B" w:rsidRPr="00792392" w:rsidRDefault="00B5777B" w:rsidP="00B5777B">
      <w:pPr>
        <w:pStyle w:val="Nadpis5"/>
        <w:numPr>
          <w:ilvl w:val="0"/>
          <w:numId w:val="12"/>
        </w:numPr>
        <w:ind w:left="964" w:hanging="567"/>
      </w:pPr>
      <w:r w:rsidRPr="00792392">
        <w:rPr>
          <w:b/>
        </w:rPr>
        <w:t xml:space="preserve">„zákon o registru smluv“ </w:t>
      </w:r>
      <w:r w:rsidRPr="00792392">
        <w:t>znamená zákon č. 340/2015 Sb., o zvláštních podmínkách účinnosti některých smluv, uveřejňování těchto smluv a o registru smluv (zákon o registru smluv</w:t>
      </w:r>
      <w:r w:rsidR="004B2DB0" w:rsidRPr="00792392">
        <w:t>;</w:t>
      </w:r>
    </w:p>
    <w:p w:rsidR="008D038B" w:rsidRPr="00CC64D4" w:rsidRDefault="005D526E" w:rsidP="007E4ACE">
      <w:pPr>
        <w:pStyle w:val="Nadpis5"/>
        <w:numPr>
          <w:ilvl w:val="0"/>
          <w:numId w:val="12"/>
        </w:numPr>
        <w:ind w:left="964" w:hanging="567"/>
      </w:pPr>
      <w:r w:rsidRPr="00CC64D4">
        <w:rPr>
          <w:b/>
        </w:rPr>
        <w:t xml:space="preserve">„záruční doba“ </w:t>
      </w:r>
      <w:r w:rsidRPr="00CC64D4">
        <w:t>má význam uvedený v </w:t>
      </w:r>
      <w:r w:rsidR="00A517D2">
        <w:fldChar w:fldCharType="begin"/>
      </w:r>
      <w:r w:rsidR="00A517D2">
        <w:instrText xml:space="preserve"> REF _Ref330840789 \w \h  \* MERGEFORMAT </w:instrText>
      </w:r>
      <w:r w:rsidR="00A517D2">
        <w:fldChar w:fldCharType="separate"/>
      </w:r>
      <w:r w:rsidR="00701B27">
        <w:t>Článek 9.1</w:t>
      </w:r>
      <w:r w:rsidR="00A517D2">
        <w:fldChar w:fldCharType="end"/>
      </w:r>
      <w:r w:rsidR="008D038B" w:rsidRPr="00CC64D4">
        <w:t>;</w:t>
      </w:r>
    </w:p>
    <w:p w:rsidR="000E20C3" w:rsidRPr="00CC64D4" w:rsidRDefault="000E20C3" w:rsidP="007E4ACE">
      <w:pPr>
        <w:pStyle w:val="Nadpis5"/>
        <w:numPr>
          <w:ilvl w:val="0"/>
          <w:numId w:val="12"/>
        </w:numPr>
        <w:ind w:left="964" w:hanging="567"/>
      </w:pPr>
      <w:r w:rsidRPr="00CC64D4">
        <w:rPr>
          <w:b/>
        </w:rPr>
        <w:t xml:space="preserve">„závěrečné vypořádání“ </w:t>
      </w:r>
      <w:r w:rsidRPr="00CC64D4">
        <w:t>má význam uvedený v </w:t>
      </w:r>
      <w:r w:rsidR="00A517D2">
        <w:fldChar w:fldCharType="begin"/>
      </w:r>
      <w:r w:rsidR="00A517D2">
        <w:instrText xml:space="preserve"> REF _Ref330840821 \w \h  \* MERGEFORMAT </w:instrText>
      </w:r>
      <w:r w:rsidR="00A517D2">
        <w:fldChar w:fldCharType="separate"/>
      </w:r>
      <w:r w:rsidR="00701B27">
        <w:t>Článek 22.1</w:t>
      </w:r>
      <w:r w:rsidR="00A517D2">
        <w:fldChar w:fldCharType="end"/>
      </w:r>
      <w:r w:rsidRPr="00CC64D4">
        <w:t>;</w:t>
      </w:r>
    </w:p>
    <w:p w:rsidR="000E20C3" w:rsidRPr="00CC64D4" w:rsidRDefault="000E20C3" w:rsidP="007E4ACE">
      <w:pPr>
        <w:pStyle w:val="Nadpis5"/>
        <w:numPr>
          <w:ilvl w:val="0"/>
          <w:numId w:val="12"/>
        </w:numPr>
        <w:ind w:left="964" w:hanging="567"/>
      </w:pPr>
      <w:r w:rsidRPr="00CC64D4">
        <w:rPr>
          <w:b/>
        </w:rPr>
        <w:t xml:space="preserve">„závěrečná zpráva“ </w:t>
      </w:r>
      <w:r w:rsidRPr="00CC64D4">
        <w:t>má význam uvedený v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rsidR="00FC560D" w:rsidRPr="00F76AC2" w:rsidRDefault="00EA6B47" w:rsidP="007E4ACE">
      <w:pPr>
        <w:pStyle w:val="Nadpis5"/>
        <w:numPr>
          <w:ilvl w:val="0"/>
          <w:numId w:val="12"/>
        </w:numPr>
        <w:ind w:left="964" w:hanging="567"/>
        <w:rPr>
          <w:color w:val="000000" w:themeColor="text1"/>
        </w:rPr>
      </w:pPr>
      <w:r w:rsidRPr="0040408D">
        <w:rPr>
          <w:b/>
        </w:rPr>
        <w:t xml:space="preserve">„změna okolností“ </w:t>
      </w:r>
      <w:r w:rsidRPr="00F76AC2">
        <w:rPr>
          <w:color w:val="000000" w:themeColor="text1"/>
        </w:rPr>
        <w:t>má význam uvedený v </w:t>
      </w:r>
      <w:r w:rsidR="00A517D2" w:rsidRPr="00F76AC2">
        <w:rPr>
          <w:color w:val="000000" w:themeColor="text1"/>
        </w:rPr>
        <w:fldChar w:fldCharType="begin"/>
      </w:r>
      <w:r w:rsidR="00A517D2" w:rsidRPr="00F76AC2">
        <w:rPr>
          <w:color w:val="000000" w:themeColor="text1"/>
        </w:rPr>
        <w:instrText xml:space="preserve"> REF _Ref330840857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14.1</w:t>
      </w:r>
      <w:r w:rsidR="00A517D2" w:rsidRPr="00F76AC2">
        <w:rPr>
          <w:color w:val="000000" w:themeColor="text1"/>
        </w:rPr>
        <w:fldChar w:fldCharType="end"/>
      </w:r>
      <w:r w:rsidR="00315383" w:rsidRPr="00F76AC2">
        <w:rPr>
          <w:color w:val="000000" w:themeColor="text1"/>
        </w:rPr>
        <w:t>;</w:t>
      </w:r>
    </w:p>
    <w:p w:rsidR="00B52DAA" w:rsidRPr="00CC64D4" w:rsidRDefault="00FC560D" w:rsidP="007E4ACE">
      <w:pPr>
        <w:pStyle w:val="Nadpis5"/>
        <w:numPr>
          <w:ilvl w:val="0"/>
          <w:numId w:val="12"/>
        </w:numPr>
        <w:ind w:left="964" w:hanging="567"/>
      </w:pPr>
      <w:r w:rsidRPr="00CC64D4">
        <w:rPr>
          <w:b/>
        </w:rPr>
        <w:t>„zúčtovací období“</w:t>
      </w:r>
      <w:r w:rsidRPr="00CC64D4">
        <w:t xml:space="preserve"> znamenají roční období, na něž je rozdělena doba poskytování garance. První zúčtovací období trvá od </w:t>
      </w:r>
      <w:r w:rsidRPr="00543115">
        <w:rPr>
          <w:highlight w:val="yellow"/>
        </w:rPr>
        <w:t>______</w:t>
      </w:r>
      <w:r w:rsidRPr="00CC64D4">
        <w:t xml:space="preserve"> do </w:t>
      </w:r>
      <w:r w:rsidRPr="00543115">
        <w:rPr>
          <w:highlight w:val="yellow"/>
        </w:rPr>
        <w:t>______</w:t>
      </w:r>
      <w:r w:rsidRPr="00CC64D4">
        <w:t xml:space="preserve">, další zúčtovací období začíná vždy </w:t>
      </w:r>
      <w:r w:rsidRPr="00543115">
        <w:rPr>
          <w:highlight w:val="yellow"/>
        </w:rPr>
        <w:t>______</w:t>
      </w:r>
      <w:r w:rsidRPr="00CC64D4">
        <w:t xml:space="preserve"> a končí </w:t>
      </w:r>
      <w:r w:rsidRPr="00543115">
        <w:rPr>
          <w:highlight w:val="yellow"/>
        </w:rPr>
        <w:t>______</w:t>
      </w:r>
      <w:r w:rsidRPr="00CC64D4">
        <w:t xml:space="preserve"> příslušného roku a poslední zúčtovací </w:t>
      </w:r>
      <w:r w:rsidR="00315383" w:rsidRPr="00CC64D4">
        <w:t xml:space="preserve">období trvá od </w:t>
      </w:r>
      <w:r w:rsidR="00315383" w:rsidRPr="00543115">
        <w:rPr>
          <w:highlight w:val="yellow"/>
        </w:rPr>
        <w:t>______</w:t>
      </w:r>
      <w:r w:rsidR="00315383" w:rsidRPr="00CC64D4">
        <w:t xml:space="preserve"> do </w:t>
      </w:r>
      <w:r w:rsidR="00315383" w:rsidRPr="00543115">
        <w:rPr>
          <w:highlight w:val="yellow"/>
        </w:rPr>
        <w:t>______</w:t>
      </w:r>
      <w:r w:rsidR="00315383" w:rsidRPr="00CC64D4">
        <w:t>;</w:t>
      </w:r>
    </w:p>
    <w:p w:rsidR="00FC560D" w:rsidRPr="00CC64D4" w:rsidRDefault="00FC560D" w:rsidP="007E4ACE">
      <w:pPr>
        <w:pStyle w:val="Nadpis5"/>
        <w:numPr>
          <w:ilvl w:val="0"/>
          <w:numId w:val="12"/>
        </w:numPr>
        <w:ind w:left="964" w:hanging="567"/>
      </w:pPr>
      <w:r w:rsidRPr="00CC64D4">
        <w:rPr>
          <w:b/>
        </w:rPr>
        <w:t>„zvýšení energetické účinnosti“</w:t>
      </w:r>
      <w:r w:rsidRPr="00CC64D4">
        <w:t xml:space="preserve"> znamená nárůst energetické účinnosti u objektů Klienta v důsledku provedení opatření ESCO podle této smlouvy;</w:t>
      </w:r>
    </w:p>
    <w:p w:rsidR="00737E8C" w:rsidRDefault="00A004DA" w:rsidP="00737E8C">
      <w:pPr>
        <w:pStyle w:val="Nadpis5"/>
        <w:numPr>
          <w:ilvl w:val="0"/>
          <w:numId w:val="12"/>
        </w:numPr>
        <w:ind w:left="964" w:hanging="567"/>
      </w:pPr>
      <w:r w:rsidRPr="00F067DF">
        <w:rPr>
          <w:b/>
        </w:rPr>
        <w:t>„Z</w:t>
      </w:r>
      <w:r w:rsidR="00120646" w:rsidRPr="00F067DF">
        <w:rPr>
          <w:b/>
        </w:rPr>
        <w:t>Z</w:t>
      </w:r>
      <w:r w:rsidRPr="00F067DF">
        <w:rPr>
          <w:b/>
        </w:rPr>
        <w:t>VZ“</w:t>
      </w:r>
      <w:r w:rsidR="00B52DAA" w:rsidRPr="00F067DF">
        <w:t xml:space="preserve"> znamená zákon č. </w:t>
      </w:r>
      <w:r w:rsidR="00120646" w:rsidRPr="00F067DF">
        <w:t>134/2016 Sb., o zadávání veřejných zak</w:t>
      </w:r>
      <w:r w:rsidR="00A517D2">
        <w:t xml:space="preserve">ázek, </w:t>
      </w:r>
      <w:r w:rsidR="00151650">
        <w:t xml:space="preserve">v rozhodném </w:t>
      </w:r>
      <w:r w:rsidR="0070182F" w:rsidRPr="00F067DF">
        <w:t>znění.</w:t>
      </w:r>
    </w:p>
    <w:p w:rsidR="00F81353" w:rsidRPr="00CC64D4" w:rsidRDefault="00F81353">
      <w:pPr>
        <w:pStyle w:val="Nadpis1"/>
        <w:rPr>
          <w:szCs w:val="24"/>
        </w:rPr>
      </w:pPr>
      <w:r w:rsidRPr="00CC64D4">
        <w:rPr>
          <w:b w:val="0"/>
          <w:sz w:val="22"/>
          <w:szCs w:val="22"/>
        </w:rPr>
        <w:br/>
      </w:r>
      <w:bookmarkStart w:id="15" w:name="_Toc326522958"/>
      <w:bookmarkStart w:id="16" w:name="_Toc469898808"/>
      <w:r w:rsidRPr="00CC64D4">
        <w:rPr>
          <w:szCs w:val="24"/>
        </w:rPr>
        <w:t>Účel smlouvy</w:t>
      </w:r>
      <w:bookmarkEnd w:id="15"/>
      <w:bookmarkEnd w:id="16"/>
    </w:p>
    <w:p w:rsidR="008036CF" w:rsidRPr="00CC64D4" w:rsidRDefault="009625CE" w:rsidP="00C33A43">
      <w:pPr>
        <w:pStyle w:val="Nadpis2"/>
        <w:rPr>
          <w:i/>
        </w:rPr>
      </w:pPr>
      <w:bookmarkStart w:id="17" w:name="_Ref337650906"/>
      <w:r w:rsidRPr="00CC64D4">
        <w:t xml:space="preserve">Účelem této smlouvy je stanovení základních práv a povinností smluvních stran pro naplnění projektového cíle, kterým je </w:t>
      </w:r>
      <w:r w:rsidR="008F24D2" w:rsidRPr="00CC64D4">
        <w:t>dosažení</w:t>
      </w:r>
      <w:r w:rsidR="009E145F" w:rsidRPr="00CC64D4">
        <w:t xml:space="preserve"> zvýšení energetické účinnosti a snížení provozních nákladů v objektech Klienta prostřednictvím realizace</w:t>
      </w:r>
      <w:r w:rsidR="00593C79" w:rsidRPr="00CC64D4">
        <w:t xml:space="preserve"> e</w:t>
      </w:r>
      <w:r w:rsidR="00EE112A" w:rsidRPr="00CC64D4">
        <w:t>nergetických služeb se zaručeným výsledkem</w:t>
      </w:r>
      <w:r w:rsidR="00C15006">
        <w:t xml:space="preserve"> dle </w:t>
      </w:r>
      <w:r w:rsidR="00C15006" w:rsidRPr="00AB4380">
        <w:t>§</w:t>
      </w:r>
      <w:r w:rsidR="00717AA7" w:rsidRPr="00AB4380">
        <w:t xml:space="preserve"> 2 odst. 2 písm. o) ve spojení s § 10e zákona o hospodaření</w:t>
      </w:r>
      <w:r w:rsidR="00FF0C4C" w:rsidRPr="00AB4380">
        <w:t xml:space="preserve"> energií</w:t>
      </w:r>
      <w:r w:rsidR="00717AA7" w:rsidRPr="00AB4380">
        <w:t xml:space="preserve"> </w:t>
      </w:r>
      <w:r w:rsidR="00435709" w:rsidRPr="00AB4380">
        <w:t>spočívající</w:t>
      </w:r>
      <w:r w:rsidR="00435709" w:rsidRPr="00CC64D4">
        <w:t>ch</w:t>
      </w:r>
      <w:r w:rsidR="00335A02" w:rsidRPr="00CC64D4">
        <w:t>:</w:t>
      </w:r>
      <w:bookmarkEnd w:id="17"/>
    </w:p>
    <w:p w:rsidR="00AC63E7" w:rsidRPr="00CC64D4" w:rsidRDefault="0045515F" w:rsidP="00561DB4">
      <w:pPr>
        <w:pStyle w:val="Nadpis5"/>
        <w:numPr>
          <w:ilvl w:val="0"/>
          <w:numId w:val="13"/>
        </w:numPr>
        <w:ind w:left="964" w:hanging="567"/>
      </w:pPr>
      <w:r w:rsidRPr="00CC64D4">
        <w:t xml:space="preserve">v </w:t>
      </w:r>
      <w:r w:rsidR="009C2B72" w:rsidRPr="00CC64D4">
        <w:t>realizaci předběžných činností;</w:t>
      </w:r>
    </w:p>
    <w:p w:rsidR="00807584" w:rsidRPr="00CC64D4" w:rsidRDefault="007943E1" w:rsidP="007E4ACE">
      <w:pPr>
        <w:pStyle w:val="Nadpis5"/>
        <w:ind w:left="964" w:hanging="567"/>
      </w:pPr>
      <w:r w:rsidRPr="00CC64D4">
        <w:t xml:space="preserve">na nich navazující </w:t>
      </w:r>
      <w:r w:rsidR="0045515F" w:rsidRPr="00CC64D4">
        <w:t xml:space="preserve">realizaci </w:t>
      </w:r>
      <w:r w:rsidR="00A43768" w:rsidRPr="00CC64D4">
        <w:t>základních opatření</w:t>
      </w:r>
      <w:r w:rsidR="00E85B23" w:rsidRPr="00CC64D4">
        <w:t>;</w:t>
      </w:r>
    </w:p>
    <w:p w:rsidR="00ED2DFE" w:rsidRDefault="00ED2DFE" w:rsidP="007E4ACE">
      <w:pPr>
        <w:pStyle w:val="Nadpis5"/>
        <w:ind w:left="964" w:hanging="567"/>
      </w:pPr>
      <w:r w:rsidRPr="00CC64D4">
        <w:t xml:space="preserve">poskytování energetického managementu </w:t>
      </w:r>
      <w:r w:rsidR="00123DF7">
        <w:t xml:space="preserve">v </w:t>
      </w:r>
      <w:r w:rsidR="0003692C">
        <w:t xml:space="preserve">objektech </w:t>
      </w:r>
      <w:r w:rsidRPr="00CC64D4">
        <w:t>a poskytování dalších souvisejících činností a služeb zahrnujících provedení dodatečných opatření</w:t>
      </w:r>
      <w:r w:rsidR="00CA2030">
        <w:t xml:space="preserve">; </w:t>
      </w:r>
    </w:p>
    <w:p w:rsidR="00ED2DFE" w:rsidRDefault="00CA2030" w:rsidP="007E4ACE">
      <w:pPr>
        <w:pStyle w:val="Nadpis5"/>
        <w:ind w:left="964" w:hanging="567"/>
      </w:pPr>
      <w:r>
        <w:t xml:space="preserve">poskytování </w:t>
      </w:r>
      <w:r w:rsidR="008B0748">
        <w:t xml:space="preserve">záruky </w:t>
      </w:r>
      <w:r w:rsidR="00225632">
        <w:t>za dosažení</w:t>
      </w:r>
      <w:r w:rsidR="00A85A05">
        <w:t xml:space="preserve"> </w:t>
      </w:r>
      <w:r w:rsidR="007F015B">
        <w:t xml:space="preserve">smluvně </w:t>
      </w:r>
      <w:r w:rsidR="00BC64C3">
        <w:t xml:space="preserve">garantovaných </w:t>
      </w:r>
      <w:r w:rsidR="005234A7">
        <w:t>úspor</w:t>
      </w:r>
      <w:r w:rsidR="00DC70D3">
        <w:t>;</w:t>
      </w:r>
      <w:r w:rsidR="005234A7">
        <w:t xml:space="preserve"> </w:t>
      </w:r>
      <w:r w:rsidR="00225632">
        <w:t xml:space="preserve"> </w:t>
      </w:r>
    </w:p>
    <w:p w:rsidR="00205D64" w:rsidRPr="00CC64D4" w:rsidRDefault="00593C79" w:rsidP="00205D64">
      <w:pPr>
        <w:pStyle w:val="Nadpis2"/>
        <w:numPr>
          <w:ilvl w:val="0"/>
          <w:numId w:val="0"/>
        </w:numPr>
        <w:ind w:left="397"/>
      </w:pPr>
      <w:r w:rsidRPr="00CC64D4">
        <w:t>a to vše</w:t>
      </w:r>
      <w:r w:rsidR="00556EB0" w:rsidRPr="00CC64D4">
        <w:t xml:space="preserve"> </w:t>
      </w:r>
      <w:r w:rsidR="007075B9" w:rsidRPr="00CC64D4">
        <w:t>po dobu trv</w:t>
      </w:r>
      <w:r w:rsidR="005F25DE" w:rsidRPr="00CC64D4">
        <w:t>á</w:t>
      </w:r>
      <w:r w:rsidR="007075B9" w:rsidRPr="00CC64D4">
        <w:t xml:space="preserve">ní smlouvy </w:t>
      </w:r>
      <w:r w:rsidR="00556EB0" w:rsidRPr="00CC64D4">
        <w:t>v rozsahu a</w:t>
      </w:r>
      <w:r w:rsidRPr="00CC64D4">
        <w:t xml:space="preserve"> za podmínek </w:t>
      </w:r>
      <w:r w:rsidR="00EE112A" w:rsidRPr="00CC64D4">
        <w:t xml:space="preserve">specifikovaných v této </w:t>
      </w:r>
      <w:r w:rsidR="00B44065" w:rsidRPr="00CC64D4">
        <w:t>smlouvě</w:t>
      </w:r>
      <w:r w:rsidR="00555187" w:rsidRPr="00CC64D4">
        <w:t xml:space="preserve"> </w:t>
      </w:r>
      <w:r w:rsidR="00205D64" w:rsidRPr="00CC64D4">
        <w:t xml:space="preserve">(dále souhrnně též jako </w:t>
      </w:r>
      <w:r w:rsidR="00205D64" w:rsidRPr="00CC64D4">
        <w:rPr>
          <w:b/>
          <w:bCs w:val="0"/>
        </w:rPr>
        <w:t>„projekt“</w:t>
      </w:r>
      <w:r w:rsidR="00205D64" w:rsidRPr="00CC64D4">
        <w:t>).</w:t>
      </w:r>
    </w:p>
    <w:p w:rsidR="00F81353" w:rsidRPr="00CC64D4" w:rsidRDefault="00F81353">
      <w:pPr>
        <w:pStyle w:val="Nadpis1"/>
        <w:rPr>
          <w:szCs w:val="24"/>
        </w:rPr>
      </w:pPr>
      <w:r w:rsidRPr="00CC64D4">
        <w:rPr>
          <w:b w:val="0"/>
        </w:rPr>
        <w:br/>
      </w:r>
      <w:bookmarkStart w:id="18" w:name="_Toc326522959"/>
      <w:bookmarkStart w:id="19" w:name="_Toc469898809"/>
      <w:r w:rsidRPr="00CC64D4">
        <w:rPr>
          <w:szCs w:val="24"/>
        </w:rPr>
        <w:t>Předmět smlouvy</w:t>
      </w:r>
      <w:bookmarkEnd w:id="18"/>
      <w:bookmarkEnd w:id="19"/>
    </w:p>
    <w:p w:rsidR="00737E8C" w:rsidRDefault="003A6BCB" w:rsidP="00737E8C">
      <w:pPr>
        <w:pStyle w:val="Nadpis2"/>
      </w:pPr>
      <w:bookmarkStart w:id="20" w:name="_Předmětem_Smlouvy_je_závazek_Zhotov"/>
      <w:bookmarkEnd w:id="20"/>
      <w:r w:rsidRPr="00637229">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rsidR="00DC70D3" w:rsidRPr="00637229" w:rsidRDefault="003A6BCB" w:rsidP="00DC70D3">
      <w:pPr>
        <w:pStyle w:val="Nadpis2"/>
      </w:pPr>
      <w:r w:rsidRPr="00637229">
        <w:t>Realizace projektu bude provedena v následujících etapách:</w:t>
      </w:r>
    </w:p>
    <w:p w:rsidR="00DC70D3" w:rsidRPr="00637229" w:rsidRDefault="003A6BCB" w:rsidP="00DC70D3">
      <w:pPr>
        <w:pStyle w:val="Nadpis5"/>
        <w:numPr>
          <w:ilvl w:val="0"/>
          <w:numId w:val="15"/>
        </w:numPr>
        <w:ind w:left="964" w:hanging="567"/>
      </w:pPr>
      <w:r w:rsidRPr="00637229">
        <w:t>I. etapa: předběžné činnosti (ověření stavu využití energií v objektech) – (</w:t>
      </w:r>
      <w:r w:rsidRPr="00637229">
        <w:rPr>
          <w:i/>
        </w:rPr>
        <w:t>viz zejména Část druhá smlouvy)</w:t>
      </w:r>
      <w:r w:rsidRPr="00637229">
        <w:t>;</w:t>
      </w:r>
    </w:p>
    <w:p w:rsidR="00DC70D3" w:rsidRPr="00637229" w:rsidRDefault="003A6BCB" w:rsidP="00DC70D3">
      <w:pPr>
        <w:pStyle w:val="Nadpis5"/>
        <w:numPr>
          <w:ilvl w:val="0"/>
          <w:numId w:val="15"/>
        </w:numPr>
        <w:ind w:left="964" w:hanging="567"/>
      </w:pPr>
      <w:r w:rsidRPr="00637229">
        <w:t>II. etapa: provedení základních opatření (</w:t>
      </w:r>
      <w:r w:rsidRPr="00637229">
        <w:rPr>
          <w:i/>
        </w:rPr>
        <w:t>viz zejména Část třetí smlouvy)</w:t>
      </w:r>
      <w:r w:rsidRPr="00637229">
        <w:t>;</w:t>
      </w:r>
    </w:p>
    <w:p w:rsidR="00DC70D3" w:rsidRPr="00637229" w:rsidRDefault="003A6BCB" w:rsidP="00A67541">
      <w:pPr>
        <w:pStyle w:val="Nadpis5"/>
        <w:numPr>
          <w:ilvl w:val="0"/>
          <w:numId w:val="15"/>
        </w:numPr>
        <w:ind w:left="964" w:hanging="567"/>
      </w:pPr>
      <w:r w:rsidRPr="00637229">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737E8C">
        <w:t xml:space="preserve">realizace a finančního vypořádání </w:t>
      </w:r>
      <w:r w:rsidRPr="00637229">
        <w:t>doporučených dodatečných opatření (</w:t>
      </w:r>
      <w:r w:rsidRPr="00637229">
        <w:rPr>
          <w:i/>
        </w:rPr>
        <w:t>viz zejména Část čtvrtá a Část pátá smlouvy)</w:t>
      </w:r>
      <w:r w:rsidRPr="00637229">
        <w:t>.</w:t>
      </w:r>
    </w:p>
    <w:p w:rsidR="00DC70D3" w:rsidRPr="00637229" w:rsidRDefault="003A6BCB" w:rsidP="00C33A43">
      <w:pPr>
        <w:pStyle w:val="Nadpis2"/>
      </w:pPr>
      <w:r w:rsidRPr="00637229">
        <w:t>Realizace projektu je dokončena okamžikem dokončení všech etap projektu, tj. I. etapy, II. etapy a III. etapy specifikovaných v Člán</w:t>
      </w:r>
      <w:r w:rsidR="00737E8C" w:rsidRPr="00737E8C">
        <w:t>ek</w:t>
      </w:r>
      <w:r w:rsidRPr="00637229">
        <w:t xml:space="preserve"> 4.2 za podmínek </w:t>
      </w:r>
      <w:r w:rsidR="00F76AC2">
        <w:t>stanovených v této smlouvě.</w:t>
      </w:r>
    </w:p>
    <w:p w:rsidR="00F81353" w:rsidRPr="00637229" w:rsidRDefault="00F81353" w:rsidP="005B1DCF">
      <w:pPr>
        <w:pStyle w:val="Nzev"/>
        <w:keepNext/>
        <w:pageBreakBefore/>
      </w:pPr>
      <w:bookmarkStart w:id="21" w:name="_Toc326522960"/>
      <w:r w:rsidRPr="00637229">
        <w:t xml:space="preserve">Část druhá: </w:t>
      </w:r>
      <w:r w:rsidRPr="00637229">
        <w:rPr>
          <w:rStyle w:val="StylNzevTunPodtrenChar"/>
          <w:b w:val="0"/>
        </w:rPr>
        <w:t>Předběžné činnosti</w:t>
      </w:r>
      <w:bookmarkEnd w:id="21"/>
    </w:p>
    <w:p w:rsidR="00F81353" w:rsidRPr="00637229" w:rsidRDefault="00F81353">
      <w:pPr>
        <w:pStyle w:val="Nadpis1"/>
      </w:pPr>
      <w:r w:rsidRPr="00637229">
        <w:rPr>
          <w:b w:val="0"/>
        </w:rPr>
        <w:br/>
      </w:r>
      <w:bookmarkStart w:id="22" w:name="_Ref207368830"/>
      <w:bookmarkStart w:id="23" w:name="_Toc326522961"/>
      <w:bookmarkStart w:id="24" w:name="_Toc469898810"/>
      <w:r w:rsidRPr="00637229">
        <w:t xml:space="preserve">Ověření stavu </w:t>
      </w:r>
      <w:r w:rsidR="00F91895" w:rsidRPr="00637229">
        <w:t xml:space="preserve">a </w:t>
      </w:r>
      <w:r w:rsidRPr="00637229">
        <w:t>využití energie v objektech</w:t>
      </w:r>
      <w:bookmarkEnd w:id="22"/>
      <w:bookmarkEnd w:id="23"/>
      <w:bookmarkEnd w:id="24"/>
    </w:p>
    <w:p w:rsidR="00CF4DCA" w:rsidRPr="00637229" w:rsidRDefault="0086396B" w:rsidP="00CF4DCA">
      <w:pPr>
        <w:pStyle w:val="Nadpis2"/>
      </w:pPr>
      <w:r w:rsidRPr="00637229">
        <w:t xml:space="preserve">Smluvní strany tímto výslovně potvrzují, že smlouva byla uzavřena </w:t>
      </w:r>
      <w:r w:rsidR="00243FF8" w:rsidRPr="00637229">
        <w:t xml:space="preserve">výlučně </w:t>
      </w:r>
      <w:r w:rsidRPr="00637229">
        <w:t>na základě informací a podkladů obsažených v zadávací dokumentaci</w:t>
      </w:r>
      <w:r w:rsidR="004856F5" w:rsidRPr="00637229">
        <w:t xml:space="preserve"> a informací </w:t>
      </w:r>
      <w:r w:rsidR="00FE2424" w:rsidRPr="00637229">
        <w:t xml:space="preserve">obdržených </w:t>
      </w:r>
      <w:r w:rsidR="004856F5" w:rsidRPr="00637229">
        <w:t>v</w:t>
      </w:r>
      <w:r w:rsidR="00132FD0" w:rsidRPr="00637229">
        <w:t xml:space="preserve"> průběhu </w:t>
      </w:r>
      <w:r w:rsidR="0021343A" w:rsidRPr="00637229">
        <w:t>zadávacího</w:t>
      </w:r>
      <w:r w:rsidR="00132FD0" w:rsidRPr="00637229">
        <w:t xml:space="preserve"> řízení.</w:t>
      </w:r>
      <w:r w:rsidR="00CF4DCA" w:rsidRPr="00637229">
        <w:t xml:space="preserve"> </w:t>
      </w:r>
      <w:r w:rsidR="00B419CE" w:rsidRPr="00637229">
        <w:t>P</w:t>
      </w:r>
      <w:r w:rsidR="00CF4DCA" w:rsidRPr="00637229">
        <w:t>opis výchozího stavu včetně referenční spotřeby nákladů je specifikován v příloze č. 1 této Smlouvy.</w:t>
      </w:r>
    </w:p>
    <w:p w:rsidR="003A576D" w:rsidRPr="00637229" w:rsidRDefault="003A576D" w:rsidP="00C33A43">
      <w:pPr>
        <w:pStyle w:val="Nadpis2"/>
      </w:pPr>
      <w:r w:rsidRPr="00637229">
        <w:t>ESCO se zavazuje před zahájením provádění základních opatření podrobně ověřit stav využití energie v</w:t>
      </w:r>
      <w:r w:rsidR="00896636" w:rsidRPr="00637229">
        <w:t> </w:t>
      </w:r>
      <w:r w:rsidRPr="00637229">
        <w:t>objektech</w:t>
      </w:r>
      <w:r w:rsidR="00896636" w:rsidRPr="00637229">
        <w:t xml:space="preserve"> a ostatní poskytnuté informace</w:t>
      </w:r>
      <w:r w:rsidRPr="00637229">
        <w:t xml:space="preserve">. </w:t>
      </w:r>
    </w:p>
    <w:p w:rsidR="003A576D" w:rsidRPr="00637229" w:rsidRDefault="003A576D" w:rsidP="00C33A43">
      <w:pPr>
        <w:pStyle w:val="Nadpis2"/>
      </w:pPr>
      <w:bookmarkStart w:id="25" w:name="_Ref330840684"/>
      <w:r w:rsidRPr="00637229">
        <w:t xml:space="preserve">ESCO se zavazuje do </w:t>
      </w:r>
      <w:r w:rsidR="009625CE" w:rsidRPr="00637229">
        <w:t>[</w:t>
      </w:r>
      <w:r w:rsidRPr="00637229">
        <w:t xml:space="preserve">60] dnů od podpisu této smlouvy předložit Klientovi písemnou zprávu o ověření stavu využití energie v objektech </w:t>
      </w:r>
      <w:r w:rsidR="00896636" w:rsidRPr="00637229">
        <w:t xml:space="preserve">a ostatních poskytnutých informacích </w:t>
      </w:r>
      <w:r w:rsidRPr="00637229">
        <w:t>(dále jen „</w:t>
      </w:r>
      <w:r w:rsidRPr="00637229">
        <w:rPr>
          <w:b/>
        </w:rPr>
        <w:t>předběžná zpráva</w:t>
      </w:r>
      <w:r w:rsidRPr="00637229">
        <w:t>“), ve které minimálně uvede:</w:t>
      </w:r>
      <w:bookmarkEnd w:id="25"/>
    </w:p>
    <w:p w:rsidR="00EB486B" w:rsidRPr="00637229" w:rsidRDefault="003A576D">
      <w:pPr>
        <w:pStyle w:val="Nadpis5"/>
        <w:numPr>
          <w:ilvl w:val="0"/>
          <w:numId w:val="16"/>
        </w:numPr>
        <w:ind w:left="964" w:hanging="567"/>
      </w:pPr>
      <w:r w:rsidRPr="00637229">
        <w:t xml:space="preserve">zda zjistila jakékoliv odchylky či nesrovnalosti v údajích uvedených zadávací dokumentaci a </w:t>
      </w:r>
      <w:r w:rsidR="00896636" w:rsidRPr="00637229">
        <w:t>v průběhu zadávacího řízení</w:t>
      </w:r>
      <w:r w:rsidRPr="00637229">
        <w:t>;</w:t>
      </w:r>
    </w:p>
    <w:p w:rsidR="00EB486B" w:rsidRPr="00637229" w:rsidRDefault="003A576D">
      <w:pPr>
        <w:pStyle w:val="Nadpis5"/>
        <w:numPr>
          <w:ilvl w:val="0"/>
          <w:numId w:val="16"/>
        </w:numPr>
        <w:ind w:left="964" w:hanging="567"/>
      </w:pPr>
      <w:r w:rsidRPr="00637229">
        <w:t>pokud ano, zda to má vliv na vymezení základních opatření, cenu, dobu splatnosti, výši splátek či d</w:t>
      </w:r>
      <w:r w:rsidR="00A966E5" w:rsidRPr="00637229">
        <w:t>alší podstatné smluvní podmínky</w:t>
      </w:r>
      <w:r w:rsidRPr="00637229">
        <w:t>.</w:t>
      </w:r>
    </w:p>
    <w:p w:rsidR="003A576D" w:rsidRPr="00637229" w:rsidRDefault="003A576D" w:rsidP="003A576D">
      <w:pPr>
        <w:ind w:left="426"/>
      </w:pPr>
      <w:r w:rsidRPr="00637229">
        <w:t>ESCO je povinna své závěry, zejména pokud shledá, že údaje uvedené v zadávací dokumentaci nejsou správné nebo úplné, řádným způsobem odůvodnit.</w:t>
      </w:r>
    </w:p>
    <w:p w:rsidR="00EB486B" w:rsidRPr="00637229" w:rsidRDefault="003A576D">
      <w:pPr>
        <w:pStyle w:val="Nadpis2"/>
      </w:pPr>
      <w:bookmarkStart w:id="26" w:name="_Ref330839553"/>
      <w:r w:rsidRPr="00637229">
        <w:t xml:space="preserve">Pokud ESCO </w:t>
      </w:r>
      <w:r w:rsidR="004F54C1" w:rsidRPr="00637229">
        <w:t xml:space="preserve">v rámci ověření skutečného stavu </w:t>
      </w:r>
      <w:r w:rsidRPr="00637229">
        <w:t>zjistí odchylky či nesrovnalosti v údajích uvedených v zadávací dokumentaci</w:t>
      </w:r>
      <w:r w:rsidR="00896636" w:rsidRPr="00637229">
        <w:t xml:space="preserve"> a obdržených v průběhu zadávacího řízení</w:t>
      </w:r>
      <w:r w:rsidRPr="00637229">
        <w:t>, které mají takový vliv na vymezení základních opatření, cenu, dobu splatnosti, výši splátek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26"/>
    </w:p>
    <w:p w:rsidR="003A576D" w:rsidRPr="00637229" w:rsidRDefault="00014C5A" w:rsidP="00C33A43">
      <w:pPr>
        <w:pStyle w:val="Nadpis2"/>
      </w:pPr>
      <w:bookmarkStart w:id="27" w:name="_Ref330840698"/>
      <w:r w:rsidRPr="00637229">
        <w:t xml:space="preserve">V případě postupu dle </w:t>
      </w:r>
      <w:r w:rsidR="00A517D2">
        <w:fldChar w:fldCharType="begin"/>
      </w:r>
      <w:r w:rsidR="00A517D2">
        <w:instrText xml:space="preserve"> REF _Ref330839553 \w \h  \* MERGEFORMAT </w:instrText>
      </w:r>
      <w:r w:rsidR="00A517D2">
        <w:fldChar w:fldCharType="separate"/>
      </w:r>
      <w:r w:rsidR="00701B27">
        <w:t>Článek 5.4</w:t>
      </w:r>
      <w:r w:rsidR="00A517D2">
        <w:fldChar w:fldCharType="end"/>
      </w:r>
      <w:r w:rsidR="00E373D9" w:rsidRPr="00637229">
        <w:t>,</w:t>
      </w:r>
      <w:r w:rsidR="00034EBA" w:rsidRPr="00637229">
        <w:t xml:space="preserve"> </w:t>
      </w:r>
      <w:r w:rsidR="009625CE" w:rsidRPr="00637229">
        <w:t xml:space="preserve">má ESCO právo na náhradu účelně vynaložených nákladů spojených s vypracováním předběžné zprávy (dále jen </w:t>
      </w:r>
      <w:r w:rsidR="009625CE" w:rsidRPr="00637229">
        <w:rPr>
          <w:i/>
        </w:rPr>
        <w:t>„</w:t>
      </w:r>
      <w:r w:rsidR="009625CE" w:rsidRPr="00637229">
        <w:rPr>
          <w:b/>
        </w:rPr>
        <w:t>účelně vynaložené náklady</w:t>
      </w:r>
      <w:r w:rsidR="009625CE" w:rsidRPr="00637229">
        <w:rPr>
          <w:i/>
        </w:rPr>
        <w:t>“</w:t>
      </w:r>
      <w:r w:rsidR="009625CE" w:rsidRPr="00637229">
        <w:t>). Výši účelně vynaložených nákladů, včetně jejího odůvodnění, je ESCO povinna u Klienta uplatnit nejpozději současně s odstoupením.</w:t>
      </w:r>
      <w:bookmarkEnd w:id="27"/>
    </w:p>
    <w:p w:rsidR="007750DD" w:rsidRPr="00637229" w:rsidRDefault="00733840" w:rsidP="00C33A43">
      <w:pPr>
        <w:pStyle w:val="Nadpis2"/>
      </w:pPr>
      <w:r w:rsidRPr="00637229">
        <w:t>V</w:t>
      </w:r>
      <w:r w:rsidR="00E061DE" w:rsidRPr="00637229">
        <w:t> </w:t>
      </w:r>
      <w:r w:rsidRPr="00637229">
        <w:t>případ</w:t>
      </w:r>
      <w:r w:rsidR="00E061DE" w:rsidRPr="00637229">
        <w:t xml:space="preserve">ech specifikovaných v </w:t>
      </w:r>
      <w:r w:rsidR="00737E8C">
        <w:fldChar w:fldCharType="begin"/>
      </w:r>
      <w:r w:rsidR="00737E8C">
        <w:instrText xml:space="preserve"> REF _Ref330839553 \w \h  \* MERGEFORMAT </w:instrText>
      </w:r>
      <w:r w:rsidR="00737E8C">
        <w:fldChar w:fldCharType="separate"/>
      </w:r>
      <w:r w:rsidR="00701B27">
        <w:t>Článek 5.4</w:t>
      </w:r>
      <w:r w:rsidR="00737E8C">
        <w:fldChar w:fldCharType="end"/>
      </w:r>
      <w:r w:rsidR="00503B1B" w:rsidRPr="00637229">
        <w:t xml:space="preserve"> </w:t>
      </w:r>
      <w:r w:rsidR="00E061DE" w:rsidRPr="00637229">
        <w:t>se</w:t>
      </w:r>
      <w:r w:rsidRPr="00637229">
        <w:t xml:space="preserve"> </w:t>
      </w:r>
      <w:r w:rsidR="00E061DE" w:rsidRPr="00637229">
        <w:t>s</w:t>
      </w:r>
      <w:r w:rsidR="00C767B0" w:rsidRPr="00637229">
        <w:t>mluvní strany mohou dohodnout také na změně smluvních podmínek</w:t>
      </w:r>
      <w:r w:rsidR="006E7ED8" w:rsidRPr="00637229">
        <w:t>, které</w:t>
      </w:r>
      <w:r w:rsidR="00436034" w:rsidRPr="00637229">
        <w:t xml:space="preserve"> by zohledňoval</w:t>
      </w:r>
      <w:r w:rsidR="006E7ED8" w:rsidRPr="00637229">
        <w:t>y</w:t>
      </w:r>
      <w:r w:rsidR="00436034" w:rsidRPr="00637229">
        <w:t xml:space="preserve"> nově zjištěné skutečnosti</w:t>
      </w:r>
      <w:r w:rsidR="006E7ED8" w:rsidRPr="00637229">
        <w:t>, pokud takový postup bude v</w:t>
      </w:r>
      <w:r w:rsidR="00AF3066" w:rsidRPr="00637229">
        <w:t xml:space="preserve"> souladu s</w:t>
      </w:r>
      <w:r w:rsidR="005F2F31" w:rsidRPr="00637229">
        <w:t>e</w:t>
      </w:r>
      <w:r w:rsidR="00F92422" w:rsidRPr="00637229">
        <w:t> Z</w:t>
      </w:r>
      <w:r w:rsidR="008859BF" w:rsidRPr="00637229">
        <w:t>Z</w:t>
      </w:r>
      <w:r w:rsidR="00F92422" w:rsidRPr="00637229">
        <w:t>VZ.</w:t>
      </w:r>
    </w:p>
    <w:p w:rsidR="00F81353" w:rsidRPr="00CC64D4" w:rsidRDefault="00F81353" w:rsidP="005B1DCF">
      <w:pPr>
        <w:pStyle w:val="Nzev"/>
        <w:keepNext/>
        <w:pageBreakBefore/>
        <w:spacing w:before="480"/>
        <w:rPr>
          <w:rStyle w:val="StylNzevTunPodtrenChar"/>
          <w:b w:val="0"/>
        </w:rPr>
      </w:pPr>
      <w:bookmarkStart w:id="28" w:name="_Toc326522963"/>
      <w:r w:rsidRPr="00637229">
        <w:t xml:space="preserve">Část třetí: </w:t>
      </w:r>
      <w:r w:rsidRPr="00637229">
        <w:rPr>
          <w:rStyle w:val="StylNzevTunPodtrenChar"/>
          <w:b w:val="0"/>
        </w:rPr>
        <w:t xml:space="preserve">Období </w:t>
      </w:r>
      <w:r w:rsidR="00783B70">
        <w:rPr>
          <w:rStyle w:val="StylNzevTunPodtrenChar"/>
          <w:b w:val="0"/>
        </w:rPr>
        <w:t>p</w:t>
      </w:r>
      <w:r w:rsidRPr="00CC64D4">
        <w:rPr>
          <w:rStyle w:val="StylNzevTunPodtrenChar"/>
          <w:b w:val="0"/>
        </w:rPr>
        <w:t>rovádění základních opatření</w:t>
      </w:r>
      <w:bookmarkEnd w:id="28"/>
    </w:p>
    <w:p w:rsidR="00F81353" w:rsidRPr="00CC64D4" w:rsidRDefault="00F81353">
      <w:pPr>
        <w:pStyle w:val="Nadpis1"/>
      </w:pPr>
      <w:r w:rsidRPr="00CC64D4">
        <w:rPr>
          <w:b w:val="0"/>
        </w:rPr>
        <w:br/>
      </w:r>
      <w:bookmarkStart w:id="29" w:name="_Toc326522964"/>
      <w:bookmarkStart w:id="30" w:name="_Toc469898811"/>
      <w:r w:rsidRPr="00CC64D4">
        <w:t>Práva a povinnosti smluvních stran</w:t>
      </w:r>
      <w:bookmarkEnd w:id="29"/>
      <w:bookmarkEnd w:id="30"/>
    </w:p>
    <w:p w:rsidR="00272371" w:rsidRPr="00CC64D4" w:rsidRDefault="001F476B" w:rsidP="00C33A43">
      <w:pPr>
        <w:pStyle w:val="Nadpis2"/>
      </w:pPr>
      <w:r w:rsidRPr="00CC64D4">
        <w:t>ESCO se za souč</w:t>
      </w:r>
      <w:r w:rsidR="00D30B8D" w:rsidRPr="00CC64D4">
        <w:t xml:space="preserve">innosti Klienta zavazuje </w:t>
      </w:r>
      <w:r w:rsidR="00BB6B08" w:rsidRPr="00CC64D4">
        <w:t xml:space="preserve">k </w:t>
      </w:r>
      <w:r w:rsidR="00D30B8D" w:rsidRPr="00CC64D4">
        <w:t>provedení</w:t>
      </w:r>
      <w:r w:rsidRPr="00CC64D4">
        <w:t xml:space="preserve"> základní</w:t>
      </w:r>
      <w:r w:rsidR="00D30B8D" w:rsidRPr="00CC64D4">
        <w:t>ho</w:t>
      </w:r>
      <w:r w:rsidRPr="00CC64D4">
        <w:t xml:space="preserve"> opatření</w:t>
      </w:r>
      <w:r w:rsidR="00D07059" w:rsidRPr="00CC64D4">
        <w:t>,</w:t>
      </w:r>
      <w:r w:rsidR="00EE598D" w:rsidRPr="00CC64D4">
        <w:t xml:space="preserve"> tj. </w:t>
      </w:r>
      <w:r w:rsidR="004B4B65" w:rsidRPr="00CC64D4">
        <w:t>provedení základní investiční opatření a základních prostých opatření,</w:t>
      </w:r>
      <w:r w:rsidR="00C82224" w:rsidRPr="00CC64D4">
        <w:t xml:space="preserve"> </w:t>
      </w:r>
      <w:r w:rsidRPr="00CC64D4">
        <w:t>a tím snížit způsobem stanoveným touto smlouvou provozní náklady Klienta a zvýšit energetickou účinnost.</w:t>
      </w:r>
    </w:p>
    <w:p w:rsidR="00F81353" w:rsidRPr="00CC64D4" w:rsidRDefault="00F81353" w:rsidP="00C33A43">
      <w:pPr>
        <w:pStyle w:val="Nadpis2"/>
      </w:pPr>
      <w:r w:rsidRPr="00CC64D4">
        <w:t xml:space="preserve">Klient se zavazuje, že po období </w:t>
      </w:r>
      <w:r w:rsidR="003F6148">
        <w:t xml:space="preserve">provádění základních opatření </w:t>
      </w:r>
    </w:p>
    <w:p w:rsidR="00F81353" w:rsidRPr="00CC64D4" w:rsidRDefault="00F81353" w:rsidP="007E4ACE">
      <w:pPr>
        <w:pStyle w:val="Nadpis5"/>
        <w:numPr>
          <w:ilvl w:val="0"/>
          <w:numId w:val="17"/>
        </w:numPr>
        <w:ind w:left="964" w:hanging="567"/>
      </w:pPr>
      <w:r w:rsidRPr="00CC64D4">
        <w:t xml:space="preserve">umožní ESCO a jím určeným třetím osobám přístup do areálů a jednotlivých objektů během pracovních dnů v obvyklé pracovní době </w:t>
      </w:r>
      <w:r w:rsidR="00051CB3" w:rsidRPr="00CC64D4">
        <w:t xml:space="preserve">a to od </w:t>
      </w:r>
      <w:r w:rsidR="00461C1A" w:rsidRPr="00F153AA">
        <w:t>[</w:t>
      </w:r>
      <w:r w:rsidR="00942777" w:rsidRPr="00F153AA">
        <w:t>7:00</w:t>
      </w:r>
      <w:r w:rsidR="00461C1A" w:rsidRPr="00F153AA">
        <w:t>] do [</w:t>
      </w:r>
      <w:r w:rsidR="00942777" w:rsidRPr="00F153AA">
        <w:t>17:00</w:t>
      </w:r>
      <w:r w:rsidR="00461C1A" w:rsidRPr="00F153AA">
        <w:t>]</w:t>
      </w:r>
      <w:r w:rsidR="00461C1A" w:rsidRPr="00CC64D4">
        <w:t xml:space="preserve"> </w:t>
      </w:r>
      <w:r w:rsidRPr="00CC64D4">
        <w:t xml:space="preserve">a v mimopracovní dny </w:t>
      </w:r>
      <w:r w:rsidR="00757622" w:rsidRPr="00CC64D4">
        <w:t xml:space="preserve">po dohodě s Klientem </w:t>
      </w:r>
      <w:r w:rsidRPr="00CC64D4">
        <w:t>kdykoli, bude-li to nutné;</w:t>
      </w:r>
    </w:p>
    <w:p w:rsidR="00F81353" w:rsidRPr="00CC64D4" w:rsidRDefault="00F81353" w:rsidP="007E4ACE">
      <w:pPr>
        <w:pStyle w:val="Nadpis5"/>
        <w:numPr>
          <w:ilvl w:val="0"/>
          <w:numId w:val="17"/>
        </w:numPr>
        <w:ind w:left="964" w:hanging="567"/>
      </w:pPr>
      <w:r w:rsidRPr="00CC64D4">
        <w:t>snášet omezení nezbytná při provádění opatření dle harmonogramu;</w:t>
      </w:r>
    </w:p>
    <w:p w:rsidR="00F81353" w:rsidRPr="00CC64D4" w:rsidRDefault="00F81353" w:rsidP="007E4ACE">
      <w:pPr>
        <w:pStyle w:val="Nadpis5"/>
        <w:numPr>
          <w:ilvl w:val="0"/>
          <w:numId w:val="17"/>
        </w:numPr>
        <w:ind w:left="964" w:hanging="567"/>
      </w:pPr>
      <w:r w:rsidRPr="00CC64D4">
        <w:t xml:space="preserve">poskytnout </w:t>
      </w:r>
      <w:r w:rsidR="00ED49BC">
        <w:t xml:space="preserve">ESCO </w:t>
      </w:r>
      <w:r w:rsidR="007750DD" w:rsidRPr="00CC64D4">
        <w:t>na vlastní náklady</w:t>
      </w:r>
      <w:r w:rsidRPr="00CC64D4">
        <w:t xml:space="preserve"> </w:t>
      </w:r>
      <w:r w:rsidR="00ED49BC">
        <w:t>e</w:t>
      </w:r>
      <w:r w:rsidRPr="00CC64D4">
        <w:t>lektřinu, zemní plyn, vodu, případně další média v míře nezbytné pro provádění opatření;</w:t>
      </w:r>
    </w:p>
    <w:p w:rsidR="00F81353" w:rsidRPr="00CC64D4" w:rsidRDefault="00F81353" w:rsidP="007E4ACE">
      <w:pPr>
        <w:pStyle w:val="Nadpis5"/>
        <w:numPr>
          <w:ilvl w:val="0"/>
          <w:numId w:val="17"/>
        </w:numPr>
        <w:ind w:left="964" w:hanging="567"/>
      </w:pPr>
      <w:r w:rsidRPr="00CC64D4">
        <w:t>poskytne ESCO a jí určeným osobám skladovací uzamykatelné prostory pro uskladnění materiálu pro provedení opatření;</w:t>
      </w:r>
    </w:p>
    <w:p w:rsidR="00F81353" w:rsidRPr="00CC64D4" w:rsidRDefault="00F81353" w:rsidP="007E4ACE">
      <w:pPr>
        <w:pStyle w:val="Nadpis5"/>
        <w:numPr>
          <w:ilvl w:val="0"/>
          <w:numId w:val="17"/>
        </w:numPr>
        <w:ind w:left="964" w:hanging="567"/>
      </w:pPr>
      <w:r w:rsidRPr="00CC64D4">
        <w:t>poskytne ESCO a jí určeným osobám sociální zázemí pro jejich zaměstnance a spolupracující osoby (WC, sprcha, šatna s uzamykatelnými skříňkami);</w:t>
      </w:r>
    </w:p>
    <w:p w:rsidR="00F81353" w:rsidRPr="00CC64D4" w:rsidRDefault="00F81353" w:rsidP="007E4ACE">
      <w:pPr>
        <w:pStyle w:val="Nadpis5"/>
        <w:numPr>
          <w:ilvl w:val="0"/>
          <w:numId w:val="17"/>
        </w:numPr>
        <w:ind w:left="964" w:hanging="567"/>
      </w:pPr>
      <w:r w:rsidRPr="00CC64D4">
        <w:t>udělí ESCO příslušné plné moci, vyžaduje-li vyřízení určitých záležitostí v rámci této smlouvy uskutečnění právních úkonů jménem Klienta.</w:t>
      </w:r>
    </w:p>
    <w:p w:rsidR="00F81353" w:rsidRPr="00CC64D4" w:rsidRDefault="00F81353" w:rsidP="00C33A43">
      <w:pPr>
        <w:pStyle w:val="Nadpis2"/>
      </w:pPr>
      <w:bookmarkStart w:id="31" w:name="_Ref330840265"/>
      <w:r w:rsidRPr="00CC64D4">
        <w:t>ESCO se zavazuje:</w:t>
      </w:r>
      <w:bookmarkEnd w:id="31"/>
    </w:p>
    <w:p w:rsidR="004F54C1" w:rsidRPr="00CC64D4" w:rsidRDefault="00F81353" w:rsidP="00D82097">
      <w:pPr>
        <w:pStyle w:val="Nadpis5"/>
        <w:numPr>
          <w:ilvl w:val="0"/>
          <w:numId w:val="18"/>
        </w:numPr>
        <w:ind w:left="964" w:hanging="567"/>
      </w:pPr>
      <w:r w:rsidRPr="00CC64D4">
        <w:t>před zahájením</w:t>
      </w:r>
      <w:r w:rsidR="00E82740">
        <w:t xml:space="preserve"> období</w:t>
      </w:r>
      <w:r w:rsidRPr="00CC64D4">
        <w:t xml:space="preserve"> </w:t>
      </w:r>
      <w:r w:rsidR="003F6148">
        <w:t xml:space="preserve">provádění základních opatření </w:t>
      </w:r>
      <w:r w:rsidRPr="00CC64D4">
        <w:t xml:space="preserve">vypracovat a předložit Klientovi k připomínkám projektovou dokumentaci, je-li pro realizaci základních investičních opatření potřebná anebo nezbytná; nevyjádří-li se Klient </w:t>
      </w:r>
      <w:r w:rsidRPr="00F153AA">
        <w:t xml:space="preserve">do </w:t>
      </w:r>
      <w:r w:rsidR="00461C1A" w:rsidRPr="00F153AA">
        <w:t>[</w:t>
      </w:r>
      <w:r w:rsidR="00CD215C" w:rsidRPr="00F153AA">
        <w:t>21</w:t>
      </w:r>
      <w:r w:rsidR="00051CB3" w:rsidRPr="00F153AA">
        <w:t>]</w:t>
      </w:r>
      <w:r w:rsidRPr="00CC64D4">
        <w:t xml:space="preserve"> dnů ode dne předložení projektové dokumentace, považuje se projektová dokumentace za schválenou;</w:t>
      </w:r>
    </w:p>
    <w:p w:rsidR="00F81353" w:rsidRPr="00CC64D4" w:rsidRDefault="00F81353" w:rsidP="007E4ACE">
      <w:pPr>
        <w:pStyle w:val="Nadpis5"/>
        <w:numPr>
          <w:ilvl w:val="0"/>
          <w:numId w:val="18"/>
        </w:numPr>
        <w:ind w:left="964" w:hanging="567"/>
      </w:pPr>
      <w:bookmarkStart w:id="32" w:name="_Ref152047542"/>
      <w:r w:rsidRPr="00CC64D4">
        <w:t xml:space="preserve">před zahájením období </w:t>
      </w:r>
      <w:r w:rsidR="00EE4117">
        <w:t xml:space="preserve">provádění základních opatření </w:t>
      </w:r>
      <w:r w:rsidRPr="00CC64D4">
        <w:t>vypracovat a předložit Klientovi k</w:t>
      </w:r>
      <w:r w:rsidR="00566F3E" w:rsidRPr="00CC64D4">
        <w:t> </w:t>
      </w:r>
      <w:r w:rsidRPr="00CC64D4">
        <w:t>připomínkám</w:t>
      </w:r>
      <w:r w:rsidR="00046F0B" w:rsidRPr="00CC64D4">
        <w:t xml:space="preserve"> </w:t>
      </w:r>
      <w:r w:rsidR="00621EC3" w:rsidRPr="00CC64D4">
        <w:t xml:space="preserve">upřesněný </w:t>
      </w:r>
      <w:r w:rsidRPr="00CC64D4">
        <w:t xml:space="preserve">časový plán provádění základních opatření </w:t>
      </w:r>
      <w:r w:rsidR="000D759F" w:rsidRPr="00CC64D4">
        <w:t>(</w:t>
      </w:r>
      <w:r w:rsidRPr="00CC64D4">
        <w:t>dále jen „</w:t>
      </w:r>
      <w:r w:rsidRPr="00CC64D4">
        <w:rPr>
          <w:b/>
        </w:rPr>
        <w:t>harmonogram</w:t>
      </w:r>
      <w:r w:rsidR="00765A27" w:rsidRPr="00CC64D4">
        <w:rPr>
          <w:b/>
        </w:rPr>
        <w:t xml:space="preserve"> </w:t>
      </w:r>
      <w:r w:rsidR="009C109E" w:rsidRPr="00CC64D4">
        <w:rPr>
          <w:b/>
        </w:rPr>
        <w:t xml:space="preserve">realizace </w:t>
      </w:r>
      <w:r w:rsidR="00765A27" w:rsidRPr="00CC64D4">
        <w:rPr>
          <w:b/>
        </w:rPr>
        <w:t>základních opatření</w:t>
      </w:r>
      <w:r w:rsidRPr="00CC64D4">
        <w:t>“)</w:t>
      </w:r>
      <w:r w:rsidR="00A27764" w:rsidRPr="00CC64D4">
        <w:t>,</w:t>
      </w:r>
      <w:r w:rsidRPr="00CC64D4">
        <w:t xml:space="preserve"> </w:t>
      </w:r>
      <w:r w:rsidR="00621EC3" w:rsidRPr="00CC64D4">
        <w:t>který bude</w:t>
      </w:r>
      <w:r w:rsidR="007745EF" w:rsidRPr="00CC64D4">
        <w:t xml:space="preserve"> v souladu s</w:t>
      </w:r>
      <w:r w:rsidRPr="00CC64D4">
        <w:t xml:space="preserve"> harmonogramem</w:t>
      </w:r>
      <w:r w:rsidR="00765A27" w:rsidRPr="00CC64D4">
        <w:t xml:space="preserve"> realizace projektu </w:t>
      </w:r>
      <w:r w:rsidRPr="00CC64D4">
        <w:t>uveden</w:t>
      </w:r>
      <w:r w:rsidR="00765A27" w:rsidRPr="00CC64D4">
        <w:t xml:space="preserve">ém </w:t>
      </w:r>
      <w:r w:rsidRPr="00CC64D4">
        <w:t>v příloze č.</w:t>
      </w:r>
      <w:r w:rsidR="00B24712" w:rsidRPr="00CC64D4">
        <w:t> 4</w:t>
      </w:r>
      <w:r w:rsidRPr="00CC64D4">
        <w:t xml:space="preserve">, a </w:t>
      </w:r>
      <w:r w:rsidR="00621EC3" w:rsidRPr="00CC64D4">
        <w:t>bude</w:t>
      </w:r>
      <w:r w:rsidRPr="00CC64D4">
        <w:t xml:space="preserve"> respektov</w:t>
      </w:r>
      <w:r w:rsidR="00621EC3" w:rsidRPr="00CC64D4">
        <w:t>at</w:t>
      </w:r>
      <w:r w:rsidRPr="00CC64D4">
        <w:t xml:space="preserve"> charakter a využití objektů a</w:t>
      </w:r>
      <w:r w:rsidR="00621EC3" w:rsidRPr="00CC64D4">
        <w:t xml:space="preserve"> sestaven tak, aby</w:t>
      </w:r>
      <w:r w:rsidRPr="00CC64D4">
        <w:t xml:space="preserve"> případné narušení provozu objektů bylo minimální;</w:t>
      </w:r>
      <w:bookmarkEnd w:id="32"/>
    </w:p>
    <w:p w:rsidR="00F81353" w:rsidRPr="00CC64D4" w:rsidRDefault="00F81353" w:rsidP="00AA3612">
      <w:pPr>
        <w:pStyle w:val="Bullet2"/>
        <w:ind w:left="1248" w:hanging="284"/>
      </w:pPr>
      <w:r w:rsidRPr="00CC64D4">
        <w:t>v  harmonogramu</w:t>
      </w:r>
      <w:r w:rsidR="009C109E" w:rsidRPr="00CC64D4">
        <w:t xml:space="preserve"> realizace základních opatření</w:t>
      </w:r>
      <w:r w:rsidRPr="00CC64D4">
        <w:t xml:space="preserve"> budou definovány podrobně věcně a časově jednotlivé činnosti nutné pro provedení základních investičních opatření, stanovena doba jejich trvání a určena vazba na předcházející a následující činnosti;</w:t>
      </w:r>
    </w:p>
    <w:p w:rsidR="00F81353" w:rsidRPr="00CC64D4" w:rsidRDefault="00F81353" w:rsidP="00AA3612">
      <w:pPr>
        <w:pStyle w:val="Bullet2"/>
        <w:ind w:left="1248" w:hanging="284"/>
      </w:pPr>
      <w:r w:rsidRPr="00CC64D4">
        <w:t>harmonogram</w:t>
      </w:r>
      <w:r w:rsidR="00860E4A" w:rsidRPr="00CC64D4">
        <w:t xml:space="preserve"> realizace základních opatření</w:t>
      </w:r>
      <w:r w:rsidRPr="00CC64D4">
        <w:t xml:space="preserve"> bude obsahovat i plán kontrolních dnů;</w:t>
      </w:r>
    </w:p>
    <w:p w:rsidR="00272371" w:rsidRPr="00CC64D4" w:rsidRDefault="00C147B5" w:rsidP="007E4ACE">
      <w:pPr>
        <w:pStyle w:val="Nadpis5"/>
        <w:numPr>
          <w:ilvl w:val="0"/>
          <w:numId w:val="18"/>
        </w:numPr>
        <w:ind w:left="964" w:hanging="567"/>
      </w:pPr>
      <w:r>
        <w:t xml:space="preserve">za předpokladu poskytnutí </w:t>
      </w:r>
      <w:r w:rsidR="00C002B6">
        <w:t xml:space="preserve">potřebné </w:t>
      </w:r>
      <w:r w:rsidRPr="00CC64D4">
        <w:t xml:space="preserve">součinnosti Klienta </w:t>
      </w:r>
      <w:r w:rsidR="00F81353" w:rsidRPr="00CC64D4">
        <w:t xml:space="preserve">před zahájením </w:t>
      </w:r>
      <w:r w:rsidR="0028475C">
        <w:t xml:space="preserve">provádění základních </w:t>
      </w:r>
      <w:r w:rsidR="00C15D2A">
        <w:t xml:space="preserve">investičních </w:t>
      </w:r>
      <w:r w:rsidR="0028475C">
        <w:t xml:space="preserve">opatření </w:t>
      </w:r>
      <w:r w:rsidR="00F81353" w:rsidRPr="00CC64D4">
        <w:t>zajistit za ohledně základních investičních opatření</w:t>
      </w:r>
      <w:r w:rsidR="00621EC3" w:rsidRPr="00CC64D4">
        <w:t xml:space="preserve"> </w:t>
      </w:r>
      <w:r w:rsidR="00F81353" w:rsidRPr="00CC64D4">
        <w:t xml:space="preserve">vydání stavebního povolení, příp. jiných povolení či rozhodnutí </w:t>
      </w:r>
      <w:r w:rsidR="007D357B">
        <w:t xml:space="preserve">orgánů veřejné správy </w:t>
      </w:r>
      <w:r w:rsidR="00F81353" w:rsidRPr="00CC64D4">
        <w:t xml:space="preserve">nezbytných dle právních předpisů k provedení základních investičních opatření; </w:t>
      </w:r>
    </w:p>
    <w:p w:rsidR="00F81353" w:rsidRPr="00CC64D4" w:rsidRDefault="00F81353" w:rsidP="007E4ACE">
      <w:pPr>
        <w:pStyle w:val="Nadpis5"/>
        <w:numPr>
          <w:ilvl w:val="0"/>
          <w:numId w:val="18"/>
        </w:numPr>
        <w:ind w:left="964" w:hanging="567"/>
      </w:pPr>
      <w:r w:rsidRPr="00CC64D4">
        <w:t>zastupovat Klienta při projednávání projektové dokumentace s dotčenými fyzickými či právnickými osobami, správci sítí a příslušnými orgány;</w:t>
      </w:r>
    </w:p>
    <w:p w:rsidR="00F81353" w:rsidRPr="00CC64D4" w:rsidRDefault="00F81353" w:rsidP="007E4ACE">
      <w:pPr>
        <w:pStyle w:val="Nadpis5"/>
        <w:numPr>
          <w:ilvl w:val="0"/>
          <w:numId w:val="18"/>
        </w:numPr>
        <w:ind w:left="964" w:hanging="567"/>
      </w:pPr>
      <w:r w:rsidRPr="00CC64D4">
        <w:t>zastupovat Klienta v rámci územního, stavebního a kolaudačního řízení souvisejícího s prováděním základních investičních opatření, případně v dalších řízeních před orgány</w:t>
      </w:r>
      <w:r w:rsidR="001F476B" w:rsidRPr="00CC64D4">
        <w:t xml:space="preserve"> veřejné správy</w:t>
      </w:r>
      <w:r w:rsidRPr="00CC64D4">
        <w:t xml:space="preserve"> vztahujícími se k základním investičním opatřením</w:t>
      </w:r>
      <w:r w:rsidR="007750DD" w:rsidRPr="00CC64D4">
        <w:t xml:space="preserve">, k čemuž Klient udělí </w:t>
      </w:r>
      <w:r w:rsidR="00621EC3" w:rsidRPr="00CC64D4">
        <w:t xml:space="preserve">ESCO </w:t>
      </w:r>
      <w:r w:rsidR="007750DD" w:rsidRPr="00CC64D4">
        <w:t>plnou moc</w:t>
      </w:r>
      <w:r w:rsidRPr="00CC64D4">
        <w:t>;</w:t>
      </w:r>
    </w:p>
    <w:p w:rsidR="00F81353" w:rsidRPr="00CC64D4" w:rsidRDefault="00F81353" w:rsidP="007E4ACE">
      <w:pPr>
        <w:pStyle w:val="Nadpis5"/>
        <w:numPr>
          <w:ilvl w:val="0"/>
          <w:numId w:val="18"/>
        </w:numPr>
        <w:ind w:left="964" w:hanging="567"/>
      </w:pPr>
      <w:r w:rsidRPr="00CC64D4">
        <w:t xml:space="preserve">dle schváleného harmonogramu </w:t>
      </w:r>
      <w:r w:rsidR="00187D48" w:rsidRPr="00CC64D4">
        <w:t xml:space="preserve">realizace základních opatření </w:t>
      </w:r>
      <w:r w:rsidRPr="00CC64D4">
        <w:t>organizovat kontrolní dny, zvát na ně oprávněné osoby a vyhotovovat z nich pro své potřeby a potřeby Klienta zápisy;</w:t>
      </w:r>
    </w:p>
    <w:p w:rsidR="00F81353" w:rsidRPr="00CC64D4" w:rsidRDefault="00F81353" w:rsidP="007E4ACE">
      <w:pPr>
        <w:pStyle w:val="Nadpis5"/>
        <w:numPr>
          <w:ilvl w:val="0"/>
          <w:numId w:val="18"/>
        </w:numPr>
        <w:ind w:left="964" w:hanging="567"/>
      </w:pPr>
      <w:r w:rsidRPr="00CC64D4">
        <w:t>provádět základní investiční opatření v souladu s</w:t>
      </w:r>
      <w:r w:rsidR="00CA5084" w:rsidRPr="00CC64D4">
        <w:t> </w:t>
      </w:r>
      <w:r w:rsidR="00CE7633" w:rsidRPr="00CC64D4">
        <w:t>obecně</w:t>
      </w:r>
      <w:r w:rsidR="00CA5084" w:rsidRPr="00CC64D4">
        <w:t xml:space="preserve"> závaznými</w:t>
      </w:r>
      <w:r w:rsidR="00CE7633" w:rsidRPr="00CC64D4">
        <w:t xml:space="preserve"> </w:t>
      </w:r>
      <w:r w:rsidRPr="00CC64D4">
        <w:t>právními předpisy, příslušnými českými technickými normami, jakož i vnitřními předpisy Klienta, s nimiž byla před uzavřením této smlouvy seznámena (zejména bezpečnostní předpisy);</w:t>
      </w:r>
    </w:p>
    <w:p w:rsidR="00F81353" w:rsidRPr="00CC64D4" w:rsidRDefault="00F81353" w:rsidP="007E4ACE">
      <w:pPr>
        <w:pStyle w:val="Nadpis5"/>
        <w:numPr>
          <w:ilvl w:val="0"/>
          <w:numId w:val="18"/>
        </w:numPr>
        <w:ind w:left="964" w:hanging="567"/>
      </w:pPr>
      <w:r w:rsidRPr="00CC64D4">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CC64D4">
        <w:t>v příloze č. 7</w:t>
      </w:r>
      <w:r w:rsidRPr="00CC64D4">
        <w:t>.</w:t>
      </w:r>
    </w:p>
    <w:p w:rsidR="00F81353" w:rsidRPr="00CC64D4" w:rsidRDefault="00F81353" w:rsidP="007E4ACE">
      <w:pPr>
        <w:pStyle w:val="Nadpis5"/>
        <w:numPr>
          <w:ilvl w:val="0"/>
          <w:numId w:val="18"/>
        </w:numPr>
        <w:ind w:left="964" w:hanging="567"/>
      </w:pPr>
      <w:r w:rsidRPr="00CC64D4">
        <w:t>při provádění základních investičních opatření použít výhradně výrobky, na které bylo vydáno prohlášení o shodě dle zákona č. 22/1997 Sb.</w:t>
      </w:r>
      <w:r w:rsidR="00236BCB" w:rsidRPr="00CC64D4">
        <w:t>,</w:t>
      </w:r>
      <w:r w:rsidRPr="00CC64D4">
        <w:t xml:space="preserve"> </w:t>
      </w:r>
      <w:r w:rsidR="0023191F" w:rsidRPr="00CC64D4">
        <w:t xml:space="preserve">o technických požadavcích na výrobky a </w:t>
      </w:r>
      <w:r w:rsidR="00ED21B2" w:rsidRPr="00CC64D4">
        <w:t>o změně a doplnění některých zákonů</w:t>
      </w:r>
      <w:r w:rsidR="0035420E" w:rsidRPr="00CC64D4">
        <w:t>,</w:t>
      </w:r>
      <w:r w:rsidR="0023191F" w:rsidRPr="00CC64D4">
        <w:t xml:space="preserve"> </w:t>
      </w:r>
      <w:r w:rsidRPr="00CC64D4">
        <w:t>v platném znění;</w:t>
      </w:r>
    </w:p>
    <w:p w:rsidR="00F81353" w:rsidRPr="00CC64D4" w:rsidRDefault="00F81353" w:rsidP="007E4ACE">
      <w:pPr>
        <w:pStyle w:val="Nadpis5"/>
        <w:numPr>
          <w:ilvl w:val="0"/>
          <w:numId w:val="18"/>
        </w:numPr>
        <w:ind w:left="964" w:hanging="567"/>
      </w:pPr>
      <w:bookmarkStart w:id="33" w:name="_Ref152047622"/>
      <w:r w:rsidRPr="00CC64D4">
        <w:t>vést ode dne převzetí staveniště deník</w:t>
      </w:r>
      <w:r w:rsidR="00144440" w:rsidRPr="00CC64D4">
        <w:t xml:space="preserve"> stavebních a montážních prací </w:t>
      </w:r>
      <w:r w:rsidRPr="00CC64D4">
        <w:t>(dále jen „</w:t>
      </w:r>
      <w:r w:rsidRPr="00CC64D4">
        <w:rPr>
          <w:b/>
        </w:rPr>
        <w:t>deník</w:t>
      </w:r>
      <w:r w:rsidRPr="00CC64D4">
        <w:t>“) tak, že:</w:t>
      </w:r>
      <w:bookmarkEnd w:id="33"/>
    </w:p>
    <w:p w:rsidR="00F81353" w:rsidRPr="00CC64D4" w:rsidRDefault="00F81353" w:rsidP="00AA3612">
      <w:pPr>
        <w:pStyle w:val="Bullet2"/>
        <w:ind w:left="1248" w:hanging="284"/>
      </w:pPr>
      <w:r w:rsidRPr="00CC64D4">
        <w:t xml:space="preserve">deník vede zásadně </w:t>
      </w:r>
      <w:r w:rsidR="00D762CD" w:rsidRPr="00CC64D4">
        <w:t>odpovědný pracovník ESCO (</w:t>
      </w:r>
      <w:r w:rsidRPr="00CC64D4">
        <w:t>stavbyvedoucí</w:t>
      </w:r>
      <w:r w:rsidR="00D762CD" w:rsidRPr="00CC64D4">
        <w:t>)</w:t>
      </w:r>
      <w:r w:rsidRPr="00CC64D4">
        <w:t>;</w:t>
      </w:r>
    </w:p>
    <w:p w:rsidR="00F81353" w:rsidRPr="00CC64D4" w:rsidRDefault="00F81353" w:rsidP="00AA3612">
      <w:pPr>
        <w:pStyle w:val="Bullet2"/>
        <w:ind w:left="1248" w:hanging="284"/>
      </w:pPr>
      <w:r w:rsidRPr="00CC64D4">
        <w:t>záznamy do deníku mohou provádět oprávněné osoby;</w:t>
      </w:r>
    </w:p>
    <w:p w:rsidR="00F81353" w:rsidRPr="00CC64D4" w:rsidRDefault="00F81353" w:rsidP="00AA3612">
      <w:pPr>
        <w:pStyle w:val="Bullet2"/>
        <w:ind w:left="1248" w:hanging="284"/>
      </w:pPr>
      <w:r w:rsidRPr="00CC64D4">
        <w:t>deník bude Klientovi trvale k dispozici na staveništi;</w:t>
      </w:r>
    </w:p>
    <w:p w:rsidR="00F81353" w:rsidRPr="00CC64D4" w:rsidRDefault="00F81353" w:rsidP="00AA3612">
      <w:pPr>
        <w:pStyle w:val="Bullet2"/>
        <w:ind w:left="1248" w:hanging="284"/>
      </w:pPr>
      <w:r w:rsidRPr="00CC64D4">
        <w:t xml:space="preserve">Zápisem do deníku nelze měnit nebo doplňovat tuto smlouvu. </w:t>
      </w:r>
    </w:p>
    <w:p w:rsidR="00F81353" w:rsidRPr="00CC64D4" w:rsidRDefault="00AC0559" w:rsidP="00AA3612">
      <w:pPr>
        <w:pStyle w:val="Bullet2"/>
        <w:ind w:left="1248" w:hanging="284"/>
      </w:pPr>
      <w:r w:rsidRPr="00CC64D4">
        <w:t xml:space="preserve">deníky uschová ESCO po dobu </w:t>
      </w:r>
      <w:r w:rsidR="00DC7E94">
        <w:t xml:space="preserve">trvání </w:t>
      </w:r>
      <w:r w:rsidRPr="00CC64D4">
        <w:t>této smlouvy, poté je předá Klientovi</w:t>
      </w:r>
      <w:r w:rsidR="00F81353" w:rsidRPr="00CC64D4">
        <w:t>;</w:t>
      </w:r>
    </w:p>
    <w:p w:rsidR="00F81353" w:rsidRPr="00CC64D4" w:rsidRDefault="00F81353" w:rsidP="007E4ACE">
      <w:pPr>
        <w:pStyle w:val="Nadpis5"/>
        <w:numPr>
          <w:ilvl w:val="0"/>
          <w:numId w:val="18"/>
        </w:numPr>
        <w:ind w:left="964" w:hanging="567"/>
      </w:pPr>
      <w:r w:rsidRPr="00CC64D4">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CC64D4">
        <w:t xml:space="preserve"> </w:t>
      </w:r>
      <w:r w:rsidR="00592D71" w:rsidRPr="00F153AA">
        <w:t xml:space="preserve">do </w:t>
      </w:r>
      <w:r w:rsidR="00D0603C" w:rsidRPr="00F153AA">
        <w:t>[30]</w:t>
      </w:r>
      <w:r w:rsidR="00592D71" w:rsidRPr="00F153AA">
        <w:t xml:space="preserve"> pracovních</w:t>
      </w:r>
      <w:r w:rsidR="00592D71" w:rsidRPr="00CC64D4">
        <w:t xml:space="preserve"> dnů ode dne doručení výzvy k jejich p</w:t>
      </w:r>
      <w:r w:rsidR="007750DD" w:rsidRPr="00CC64D4">
        <w:t>řevzetí</w:t>
      </w:r>
      <w:r w:rsidRPr="00CC64D4">
        <w:t>, je ESCO oprávněna je bez dalšího jako nepotřebné na svůj účet zlikvidovat, včetně prodeje třetí osobě</w:t>
      </w:r>
      <w:r w:rsidR="00236BCB" w:rsidRPr="00CC64D4">
        <w:t>,</w:t>
      </w:r>
      <w:r w:rsidR="00592D71" w:rsidRPr="00CC64D4">
        <w:t xml:space="preserve"> přičemž ESCO je povinna předat Klientovi doklad o provedené likvidaci</w:t>
      </w:r>
      <w:r w:rsidRPr="00CC64D4">
        <w:t>;</w:t>
      </w:r>
    </w:p>
    <w:p w:rsidR="00F81353" w:rsidRPr="00CC64D4" w:rsidRDefault="00F81353" w:rsidP="007E4ACE">
      <w:pPr>
        <w:pStyle w:val="Nadpis5"/>
        <w:numPr>
          <w:ilvl w:val="0"/>
          <w:numId w:val="18"/>
        </w:numPr>
        <w:ind w:left="964" w:hanging="567"/>
      </w:pPr>
      <w:r w:rsidRPr="00CC64D4">
        <w:t>po dokončení každého základního investičního opatření předat Klientovi veškerou dokumentaci potřebnou pro provoz a údržbu předmětu takového opatření;</w:t>
      </w:r>
    </w:p>
    <w:p w:rsidR="00F81353" w:rsidRPr="00CC64D4" w:rsidRDefault="00F81353" w:rsidP="007E4ACE">
      <w:pPr>
        <w:pStyle w:val="Nadpis5"/>
        <w:numPr>
          <w:ilvl w:val="0"/>
          <w:numId w:val="18"/>
        </w:numPr>
        <w:ind w:left="964" w:hanging="567"/>
      </w:pPr>
      <w:r w:rsidRPr="00CC64D4">
        <w:t>provést školení zaměstnanců Klienta určených k obsluze nebo údržbě technických zařízení, které jsou předmětem investičních opatření;</w:t>
      </w:r>
    </w:p>
    <w:p w:rsidR="00F81353" w:rsidRPr="00CC64D4" w:rsidRDefault="00F81353" w:rsidP="007E4ACE">
      <w:pPr>
        <w:pStyle w:val="Nadpis5"/>
        <w:numPr>
          <w:ilvl w:val="0"/>
          <w:numId w:val="18"/>
        </w:numPr>
        <w:ind w:left="964" w:hanging="567"/>
      </w:pPr>
      <w:r w:rsidRPr="00CC64D4">
        <w:t>včas informovat Klienta o jednáních, na kterých je nezbytná jeho účast;</w:t>
      </w:r>
    </w:p>
    <w:p w:rsidR="00F81353" w:rsidRPr="00CC64D4" w:rsidRDefault="00F81353" w:rsidP="007E4ACE">
      <w:pPr>
        <w:pStyle w:val="Nadpis5"/>
        <w:numPr>
          <w:ilvl w:val="0"/>
          <w:numId w:val="18"/>
        </w:numPr>
        <w:ind w:left="964" w:hanging="567"/>
      </w:pPr>
      <w:r w:rsidRPr="00CC64D4">
        <w:t xml:space="preserve">provést komplexní zkoušky </w:t>
      </w:r>
      <w:r w:rsidR="00D76BCC" w:rsidRPr="00CC64D4">
        <w:t xml:space="preserve">v </w:t>
      </w:r>
      <w:r w:rsidR="00977549" w:rsidRPr="00CC64D4">
        <w:t>souladu s ustanoveními </w:t>
      </w:r>
      <w:r w:rsidR="00A517D2">
        <w:fldChar w:fldCharType="begin"/>
      </w:r>
      <w:r w:rsidR="00A517D2">
        <w:instrText xml:space="preserve"> REF _Ref337650388 \r \h  \* MERGEFORMAT </w:instrText>
      </w:r>
      <w:r w:rsidR="00A517D2">
        <w:fldChar w:fldCharType="separate"/>
      </w:r>
      <w:r w:rsidR="00701B27">
        <w:t>Článek 7</w:t>
      </w:r>
      <w:r w:rsidR="00A517D2">
        <w:fldChar w:fldCharType="end"/>
      </w:r>
      <w:r w:rsidRPr="00CC64D4">
        <w:t>;</w:t>
      </w:r>
    </w:p>
    <w:p w:rsidR="007750DD" w:rsidRPr="00CC64D4" w:rsidRDefault="00F81353" w:rsidP="007E4ACE">
      <w:pPr>
        <w:pStyle w:val="Nadpis5"/>
        <w:numPr>
          <w:ilvl w:val="0"/>
          <w:numId w:val="18"/>
        </w:numPr>
        <w:ind w:left="964" w:hanging="567"/>
      </w:pPr>
      <w:r w:rsidRPr="00CC64D4">
        <w:t>dojde-li v důsledku provedení investičních opatření ke změnám v zastavěnosti území, provést geodetické zaměření skutečného stavu stavbou dotčeného území a vyhotovit situační výkres (výškopis + polohopis)</w:t>
      </w:r>
      <w:r w:rsidR="00236BCB" w:rsidRPr="00CC64D4">
        <w:t>.</w:t>
      </w:r>
    </w:p>
    <w:p w:rsidR="000D59D4" w:rsidRPr="00CC64D4" w:rsidRDefault="00F81353" w:rsidP="007E4ACE">
      <w:pPr>
        <w:pStyle w:val="Nadpis5"/>
        <w:numPr>
          <w:ilvl w:val="0"/>
          <w:numId w:val="18"/>
        </w:numPr>
        <w:ind w:left="964" w:hanging="567"/>
      </w:pPr>
      <w:r w:rsidRPr="00CC64D4">
        <w:t>bez zbytečného odkladu</w:t>
      </w:r>
      <w:r w:rsidR="00977549" w:rsidRPr="00CC64D4">
        <w:t xml:space="preserve">, </w:t>
      </w:r>
      <w:r w:rsidR="00977549" w:rsidRPr="00F153AA">
        <w:t>nejpozději do</w:t>
      </w:r>
      <w:r w:rsidR="00587049" w:rsidRPr="00F153AA">
        <w:t xml:space="preserve"> </w:t>
      </w:r>
      <w:r w:rsidR="00D0603C" w:rsidRPr="00F153AA">
        <w:t>[30]</w:t>
      </w:r>
      <w:r w:rsidR="00587049" w:rsidRPr="00F153AA">
        <w:t xml:space="preserve"> dnů</w:t>
      </w:r>
      <w:r w:rsidR="00587049" w:rsidRPr="00CC64D4">
        <w:t>,</w:t>
      </w:r>
      <w:r w:rsidR="00977549" w:rsidRPr="00CC64D4">
        <w:t xml:space="preserve"> </w:t>
      </w:r>
      <w:r w:rsidRPr="00CC64D4">
        <w:t>předat Klientovi doklady, které za něho převzala při vyřizování záležitostí dle této smlouvy.</w:t>
      </w:r>
    </w:p>
    <w:p w:rsidR="00A6582B" w:rsidRPr="00CC64D4" w:rsidRDefault="00A6582B" w:rsidP="00C33A43">
      <w:pPr>
        <w:pStyle w:val="Nadpis2"/>
      </w:pPr>
      <w:r w:rsidRPr="00CC64D4">
        <w:t>Klient se zavazuje předat staveniště (areál/y) v termínu sta</w:t>
      </w:r>
      <w:r w:rsidR="00D762CD" w:rsidRPr="00CC64D4">
        <w:t>no</w:t>
      </w:r>
      <w:r w:rsidRPr="00CC64D4">
        <w:t>ven</w:t>
      </w:r>
      <w:r w:rsidR="000B3036" w:rsidRPr="00CC64D4">
        <w:t>ém</w:t>
      </w:r>
      <w:r w:rsidR="00D762CD" w:rsidRPr="00CC64D4">
        <w:t xml:space="preserve"> v</w:t>
      </w:r>
      <w:r w:rsidR="0081569D" w:rsidRPr="00CC64D4">
        <w:t> </w:t>
      </w:r>
      <w:r w:rsidRPr="00CC64D4">
        <w:t>harmonogramu</w:t>
      </w:r>
      <w:r w:rsidR="0081569D" w:rsidRPr="00CC64D4">
        <w:t xml:space="preserve"> realizace projektu</w:t>
      </w:r>
      <w:r w:rsidRPr="00CC64D4">
        <w:t>.</w:t>
      </w:r>
    </w:p>
    <w:p w:rsidR="007E1E0D" w:rsidRPr="00CC64D4" w:rsidRDefault="007E1E0D" w:rsidP="00C33A43">
      <w:pPr>
        <w:pStyle w:val="Nadpis2"/>
      </w:pPr>
      <w:r w:rsidRPr="00CC64D4">
        <w:t>Smluvní strany se dohodly, že termíny uveden</w:t>
      </w:r>
      <w:r w:rsidR="00B24712" w:rsidRPr="00CC64D4">
        <w:t>é v</w:t>
      </w:r>
      <w:r w:rsidR="00930E61" w:rsidRPr="00CC64D4">
        <w:t> </w:t>
      </w:r>
      <w:r w:rsidR="00B24712" w:rsidRPr="00CC64D4">
        <w:t>harmonogramu</w:t>
      </w:r>
      <w:r w:rsidR="00930E61" w:rsidRPr="00CC64D4">
        <w:t xml:space="preserve"> realizace projektu</w:t>
      </w:r>
      <w:r w:rsidR="00092E44" w:rsidRPr="00CC64D4">
        <w:t xml:space="preserve"> a/nebo harmonogramu</w:t>
      </w:r>
      <w:r w:rsidR="00A712B8" w:rsidRPr="00CC64D4">
        <w:t xml:space="preserve"> </w:t>
      </w:r>
      <w:r w:rsidR="00E828DB" w:rsidRPr="00CC64D4">
        <w:t xml:space="preserve">realizace </w:t>
      </w:r>
      <w:r w:rsidR="00F743B4" w:rsidRPr="00CC64D4">
        <w:t>základních opatření</w:t>
      </w:r>
      <w:r w:rsidR="00B24712" w:rsidRPr="00CC64D4">
        <w:t xml:space="preserve"> </w:t>
      </w:r>
      <w:r w:rsidRPr="00CC64D4">
        <w:t xml:space="preserve">se prodlužují o </w:t>
      </w:r>
      <w:r w:rsidR="00521BB8" w:rsidRPr="00CC64D4">
        <w:t>dobu</w:t>
      </w:r>
      <w:r w:rsidRPr="00CC64D4">
        <w:t xml:space="preserve">, </w:t>
      </w:r>
      <w:r w:rsidR="00521BB8" w:rsidRPr="00CC64D4">
        <w:t xml:space="preserve">po kterou je </w:t>
      </w:r>
      <w:r w:rsidRPr="00CC64D4">
        <w:t>Klient v prodlení s poskytnutím potřebné součinnosti ESCO</w:t>
      </w:r>
      <w:r w:rsidR="00A6582B" w:rsidRPr="00CC64D4">
        <w:t>,</w:t>
      </w:r>
      <w:r w:rsidR="00D0603C" w:rsidRPr="00CC64D4">
        <w:t xml:space="preserve"> </w:t>
      </w:r>
      <w:r w:rsidR="006305F0" w:rsidRPr="00CC64D4">
        <w:t xml:space="preserve">tj. </w:t>
      </w:r>
      <w:r w:rsidR="00A6582B" w:rsidRPr="00CC64D4">
        <w:t>po dobu, kdy Klient nepředá staveniště</w:t>
      </w:r>
      <w:r w:rsidR="00D7216A" w:rsidRPr="00CC64D4">
        <w:t xml:space="preserve"> dle harmonogramu </w:t>
      </w:r>
      <w:r w:rsidR="00D5179A" w:rsidRPr="00CC64D4">
        <w:t xml:space="preserve">realizace </w:t>
      </w:r>
      <w:r w:rsidR="005256BB" w:rsidRPr="00CC64D4">
        <w:t xml:space="preserve">projektu </w:t>
      </w:r>
      <w:r w:rsidR="00521BB8" w:rsidRPr="00CC64D4">
        <w:t xml:space="preserve">a </w:t>
      </w:r>
      <w:r w:rsidR="00A6582B" w:rsidRPr="00CC64D4">
        <w:t xml:space="preserve">dále </w:t>
      </w:r>
      <w:r w:rsidR="00521BB8" w:rsidRPr="00CC64D4">
        <w:t>po</w:t>
      </w:r>
      <w:r w:rsidR="00A6582B" w:rsidRPr="00CC64D4">
        <w:t xml:space="preserve"> dob</w:t>
      </w:r>
      <w:r w:rsidR="00236BCB" w:rsidRPr="00CC64D4">
        <w:t>u</w:t>
      </w:r>
      <w:r w:rsidR="00A6582B" w:rsidRPr="00CC64D4">
        <w:t>, po</w:t>
      </w:r>
      <w:r w:rsidR="00521BB8" w:rsidRPr="00CC64D4">
        <w:t xml:space="preserve"> kterou </w:t>
      </w:r>
      <w:r w:rsidRPr="00CC64D4">
        <w:t xml:space="preserve">ESCO </w:t>
      </w:r>
      <w:r w:rsidR="00521BB8" w:rsidRPr="00CC64D4">
        <w:t xml:space="preserve">nemohla </w:t>
      </w:r>
      <w:r w:rsidRPr="00CC64D4">
        <w:t>plnit sv</w:t>
      </w:r>
      <w:r w:rsidR="00521BB8" w:rsidRPr="00CC64D4">
        <w:t>é závazky</w:t>
      </w:r>
      <w:r w:rsidRPr="00CC64D4">
        <w:t xml:space="preserve"> provést opatření z důvodů nenacházející</w:t>
      </w:r>
      <w:r w:rsidR="009842C9" w:rsidRPr="00CC64D4">
        <w:t>ch</w:t>
      </w:r>
      <w:r w:rsidRPr="00CC64D4">
        <w:t xml:space="preserve"> se na její straně či na straně třetích osob, s jejichž pomocí tento závazek plní</w:t>
      </w:r>
      <w:r w:rsidR="009842C9" w:rsidRPr="00CC64D4">
        <w:t xml:space="preserve"> a</w:t>
      </w:r>
      <w:r w:rsidR="00ED49BC">
        <w:t xml:space="preserve"> o této skutečnosti</w:t>
      </w:r>
      <w:r w:rsidRPr="00CC64D4">
        <w:t xml:space="preserve"> ESCO neprodleně </w:t>
      </w:r>
      <w:r w:rsidR="00ED49BC">
        <w:t xml:space="preserve">Klienta </w:t>
      </w:r>
      <w:r w:rsidRPr="00CC64D4">
        <w:t>prokazatelným způsobem s uvedením důvodu</w:t>
      </w:r>
      <w:r w:rsidR="00ED49BC">
        <w:t xml:space="preserve"> informovala</w:t>
      </w:r>
      <w:r w:rsidR="007745EF" w:rsidRPr="00CC64D4">
        <w:t>.</w:t>
      </w:r>
    </w:p>
    <w:p w:rsidR="007E1E0D" w:rsidRPr="00CC64D4" w:rsidRDefault="00D4532D" w:rsidP="00560059">
      <w:pPr>
        <w:pStyle w:val="Nadpis2"/>
      </w:pPr>
      <w:r w:rsidRPr="00CC64D4">
        <w:t xml:space="preserve">ESCO je povinna </w:t>
      </w:r>
      <w:r w:rsidR="0016771E" w:rsidRPr="00CC64D4">
        <w:t>zajistit dodržování</w:t>
      </w:r>
      <w:r w:rsidRPr="00CC64D4">
        <w:t xml:space="preserve"> BOZP v</w:t>
      </w:r>
      <w:r w:rsidR="00A158E2" w:rsidRPr="00CC64D4">
        <w:t> souladu s obec</w:t>
      </w:r>
      <w:r w:rsidR="007745EF" w:rsidRPr="00CC64D4">
        <w:t xml:space="preserve">ně závaznými předpisy, zejména </w:t>
      </w:r>
      <w:r w:rsidR="00A158E2" w:rsidRPr="00CC64D4">
        <w:t>obecně závaznýc</w:t>
      </w:r>
      <w:r w:rsidR="007745EF" w:rsidRPr="00CC64D4">
        <w:t>h</w:t>
      </w:r>
      <w:r w:rsidRPr="00CC64D4">
        <w:t xml:space="preserve"> ust. § 101 zák. č. 262/2006 Sb., zákoník práce, v platném znění,</w:t>
      </w:r>
      <w:r w:rsidR="00A158E2" w:rsidRPr="00CC64D4">
        <w:t xml:space="preserve"> zákonem č. </w:t>
      </w:r>
      <w:r w:rsidR="00B27C0E" w:rsidRPr="00CC64D4">
        <w:t xml:space="preserve">309/2006 Sb., </w:t>
      </w:r>
      <w:r w:rsidR="00A158E2" w:rsidRPr="00CC64D4">
        <w:t>o zajištění dalších podmínek bezpečn</w:t>
      </w:r>
      <w:r w:rsidR="00560059" w:rsidRPr="00CC64D4">
        <w:t>osti a ochrany zdraví při práci</w:t>
      </w:r>
      <w:r w:rsidR="003603C9" w:rsidRPr="00CC64D4">
        <w:t>,</w:t>
      </w:r>
      <w:r w:rsidR="00560059" w:rsidRPr="00CC64D4">
        <w:t xml:space="preserve"> v platném znění,</w:t>
      </w:r>
      <w:r w:rsidR="007745EF" w:rsidRPr="00CC64D4">
        <w:t xml:space="preserve"> </w:t>
      </w:r>
      <w:r w:rsidRPr="00CC64D4">
        <w:t>a dále zodpovídá za dodržování předpisů vztahujících se k požární ochraně a ochraně životního prostředí.</w:t>
      </w:r>
    </w:p>
    <w:p w:rsidR="00F81353" w:rsidRPr="00CC64D4" w:rsidRDefault="00F81353">
      <w:pPr>
        <w:pStyle w:val="Nadpis1"/>
      </w:pPr>
      <w:r w:rsidRPr="00CC64D4">
        <w:rPr>
          <w:b w:val="0"/>
        </w:rPr>
        <w:br/>
      </w:r>
      <w:bookmarkStart w:id="34" w:name="_Toc326522965"/>
      <w:bookmarkStart w:id="35" w:name="_Ref337650388"/>
      <w:bookmarkStart w:id="36" w:name="_Toc469898812"/>
      <w:r w:rsidRPr="00CC64D4">
        <w:t>Komplexní zkoušky</w:t>
      </w:r>
      <w:bookmarkEnd w:id="34"/>
      <w:bookmarkEnd w:id="35"/>
      <w:bookmarkEnd w:id="36"/>
    </w:p>
    <w:p w:rsidR="00F81353" w:rsidRPr="00CC64D4" w:rsidRDefault="00F81353" w:rsidP="00C33A43">
      <w:pPr>
        <w:pStyle w:val="Nadpis2"/>
      </w:pPr>
      <w:bookmarkStart w:id="37" w:name="_Ref153726427"/>
      <w:r w:rsidRPr="00CC64D4">
        <w:t>Smluvní strany se dohodly, že před předáním bude provedením komplexních zkoušek prokázáno, že základní investiční opatření byla provedena ze strany ESCO řádně.</w:t>
      </w:r>
      <w:bookmarkEnd w:id="37"/>
    </w:p>
    <w:p w:rsidR="00F81353" w:rsidRPr="00CC64D4" w:rsidRDefault="00F560FC" w:rsidP="00C33A43">
      <w:pPr>
        <w:pStyle w:val="Nadpis2"/>
      </w:pPr>
      <w:r w:rsidRPr="00CC64D4">
        <w:t xml:space="preserve">Případné požadavky na prováděné </w:t>
      </w:r>
      <w:r w:rsidR="00AD19F4" w:rsidRPr="00CC64D4">
        <w:t xml:space="preserve">komplexní </w:t>
      </w:r>
      <w:r w:rsidR="00F81353" w:rsidRPr="00CC64D4">
        <w:t>zkoušky jsou uvedeny v příloze č. </w:t>
      </w:r>
      <w:r w:rsidR="00B24712" w:rsidRPr="00CC64D4">
        <w:t>2</w:t>
      </w:r>
      <w:r w:rsidR="00F81353" w:rsidRPr="00CC64D4">
        <w:t>. Podmínky jejich úspěšnosti jsou s</w:t>
      </w:r>
      <w:r w:rsidR="00E74374" w:rsidRPr="00CC64D4">
        <w:t>tanoveny příslušnými obecně závaznými právními p</w:t>
      </w:r>
      <w:r w:rsidR="009B5ECC" w:rsidRPr="00CC64D4">
        <w:t xml:space="preserve">ředpisy, českými technickými </w:t>
      </w:r>
      <w:r w:rsidR="00F81353" w:rsidRPr="00CC64D4">
        <w:t>normami</w:t>
      </w:r>
      <w:r w:rsidR="001D063F" w:rsidRPr="00CC64D4">
        <w:t>.</w:t>
      </w:r>
    </w:p>
    <w:p w:rsidR="00F81353" w:rsidRPr="00CC64D4" w:rsidRDefault="00F81353" w:rsidP="00C33A43">
      <w:pPr>
        <w:pStyle w:val="Nadpis2"/>
      </w:pPr>
      <w:r w:rsidRPr="00CC64D4">
        <w:t>Smluvní strany si dohodly, že energie, média a pracovníky pro provádění komplexních zkoušek poskytne Klient.</w:t>
      </w:r>
    </w:p>
    <w:p w:rsidR="00F81353" w:rsidRPr="00CC64D4" w:rsidRDefault="00F81353" w:rsidP="00C33A43">
      <w:pPr>
        <w:pStyle w:val="Nadpis2"/>
      </w:pPr>
      <w:r w:rsidRPr="00F153AA">
        <w:t xml:space="preserve">Nejméně </w:t>
      </w:r>
      <w:r w:rsidR="00B60B39" w:rsidRPr="00F153AA">
        <w:t>[</w:t>
      </w:r>
      <w:r w:rsidRPr="00F153AA">
        <w:t>14</w:t>
      </w:r>
      <w:r w:rsidR="00B60B39" w:rsidRPr="00F153AA">
        <w:t>]</w:t>
      </w:r>
      <w:r w:rsidRPr="00CC64D4">
        <w:t xml:space="preserve"> pracovních dnů předem ESCO oznámí </w:t>
      </w:r>
      <w:r w:rsidR="00B60B39" w:rsidRPr="00CC64D4">
        <w:t xml:space="preserve">zápisem do deníku a písemně oprávněným osobám </w:t>
      </w:r>
      <w:r w:rsidRPr="00CC64D4">
        <w:t>Klient</w:t>
      </w:r>
      <w:r w:rsidR="00B60B39" w:rsidRPr="00CC64D4">
        <w:t>a</w:t>
      </w:r>
      <w:r w:rsidRPr="00CC64D4">
        <w:t xml:space="preserve"> zahájení komplexních zkoušek s uvedením požadavků na součinnost ze strany Klienta.</w:t>
      </w:r>
    </w:p>
    <w:p w:rsidR="00F81353" w:rsidRPr="00CC64D4" w:rsidRDefault="00F81353" w:rsidP="00C33A43">
      <w:pPr>
        <w:pStyle w:val="Nadpis2"/>
      </w:pPr>
      <w:r w:rsidRPr="00CC64D4">
        <w:t>Ke dni zahájení komplexních zkoušek se ESCO zavazuje předat Klientovi doklady vztahující se k provozu předmětů základních investičních opatření, zejména:</w:t>
      </w:r>
    </w:p>
    <w:p w:rsidR="00EB486B" w:rsidRPr="00CC64D4" w:rsidRDefault="00F81353">
      <w:pPr>
        <w:pStyle w:val="Bullet2"/>
        <w:ind w:left="1248" w:hanging="284"/>
      </w:pPr>
      <w:r w:rsidRPr="00CC64D4">
        <w:t>doklady o výsledcích předepsaných zkoušek a o způsobilosti zařízení k plynulému a bezpečnému provozu,</w:t>
      </w:r>
    </w:p>
    <w:p w:rsidR="00EB486B" w:rsidRPr="00CC64D4" w:rsidRDefault="00F81353">
      <w:pPr>
        <w:pStyle w:val="Bullet2"/>
        <w:ind w:left="1248" w:hanging="284"/>
      </w:pPr>
      <w:r w:rsidRPr="00CC64D4">
        <w:t>re</w:t>
      </w:r>
      <w:r w:rsidR="00AE330C" w:rsidRPr="00CC64D4">
        <w:t>vizní zprávy vybraných zařízení.</w:t>
      </w:r>
    </w:p>
    <w:p w:rsidR="00F81353" w:rsidRPr="00CC64D4" w:rsidRDefault="00F81353" w:rsidP="00B60B39">
      <w:pPr>
        <w:ind w:left="426"/>
      </w:pPr>
      <w:r w:rsidRPr="00CC64D4">
        <w:t xml:space="preserve">ESCO se zavazuje </w:t>
      </w:r>
      <w:r w:rsidRPr="00F153AA">
        <w:t xml:space="preserve">nejméně </w:t>
      </w:r>
      <w:r w:rsidR="00B60B39" w:rsidRPr="00F153AA">
        <w:t>[</w:t>
      </w:r>
      <w:r w:rsidR="00D403C4" w:rsidRPr="00F153AA">
        <w:t>14</w:t>
      </w:r>
      <w:r w:rsidR="00B60B39" w:rsidRPr="00F153AA">
        <w:t>]</w:t>
      </w:r>
      <w:r w:rsidRPr="00F153AA">
        <w:t xml:space="preserve"> pracovních</w:t>
      </w:r>
      <w:r w:rsidRPr="00CC64D4">
        <w:t xml:space="preserve"> dnů před zahájením komplexních zkoušek zaslat Klientovi úplný seznam dokladů podle tohoto odstavce. </w:t>
      </w:r>
    </w:p>
    <w:p w:rsidR="00D762CD" w:rsidRPr="00CC64D4" w:rsidRDefault="00D762CD" w:rsidP="00C33A43">
      <w:pPr>
        <w:pStyle w:val="Nadpis2"/>
      </w:pPr>
      <w:bookmarkStart w:id="38" w:name="_Ref151618225"/>
      <w:r w:rsidRPr="00CC64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CC64D4">
        <w:t xml:space="preserve">Tato skutečnost se uvede v zápise podle </w:t>
      </w:r>
      <w:r w:rsidR="00A517D2">
        <w:fldChar w:fldCharType="begin"/>
      </w:r>
      <w:r w:rsidR="00A517D2">
        <w:instrText xml:space="preserve"> REF _Ref151618083 \w \h  \* MERGEFORMAT </w:instrText>
      </w:r>
      <w:r w:rsidR="00A517D2">
        <w:fldChar w:fldCharType="separate"/>
      </w:r>
      <w:r w:rsidR="00701B27">
        <w:t>Článek 7.7</w:t>
      </w:r>
      <w:r w:rsidR="00A517D2">
        <w:fldChar w:fldCharType="end"/>
      </w:r>
      <w:r w:rsidR="00F81353" w:rsidRPr="00CC64D4">
        <w:t xml:space="preserve">, včetně uvedení předpokládaného termínu provedení topné zkoušky. </w:t>
      </w:r>
      <w:bookmarkEnd w:id="38"/>
    </w:p>
    <w:p w:rsidR="00F81353" w:rsidRPr="00CC64D4" w:rsidRDefault="00F81353" w:rsidP="00C33A43">
      <w:pPr>
        <w:pStyle w:val="Nadpis2"/>
      </w:pPr>
      <w:bookmarkStart w:id="39" w:name="_Ref151618083"/>
      <w:r w:rsidRPr="00CC64D4">
        <w:t>Nastane-li během komplexn</w:t>
      </w:r>
      <w:r w:rsidR="00FB251E" w:rsidRPr="00CC64D4">
        <w:t>ích zkoušek přerušení z důvodu nikoliv na straně ESCO</w:t>
      </w:r>
      <w:r w:rsidRPr="00CC64D4">
        <w:t xml:space="preserve">, započítává se doba takového přerušení do celkové doby komplexních zkoušek. O průběhu komplexních zkoušek a jejich výsledku bude sepsán zápis, podepsaný </w:t>
      </w:r>
      <w:r w:rsidR="00B60B39" w:rsidRPr="00CC64D4">
        <w:rPr>
          <w:rFonts w:ascii="Microsoft Sans Serif" w:hAnsi="Microsoft Sans Serif" w:cs="Microsoft Sans Serif"/>
          <w:szCs w:val="22"/>
        </w:rPr>
        <w:t>oprávněnými zástupci obou smluvních stran</w:t>
      </w:r>
      <w:r w:rsidR="00D4532D" w:rsidRPr="00CC64D4">
        <w:rPr>
          <w:rFonts w:ascii="Microsoft Sans Serif" w:hAnsi="Microsoft Sans Serif" w:cs="Microsoft Sans Serif"/>
          <w:szCs w:val="22"/>
        </w:rPr>
        <w:t>, přičemž každá ze smluvních stran obdrží po jednom vyhotovení</w:t>
      </w:r>
      <w:r w:rsidRPr="00CC64D4">
        <w:t>.</w:t>
      </w:r>
      <w:bookmarkEnd w:id="39"/>
    </w:p>
    <w:p w:rsidR="00F81353" w:rsidRPr="00CC64D4" w:rsidRDefault="00F81353">
      <w:pPr>
        <w:pStyle w:val="Nadpis1"/>
      </w:pPr>
      <w:r w:rsidRPr="00CC64D4">
        <w:rPr>
          <w:b w:val="0"/>
        </w:rPr>
        <w:br/>
      </w:r>
      <w:bookmarkStart w:id="40" w:name="_Toc326522966"/>
      <w:bookmarkStart w:id="41" w:name="_Toc469898813"/>
      <w:r w:rsidRPr="00CC64D4">
        <w:t>Předání</w:t>
      </w:r>
      <w:bookmarkEnd w:id="40"/>
      <w:bookmarkEnd w:id="41"/>
    </w:p>
    <w:p w:rsidR="00F81353" w:rsidRPr="00CC64D4" w:rsidRDefault="00F81353" w:rsidP="00C33A43">
      <w:pPr>
        <w:pStyle w:val="Nadpis2"/>
      </w:pPr>
      <w:bookmarkStart w:id="42" w:name="_Ref152047694"/>
      <w:r w:rsidRPr="00CC64D4">
        <w:t xml:space="preserve">ESCO splní svoji povinnost provést </w:t>
      </w:r>
      <w:r w:rsidR="00EE78C2" w:rsidRPr="00CC64D4">
        <w:t>základní investiční opatření</w:t>
      </w:r>
      <w:r w:rsidR="00F80CB0" w:rsidRPr="00CC64D4">
        <w:t xml:space="preserve"> </w:t>
      </w:r>
      <w:r w:rsidRPr="00CC64D4">
        <w:t>jejich řádným ukončením a předáním Klientovi (výše a dále jen „</w:t>
      </w:r>
      <w:r w:rsidRPr="00CC64D4">
        <w:rPr>
          <w:b/>
        </w:rPr>
        <w:t>předání</w:t>
      </w:r>
      <w:r w:rsidRPr="00CC64D4">
        <w:t>“).</w:t>
      </w:r>
      <w:bookmarkEnd w:id="42"/>
    </w:p>
    <w:p w:rsidR="00F81353" w:rsidRPr="00CC64D4" w:rsidRDefault="00F81353" w:rsidP="00C33A43">
      <w:pPr>
        <w:pStyle w:val="Nadpis2"/>
      </w:pPr>
      <w:bookmarkStart w:id="43" w:name="_Ref152047751"/>
      <w:r w:rsidRPr="00CC64D4">
        <w:t xml:space="preserve">ESCO se zavazuje </w:t>
      </w:r>
      <w:r w:rsidRPr="00F153AA">
        <w:t xml:space="preserve">nejméně </w:t>
      </w:r>
      <w:r w:rsidR="00F560FC" w:rsidRPr="00F153AA">
        <w:t>[</w:t>
      </w:r>
      <w:r w:rsidRPr="00F153AA">
        <w:t>7</w:t>
      </w:r>
      <w:r w:rsidR="00F560FC" w:rsidRPr="00F153AA">
        <w:t>]</w:t>
      </w:r>
      <w:r w:rsidR="00347B15" w:rsidRPr="00F153AA">
        <w:t xml:space="preserve"> </w:t>
      </w:r>
      <w:r w:rsidR="00A065B3" w:rsidRPr="00F153AA">
        <w:t>pracovních</w:t>
      </w:r>
      <w:r w:rsidRPr="00CC64D4">
        <w:t xml:space="preserve"> dní přede dnem předání písemně o</w:t>
      </w:r>
      <w:r w:rsidR="00F14CFD" w:rsidRPr="00CC64D4">
        <w:t>známit Klientovi termín předání a předložit</w:t>
      </w:r>
      <w:r w:rsidRPr="00CC64D4">
        <w:t xml:space="preserve"> návrh protokolu</w:t>
      </w:r>
      <w:r w:rsidR="0067385A" w:rsidRPr="00CC64D4">
        <w:t xml:space="preserve"> </w:t>
      </w:r>
      <w:r w:rsidRPr="00CC64D4">
        <w:t>o předání a převzetí</w:t>
      </w:r>
      <w:r w:rsidR="00C61295" w:rsidRPr="00CC64D4">
        <w:t xml:space="preserve"> základních </w:t>
      </w:r>
      <w:r w:rsidR="004337D2" w:rsidRPr="00CC64D4">
        <w:t xml:space="preserve">investičních </w:t>
      </w:r>
      <w:r w:rsidR="00C61295" w:rsidRPr="00CC64D4">
        <w:t>opatření</w:t>
      </w:r>
      <w:r w:rsidRPr="00CC64D4">
        <w:t>.</w:t>
      </w:r>
      <w:bookmarkEnd w:id="43"/>
    </w:p>
    <w:p w:rsidR="00F81353" w:rsidRPr="00CC64D4" w:rsidRDefault="00F81353" w:rsidP="00C33A43">
      <w:pPr>
        <w:pStyle w:val="Nadpis2"/>
      </w:pPr>
      <w:r w:rsidRPr="00CC64D4">
        <w:t xml:space="preserve">Klient se zavazuje převzít </w:t>
      </w:r>
      <w:r w:rsidR="00DF5ECB" w:rsidRPr="00CC64D4">
        <w:t>provedené základní investiční</w:t>
      </w:r>
      <w:r w:rsidRPr="00CC64D4">
        <w:t xml:space="preserve"> opatření, jestliže </w:t>
      </w:r>
    </w:p>
    <w:p w:rsidR="00F81353" w:rsidRPr="00CC64D4" w:rsidRDefault="00F81353" w:rsidP="007E4ACE">
      <w:pPr>
        <w:pStyle w:val="Nadpis5"/>
        <w:numPr>
          <w:ilvl w:val="0"/>
          <w:numId w:val="19"/>
        </w:numPr>
        <w:ind w:left="964" w:hanging="567"/>
      </w:pPr>
      <w:r w:rsidRPr="00CC64D4">
        <w:t>komplexní zkoušky byly úspěšné, není-li ve smlouvě stanoveno jinak;</w:t>
      </w:r>
    </w:p>
    <w:p w:rsidR="00101729" w:rsidRPr="00CC64D4" w:rsidRDefault="00286906" w:rsidP="00481369">
      <w:pPr>
        <w:pStyle w:val="Nadpis5"/>
        <w:numPr>
          <w:ilvl w:val="0"/>
          <w:numId w:val="19"/>
        </w:numPr>
        <w:ind w:left="964" w:hanging="567"/>
      </w:pPr>
      <w:r w:rsidRPr="00CC64D4">
        <w:t>základní investiční opatření</w:t>
      </w:r>
      <w:r w:rsidR="00F81353" w:rsidRPr="00CC64D4">
        <w:t xml:space="preserve"> nevykazují vady nebo nedodělky, které </w:t>
      </w:r>
      <w:r w:rsidR="00F560FC" w:rsidRPr="00CC64D4">
        <w:t>ne</w:t>
      </w:r>
      <w:r w:rsidR="00F81353" w:rsidRPr="00CC64D4">
        <w:t>brání jejich</w:t>
      </w:r>
      <w:r w:rsidR="00AD19F4" w:rsidRPr="00CC64D4">
        <w:t xml:space="preserve"> řádnému</w:t>
      </w:r>
      <w:r w:rsidR="00F81353" w:rsidRPr="00CC64D4">
        <w:t xml:space="preserve"> užívání, bezpečnému provozu či které ztěžují jejich provoz</w:t>
      </w:r>
      <w:r w:rsidR="00D0603C" w:rsidRPr="00CC64D4">
        <w:t>.</w:t>
      </w:r>
    </w:p>
    <w:p w:rsidR="00F81353" w:rsidRPr="00CC64D4" w:rsidRDefault="00F81353" w:rsidP="00C33A43">
      <w:pPr>
        <w:pStyle w:val="Nadpis2"/>
      </w:pPr>
      <w:r w:rsidRPr="00CC64D4">
        <w:t>Předání nebrání, není-li možné provést topnou zkoušku v rámci komplexních zkoušek. Neprovedení topné zkoušky se v takovém případě považuje za nedodělek</w:t>
      </w:r>
      <w:r w:rsidR="00AD19F4" w:rsidRPr="00CC64D4">
        <w:t xml:space="preserve"> nebránící řádnému užívání</w:t>
      </w:r>
      <w:r w:rsidRPr="00CC64D4">
        <w:t xml:space="preserve">. </w:t>
      </w:r>
    </w:p>
    <w:p w:rsidR="00F6463C" w:rsidRPr="00CC64D4" w:rsidRDefault="00F81353" w:rsidP="00C33A43">
      <w:pPr>
        <w:pStyle w:val="Nadpis2"/>
      </w:pPr>
      <w:r w:rsidRPr="00CC64D4">
        <w:t xml:space="preserve">O předání </w:t>
      </w:r>
      <w:r w:rsidR="009F3EBC" w:rsidRPr="00CC64D4">
        <w:t xml:space="preserve">základních investičních opatření </w:t>
      </w:r>
      <w:r w:rsidRPr="00CC64D4">
        <w:t xml:space="preserve">se zavazují smluvní strany sepsat protokol, ve kterém zejména uvedou soupis případných vad a nedodělků, včetně stanovení termínů, v nichž je ESCO povinna takové vady a nedodělky odstranit </w:t>
      </w:r>
      <w:r w:rsidR="00F6463C" w:rsidRPr="00CC64D4">
        <w:t xml:space="preserve">Protokol bude vyhotoven ve dvou stejnopisech a </w:t>
      </w:r>
      <w:r w:rsidR="00F6463C" w:rsidRPr="00CC64D4">
        <w:rPr>
          <w:rFonts w:ascii="Microsoft Sans Serif" w:hAnsi="Microsoft Sans Serif" w:cs="Microsoft Sans Serif"/>
          <w:szCs w:val="22"/>
        </w:rPr>
        <w:t>podepsán oprávněnými zástupci obou smluvních stran</w:t>
      </w:r>
      <w:r w:rsidR="00F6463C" w:rsidRPr="00CC64D4">
        <w:t>, každá ze smluvních stran obdrží po jednom jeho vyhotovení</w:t>
      </w:r>
      <w:r w:rsidR="009F3EBC" w:rsidRPr="00CC64D4">
        <w:t>.</w:t>
      </w:r>
    </w:p>
    <w:p w:rsidR="00F81353" w:rsidRPr="00CC64D4" w:rsidRDefault="00F81353" w:rsidP="00C33A43">
      <w:pPr>
        <w:pStyle w:val="Nadpis2"/>
      </w:pPr>
      <w:r w:rsidRPr="00CC64D4">
        <w:t xml:space="preserve">Nepřevezme-li Klient </w:t>
      </w:r>
      <w:r w:rsidR="001E3782" w:rsidRPr="00CC64D4">
        <w:t>základní investiční</w:t>
      </w:r>
      <w:r w:rsidRPr="00CC64D4">
        <w:t xml:space="preserve"> </w:t>
      </w:r>
      <w:r w:rsidR="00C81735" w:rsidRPr="00CC64D4">
        <w:t>opatření, ač je k tomu povinen:</w:t>
      </w:r>
    </w:p>
    <w:p w:rsidR="00F81353" w:rsidRPr="00CC64D4" w:rsidRDefault="00F81353" w:rsidP="007E4ACE">
      <w:pPr>
        <w:pStyle w:val="Nadpis5"/>
        <w:numPr>
          <w:ilvl w:val="0"/>
          <w:numId w:val="20"/>
        </w:numPr>
        <w:ind w:left="964" w:hanging="567"/>
      </w:pPr>
      <w:r w:rsidRPr="00CC64D4">
        <w:t xml:space="preserve">končí doba </w:t>
      </w:r>
      <w:r w:rsidR="002F7583">
        <w:t>pro provedení základních opatření</w:t>
      </w:r>
      <w:r w:rsidR="00367525" w:rsidRPr="00CC64D4">
        <w:t xml:space="preserve"> a</w:t>
      </w:r>
    </w:p>
    <w:p w:rsidR="00F81353" w:rsidRPr="00CC64D4" w:rsidRDefault="00F81353" w:rsidP="007E4ACE">
      <w:pPr>
        <w:pStyle w:val="Nadpis5"/>
        <w:numPr>
          <w:ilvl w:val="0"/>
          <w:numId w:val="20"/>
        </w:numPr>
        <w:ind w:left="964" w:hanging="567"/>
      </w:pPr>
      <w:r w:rsidRPr="00CC64D4">
        <w:t>začíná plynout doba splatnosti</w:t>
      </w:r>
      <w:r w:rsidR="00367525" w:rsidRPr="00CC64D4">
        <w:t xml:space="preserve"> a</w:t>
      </w:r>
      <w:r w:rsidRPr="00CC64D4">
        <w:t>;</w:t>
      </w:r>
    </w:p>
    <w:p w:rsidR="00F81353" w:rsidRPr="00CC64D4" w:rsidRDefault="00D4532D" w:rsidP="007E4ACE">
      <w:pPr>
        <w:pStyle w:val="Nadpis5"/>
        <w:numPr>
          <w:ilvl w:val="0"/>
          <w:numId w:val="20"/>
        </w:numPr>
        <w:ind w:left="964" w:hanging="567"/>
      </w:pPr>
      <w:r w:rsidRPr="00CC64D4">
        <w:t>začíná plynout záruční lhůta</w:t>
      </w:r>
      <w:r w:rsidR="00367525" w:rsidRPr="00CC64D4">
        <w:t xml:space="preserve"> a</w:t>
      </w:r>
    </w:p>
    <w:p w:rsidR="00F81353" w:rsidRPr="00CC64D4" w:rsidRDefault="00D21FE5" w:rsidP="007E4ACE">
      <w:pPr>
        <w:pStyle w:val="Nadpis5"/>
        <w:numPr>
          <w:ilvl w:val="0"/>
          <w:numId w:val="20"/>
        </w:numPr>
        <w:ind w:left="964" w:hanging="567"/>
      </w:pPr>
      <w:r w:rsidRPr="00CC64D4">
        <w:t>ESCO je oprávněn</w:t>
      </w:r>
      <w:r w:rsidR="00C33A43" w:rsidRPr="00CC64D4">
        <w:t>a</w:t>
      </w:r>
      <w:r w:rsidR="00F81353" w:rsidRPr="00CC64D4">
        <w:t xml:space="preserve"> vystavit fakturu na zaplacení ceny za provedení základních</w:t>
      </w:r>
      <w:r w:rsidRPr="00CC64D4">
        <w:t xml:space="preserve"> </w:t>
      </w:r>
      <w:r w:rsidR="00F81353" w:rsidRPr="00CC64D4">
        <w:t>opatření;</w:t>
      </w:r>
      <w:r w:rsidR="00367525" w:rsidRPr="00CC64D4">
        <w:t xml:space="preserve"> a</w:t>
      </w:r>
    </w:p>
    <w:p w:rsidR="00F81353" w:rsidRPr="00CC64D4" w:rsidRDefault="00F6463C" w:rsidP="007E4ACE">
      <w:pPr>
        <w:pStyle w:val="Nadpis5"/>
        <w:numPr>
          <w:ilvl w:val="0"/>
          <w:numId w:val="20"/>
        </w:numPr>
        <w:ind w:left="964" w:hanging="567"/>
      </w:pPr>
      <w:r w:rsidRPr="00CC64D4">
        <w:t>přechází na Klienta</w:t>
      </w:r>
      <w:r w:rsidR="00F81353" w:rsidRPr="00CC64D4">
        <w:t xml:space="preserve"> nebezpečí škody na základních investičních opatření</w:t>
      </w:r>
      <w:r w:rsidR="00D21FE5" w:rsidRPr="00CC64D4">
        <w:t>ch</w:t>
      </w:r>
      <w:r w:rsidR="00F81353" w:rsidRPr="00CC64D4">
        <w:t>.</w:t>
      </w:r>
    </w:p>
    <w:p w:rsidR="00C902D4" w:rsidRPr="00CC64D4" w:rsidRDefault="00404E2D" w:rsidP="00C33A43">
      <w:pPr>
        <w:pStyle w:val="Nadpis2"/>
      </w:pPr>
      <w:r w:rsidRPr="00CC64D4">
        <w:t>Zjistí-li K</w:t>
      </w:r>
      <w:r w:rsidR="00F81353" w:rsidRPr="00CC64D4">
        <w:t>lient při předání a následně v dalším období záruky za jakost</w:t>
      </w:r>
      <w:r w:rsidRPr="00CC64D4">
        <w:t xml:space="preserve"> vady a nedodělky, je povinen tuto skutečnost bez zbytečného odkladu oznámit ESCO</w:t>
      </w:r>
      <w:r w:rsidR="00C902D4" w:rsidRPr="00CC64D4">
        <w:t>.</w:t>
      </w:r>
    </w:p>
    <w:p w:rsidR="00F81353" w:rsidRPr="00CC64D4" w:rsidRDefault="00F81353" w:rsidP="00C33A43">
      <w:pPr>
        <w:pStyle w:val="Nadpis2"/>
      </w:pPr>
      <w:r w:rsidRPr="00CC64D4">
        <w:t>Jestliže ESCO</w:t>
      </w:r>
      <w:r w:rsidR="00584D2C" w:rsidRPr="00CC64D4">
        <w:t xml:space="preserve"> neodstraní vady a nedodělky v přiměřené </w:t>
      </w:r>
      <w:r w:rsidRPr="00CC64D4">
        <w:t xml:space="preserve">lhůtě, </w:t>
      </w:r>
      <w:r w:rsidR="005434E1" w:rsidRPr="00CC64D4">
        <w:t xml:space="preserve">a to </w:t>
      </w:r>
      <w:r w:rsidRPr="00CC64D4">
        <w:t>ani v dodatečně poskytnuté přiměř</w:t>
      </w:r>
      <w:r w:rsidR="00097BFB" w:rsidRPr="00CC64D4">
        <w:t>ené lhůtě, je Klient oprávněn vady</w:t>
      </w:r>
      <w:r w:rsidRPr="00CC64D4">
        <w:t xml:space="preserve"> nechat odstranit na účet ESCO. V takovém případě je ESCO povinna zaplatit Klientovi veškeré náklady jím vynaložené v souvislosti s odstraněním vad a nedodělků.</w:t>
      </w:r>
    </w:p>
    <w:p w:rsidR="00F81353" w:rsidRPr="00CC64D4" w:rsidRDefault="00F81353" w:rsidP="00C33A43">
      <w:pPr>
        <w:pStyle w:val="Nadpis2"/>
      </w:pPr>
      <w:r w:rsidRPr="00CC64D4">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rsidR="00101729" w:rsidRPr="00CC64D4" w:rsidRDefault="00AB19EF" w:rsidP="00101729">
      <w:pPr>
        <w:pStyle w:val="Nadpis2"/>
      </w:pPr>
      <w:r w:rsidRPr="00CC64D4">
        <w:t xml:space="preserve">Vlastnické právo k základním </w:t>
      </w:r>
      <w:r w:rsidR="00456E56" w:rsidRPr="00CC64D4">
        <w:t xml:space="preserve">investičním </w:t>
      </w:r>
      <w:r w:rsidRPr="00CC64D4">
        <w:t>opatřením přechází na Klienta okamžikem jejich předání na základě protokolu podepsaného oběma smluvními stranami.</w:t>
      </w:r>
    </w:p>
    <w:p w:rsidR="00F81353" w:rsidRPr="00CC64D4" w:rsidRDefault="00F81353">
      <w:pPr>
        <w:pStyle w:val="Nadpis1"/>
      </w:pPr>
      <w:r w:rsidRPr="00CC64D4">
        <w:rPr>
          <w:b w:val="0"/>
        </w:rPr>
        <w:br/>
      </w:r>
      <w:bookmarkStart w:id="44" w:name="_Toc326522967"/>
      <w:bookmarkStart w:id="45" w:name="_Toc469898814"/>
      <w:r w:rsidRPr="00CC64D4">
        <w:t>Záruka za jakost</w:t>
      </w:r>
      <w:bookmarkEnd w:id="44"/>
      <w:bookmarkEnd w:id="45"/>
    </w:p>
    <w:p w:rsidR="00B1033B" w:rsidRPr="00CC64D4" w:rsidRDefault="00B1033B" w:rsidP="00B1033B">
      <w:pPr>
        <w:pStyle w:val="Nadpis2"/>
        <w:ind w:left="426" w:hanging="426"/>
      </w:pPr>
      <w:bookmarkStart w:id="46" w:name="_Ref330840789"/>
      <w:bookmarkStart w:id="47" w:name="_Ref152047817"/>
      <w:r w:rsidRPr="00CC64D4">
        <w:t xml:space="preserve">Na </w:t>
      </w:r>
      <w:r>
        <w:t xml:space="preserve">základní investiční </w:t>
      </w:r>
      <w:r w:rsidRPr="00CC64D4">
        <w:t xml:space="preserve">opatření, která Klient převezme a bude provozovat a udržovat za podmínek dle této smlouvy, poskytne ESCO záruku za jakost, a to v rozsahu: </w:t>
      </w:r>
    </w:p>
    <w:p w:rsidR="00B04F47" w:rsidRPr="00CC64D4" w:rsidRDefault="00B04F47" w:rsidP="00B04F47">
      <w:pPr>
        <w:pStyle w:val="Nadpis5"/>
        <w:numPr>
          <w:ilvl w:val="0"/>
          <w:numId w:val="21"/>
        </w:numPr>
        <w:ind w:left="964" w:hanging="567"/>
      </w:pPr>
      <w:r w:rsidRPr="00F153AA">
        <w:t>[</w:t>
      </w:r>
      <w:r w:rsidRPr="00F153AA">
        <w:rPr>
          <w:highlight w:val="yellow"/>
        </w:rPr>
        <w:t>__</w:t>
      </w:r>
      <w:r w:rsidRPr="00F153AA">
        <w:t>] m</w:t>
      </w:r>
      <w:r w:rsidRPr="00CC64D4">
        <w:t xml:space="preserve">ěsíců </w:t>
      </w:r>
      <w:r w:rsidRPr="005973AD">
        <w:rPr>
          <w:highlight w:val="yellow"/>
        </w:rPr>
        <w:t xml:space="preserve">u strojního zařízení, </w:t>
      </w:r>
      <w:r w:rsidRPr="005973AD">
        <w:rPr>
          <w:i/>
          <w:highlight w:val="yellow"/>
        </w:rPr>
        <w:t xml:space="preserve">(navrhne </w:t>
      </w:r>
      <w:r w:rsidRPr="00F153AA">
        <w:rPr>
          <w:i/>
          <w:highlight w:val="yellow"/>
        </w:rPr>
        <w:t>uchazeč, min. však 60 měsíců</w:t>
      </w:r>
      <w:r w:rsidRPr="00F153AA">
        <w:rPr>
          <w:i/>
        </w:rPr>
        <w:t>)</w:t>
      </w:r>
    </w:p>
    <w:p w:rsidR="00B04F47" w:rsidRDefault="00B04F47" w:rsidP="00B04F47">
      <w:pPr>
        <w:pStyle w:val="Nadpis5"/>
        <w:numPr>
          <w:ilvl w:val="0"/>
          <w:numId w:val="21"/>
        </w:numPr>
        <w:ind w:left="964" w:hanging="567"/>
      </w:pPr>
      <w:r w:rsidRPr="00F153AA">
        <w:rPr>
          <w:highlight w:val="yellow"/>
        </w:rPr>
        <w:t>[__]</w:t>
      </w:r>
      <w:r w:rsidRPr="00CC64D4">
        <w:t xml:space="preserve"> měsíců </w:t>
      </w:r>
      <w:r w:rsidRPr="005973AD">
        <w:rPr>
          <w:highlight w:val="yellow"/>
        </w:rPr>
        <w:t>na montážní práce,</w:t>
      </w:r>
      <w:r w:rsidRPr="005973AD">
        <w:rPr>
          <w:i/>
          <w:highlight w:val="yellow"/>
        </w:rPr>
        <w:t xml:space="preserve"> (navrhne </w:t>
      </w:r>
      <w:r w:rsidRPr="00F153AA">
        <w:rPr>
          <w:i/>
          <w:highlight w:val="yellow"/>
        </w:rPr>
        <w:t>uchazeč, min. však 60 měsíců</w:t>
      </w:r>
      <w:r w:rsidRPr="00F153AA">
        <w:rPr>
          <w:i/>
        </w:rPr>
        <w:t>)</w:t>
      </w:r>
    </w:p>
    <w:p w:rsidR="00B04F47" w:rsidRDefault="00B04F47" w:rsidP="00B04F47">
      <w:pPr>
        <w:pStyle w:val="Nadpis5"/>
        <w:numPr>
          <w:ilvl w:val="0"/>
          <w:numId w:val="21"/>
        </w:numPr>
        <w:ind w:left="964" w:hanging="567"/>
        <w:rPr>
          <w:i/>
        </w:rPr>
      </w:pPr>
      <w:r w:rsidRPr="00F153AA">
        <w:rPr>
          <w:highlight w:val="yellow"/>
        </w:rPr>
        <w:t>[__]</w:t>
      </w:r>
      <w:r w:rsidRPr="00CC64D4">
        <w:t xml:space="preserve"> měsíců </w:t>
      </w:r>
      <w:r w:rsidRPr="005973AD">
        <w:rPr>
          <w:highlight w:val="yellow"/>
        </w:rPr>
        <w:t>na stavební práce,</w:t>
      </w:r>
      <w:r w:rsidRPr="005973AD">
        <w:rPr>
          <w:i/>
          <w:highlight w:val="yellow"/>
        </w:rPr>
        <w:t xml:space="preserve"> (</w:t>
      </w:r>
      <w:r w:rsidRPr="00F153AA">
        <w:rPr>
          <w:i/>
          <w:highlight w:val="yellow"/>
        </w:rPr>
        <w:t>navrhne uchazeč, min. však 60 měsíců</w:t>
      </w:r>
      <w:r w:rsidRPr="00F153AA">
        <w:rPr>
          <w:i/>
        </w:rPr>
        <w:t>)</w:t>
      </w:r>
    </w:p>
    <w:p w:rsidR="00B04F47" w:rsidRDefault="00B04F47" w:rsidP="00B04F47">
      <w:pPr>
        <w:pStyle w:val="Nadpis5"/>
        <w:numPr>
          <w:ilvl w:val="0"/>
          <w:numId w:val="21"/>
        </w:numPr>
        <w:ind w:left="964" w:hanging="567"/>
      </w:pPr>
      <w:r w:rsidRPr="00F153AA">
        <w:rPr>
          <w:highlight w:val="yellow"/>
        </w:rPr>
        <w:t>[__]</w:t>
      </w:r>
      <w:r w:rsidRPr="00CC64D4">
        <w:t xml:space="preserve"> měsíců </w:t>
      </w:r>
      <w:r w:rsidRPr="005973AD">
        <w:rPr>
          <w:highlight w:val="yellow"/>
        </w:rPr>
        <w:t>na svítidla VO,</w:t>
      </w:r>
      <w:r w:rsidRPr="005973AD">
        <w:rPr>
          <w:i/>
          <w:highlight w:val="yellow"/>
        </w:rPr>
        <w:t xml:space="preserve"> (navrhne </w:t>
      </w:r>
      <w:r w:rsidRPr="00F153AA">
        <w:rPr>
          <w:i/>
          <w:highlight w:val="yellow"/>
        </w:rPr>
        <w:t xml:space="preserve">uchazeč, min. však </w:t>
      </w:r>
      <w:r>
        <w:rPr>
          <w:i/>
          <w:highlight w:val="yellow"/>
        </w:rPr>
        <w:t>84</w:t>
      </w:r>
      <w:r w:rsidRPr="00F153AA">
        <w:rPr>
          <w:i/>
          <w:highlight w:val="yellow"/>
        </w:rPr>
        <w:t xml:space="preserve"> měsíců</w:t>
      </w:r>
      <w:r w:rsidRPr="00F153AA">
        <w:rPr>
          <w:i/>
        </w:rPr>
        <w:t>)</w:t>
      </w:r>
    </w:p>
    <w:p w:rsidR="00B1033B" w:rsidRPr="00CC64D4" w:rsidRDefault="00B1033B" w:rsidP="00B1033B">
      <w:pPr>
        <w:ind w:left="426"/>
      </w:pPr>
      <w:bookmarkStart w:id="48" w:name="_GoBack"/>
      <w:bookmarkEnd w:id="48"/>
      <w:r w:rsidRPr="00CC64D4">
        <w:t>(dále jen „</w:t>
      </w:r>
      <w:r w:rsidRPr="00CC64D4">
        <w:rPr>
          <w:b/>
        </w:rPr>
        <w:t>záruční doba</w:t>
      </w:r>
      <w:r w:rsidRPr="00CC64D4">
        <w:t>“).</w:t>
      </w:r>
    </w:p>
    <w:p w:rsidR="00B1033B" w:rsidRPr="00CC64D4" w:rsidRDefault="00B1033B" w:rsidP="00B1033B">
      <w:pPr>
        <w:pStyle w:val="Nadpis2"/>
        <w:ind w:left="426" w:hanging="426"/>
      </w:pPr>
      <w:r w:rsidRPr="00CC64D4">
        <w:t xml:space="preserve">Záruční doba počíná běžet předáním základních investičních opatření, nestanoví-li smlouva jinak. </w:t>
      </w:r>
    </w:p>
    <w:p w:rsidR="00B1033B" w:rsidRPr="00CC64D4" w:rsidRDefault="00B1033B" w:rsidP="00B1033B">
      <w:pPr>
        <w:pStyle w:val="Nadpis2"/>
        <w:ind w:left="426" w:hanging="426"/>
      </w:pPr>
      <w:r w:rsidRPr="00CC64D4">
        <w:t>V případě, že se kdykoliv v průběhu záruční doby objeví nějaká vada, za kterou odpovídá ESCO, prodlužuje se záruční doba příslušného</w:t>
      </w:r>
      <w:r>
        <w:t xml:space="preserve"> základního investičního opatření a/nebo jeho části</w:t>
      </w:r>
      <w:r w:rsidRPr="00CC64D4">
        <w:t xml:space="preserve"> o dobu řádně uplatněné reklamace a dobu, po kterou nemohl</w:t>
      </w:r>
      <w:r>
        <w:t>o</w:t>
      </w:r>
      <w:r w:rsidRPr="00CC64D4">
        <w:t xml:space="preserve"> být </w:t>
      </w:r>
      <w:r>
        <w:t xml:space="preserve">příslušné základní investiční opatření a/nebo jeho část </w:t>
      </w:r>
      <w:r w:rsidRPr="00CC64D4">
        <w:t>užíván</w:t>
      </w:r>
      <w:r>
        <w:t>o</w:t>
      </w:r>
      <w:r w:rsidRPr="00CC64D4">
        <w:t>.</w:t>
      </w:r>
    </w:p>
    <w:p w:rsidR="00B1033B" w:rsidRPr="00CC64D4" w:rsidRDefault="00B1033B" w:rsidP="00B1033B">
      <w:pPr>
        <w:pStyle w:val="Nadpis2"/>
        <w:ind w:left="426" w:hanging="426"/>
      </w:pPr>
      <w:r w:rsidRPr="00CC64D4">
        <w:t xml:space="preserve">V případě, že ESCO vymění </w:t>
      </w:r>
      <w:r>
        <w:t>konkrétní základní investiční opatření a/nebo jeho část</w:t>
      </w:r>
      <w:r w:rsidRPr="00CC64D4">
        <w:t>, na něž se vztahuje samostatná záruční doba, běží u vyměněného</w:t>
      </w:r>
      <w:r>
        <w:t xml:space="preserve"> základního investičního opatření a/nebo jeho části</w:t>
      </w:r>
      <w:r w:rsidRPr="00CC64D4">
        <w:t xml:space="preserve"> nová záruční doba ve stejném rozsahu a délce jako u původního </w:t>
      </w:r>
      <w:r>
        <w:t xml:space="preserve">základního investičního opatření </w:t>
      </w:r>
      <w:r w:rsidRPr="00CC64D4">
        <w:t>či jeho části.</w:t>
      </w:r>
    </w:p>
    <w:p w:rsidR="00B1033B" w:rsidRPr="00CC64D4" w:rsidRDefault="00B1033B" w:rsidP="00B1033B">
      <w:pPr>
        <w:pStyle w:val="Nadpis2"/>
        <w:ind w:left="426" w:hanging="426"/>
      </w:pPr>
      <w:r w:rsidRPr="00CC64D4">
        <w:t>Odpovědnost ESCO za vady</w:t>
      </w:r>
      <w:r>
        <w:t xml:space="preserve"> základních investičních opatření</w:t>
      </w:r>
      <w:r w:rsidRPr="00CC64D4">
        <w:t xml:space="preserve">, na něž se vztahuje záruka, nevzniká, </w:t>
      </w:r>
    </w:p>
    <w:p w:rsidR="00B1033B" w:rsidRDefault="00B1033B" w:rsidP="00B1033B">
      <w:pPr>
        <w:pStyle w:val="Nadpis5"/>
        <w:numPr>
          <w:ilvl w:val="0"/>
          <w:numId w:val="22"/>
        </w:numPr>
        <w:ind w:left="964" w:hanging="567"/>
      </w:pPr>
      <w:r w:rsidRPr="00CC64D4">
        <w:t>jestliže tyto vady byly způsobeny po přechodu nebezpečí škody vnějšími událostmi a nezpůsobila je ESCO nebo osoby, s jejichž pomocí ESCO plnila svůj závazek, nebo</w:t>
      </w:r>
    </w:p>
    <w:p w:rsidR="00B1033B" w:rsidRDefault="00B1033B" w:rsidP="00B1033B">
      <w:pPr>
        <w:pStyle w:val="Nadpis5"/>
        <w:numPr>
          <w:ilvl w:val="0"/>
          <w:numId w:val="22"/>
        </w:numPr>
        <w:ind w:left="964" w:hanging="567"/>
      </w:pPr>
      <w:r w:rsidRPr="00CC64D4">
        <w:t>jestliže Klient porušil povinnosti stanovené mu touto smlouvou ve vztahu k  základnímu investičnímu opatření, jehož se záruka za jakost týká, nebo</w:t>
      </w:r>
    </w:p>
    <w:p w:rsidR="00B1033B" w:rsidRDefault="00B1033B" w:rsidP="00B1033B">
      <w:pPr>
        <w:pStyle w:val="Nadpis5"/>
        <w:numPr>
          <w:ilvl w:val="0"/>
          <w:numId w:val="22"/>
        </w:numPr>
        <w:ind w:left="964" w:hanging="567"/>
      </w:pPr>
      <w:r w:rsidRPr="00CC64D4">
        <w:t>jestliže vada byla způsobena nedodržením pokynu ze strany ESCO nebo neodborným zásahem třetí osobou nebo Klienta.</w:t>
      </w:r>
    </w:p>
    <w:p w:rsidR="00B1033B" w:rsidRDefault="00B1033B" w:rsidP="00EC478C">
      <w:pPr>
        <w:pStyle w:val="Nadpis2"/>
        <w:ind w:left="426" w:hanging="426"/>
      </w:pPr>
      <w:r w:rsidRPr="00CC64D4">
        <w:t>Vady, na něž se vztahuje záruka, je Klient povinen ESCO oznámit bez zbytečného odkladu poté, co je zjistí, formou písemné reklamace, v níž je povinen danou vadu přesně popsat, např. uvedením způsobu, jak se projevuje.</w:t>
      </w:r>
    </w:p>
    <w:p w:rsidR="00B1033B" w:rsidRDefault="00B1033B" w:rsidP="00B1033B">
      <w:pPr>
        <w:pStyle w:val="Nadpis2"/>
        <w:ind w:left="426" w:hanging="426"/>
      </w:pPr>
      <w:r w:rsidRPr="00CC64D4">
        <w:t xml:space="preserve">V případě </w:t>
      </w:r>
      <w:r>
        <w:t xml:space="preserve">existence reklamované </w:t>
      </w:r>
      <w:r w:rsidRPr="00CC64D4">
        <w:t>vady</w:t>
      </w:r>
      <w:r>
        <w:t xml:space="preserve"> základních investičních opatření</w:t>
      </w:r>
      <w:r w:rsidRPr="00CC64D4">
        <w:t xml:space="preserve"> </w:t>
      </w:r>
      <w:r>
        <w:t xml:space="preserve">(ať již uznané nebo neuznané reklamované vady) </w:t>
      </w:r>
      <w:r w:rsidRPr="00CC64D4">
        <w:t>bránící provozu objektu, nebo areálu</w:t>
      </w:r>
      <w:r>
        <w:t>,</w:t>
      </w:r>
      <w:r w:rsidR="00F76AC2">
        <w:t xml:space="preserve"> je ESCO povinna </w:t>
      </w:r>
      <w:r w:rsidRPr="00CC64D4">
        <w:t>dle charakteru vady</w:t>
      </w:r>
      <w:r>
        <w:t xml:space="preserve"> základních investičních opatření</w:t>
      </w:r>
      <w:r w:rsidRPr="00CC64D4">
        <w:t xml:space="preserve"> zprovoznit objekt nebo areál do </w:t>
      </w:r>
      <w:r w:rsidRPr="00F153AA">
        <w:t>[24] hodin od doby, kdy byla vada oznámena ESCO, pokud to technické podmínek objektivně umožňují. Práce na odstranění ostatních reklamovaných vad základních investičních opatření je ESCO povinna zahájit nejpozději do [2] pracovních</w:t>
      </w:r>
      <w:r w:rsidRPr="00CC64D4">
        <w:t xml:space="preserve"> dnů od doby, kdy jí byly písemně oznámeny. O odstranění vad bude sepsán reklamační protokol.</w:t>
      </w:r>
      <w:r>
        <w:t xml:space="preserve"> </w:t>
      </w:r>
    </w:p>
    <w:p w:rsidR="00B1033B" w:rsidRPr="00A15041" w:rsidRDefault="00B1033B" w:rsidP="00B1033B">
      <w:pPr>
        <w:pStyle w:val="Nadpis2"/>
        <w:ind w:left="426" w:hanging="426"/>
      </w:pPr>
      <w:r>
        <w:t xml:space="preserve">ESCO se zavazuje </w:t>
      </w:r>
      <w:r w:rsidRPr="00A15041">
        <w:t xml:space="preserve">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písemných oznámením adresovaným Klientovi nejpozději do 30 dnů ode dne doručení oznámení o neuznání reklamované vady ze strany ESCO iniciovat mechanismus řešení sporů dle Článek </w:t>
      </w:r>
      <w:r w:rsidR="00336D36" w:rsidRPr="00A15041">
        <w:t>39.2</w:t>
      </w:r>
      <w:r w:rsidRPr="00A15041">
        <w:t xml:space="preserve"> až </w:t>
      </w:r>
      <w:r w:rsidR="00336D36" w:rsidRPr="00A15041">
        <w:t>39</w:t>
      </w:r>
      <w:r w:rsidRPr="00A15041">
        <w:t xml:space="preserve">.4, jehož předmětem bude posouzení důvodnosti reklamované vady dle podmínek stanovených ve Smlouvě. V případě, že nedojde ze strany Klienta k zahájení řešení sporu dle Článek </w:t>
      </w:r>
      <w:r w:rsidR="00336D36" w:rsidRPr="00A15041">
        <w:t>39</w:t>
      </w:r>
      <w:r w:rsidRPr="00A15041">
        <w:t>.2 až 3</w:t>
      </w:r>
      <w:r w:rsidR="00336D36" w:rsidRPr="00A15041">
        <w:t>9</w:t>
      </w:r>
      <w:r w:rsidRPr="00A15041">
        <w:t>.4 ve lhůtě stanovené v předchozí větě tohoto odstavce písemným oznámením ESCO, má se za to, že Klient stanovisko ESCO o posouzen</w:t>
      </w:r>
      <w:r w:rsidR="00F76AC2">
        <w:t>í reklamovaných vad uznal.</w:t>
      </w:r>
    </w:p>
    <w:p w:rsidR="00B1033B" w:rsidRPr="00A15041" w:rsidRDefault="00B1033B" w:rsidP="00B1033B">
      <w:pPr>
        <w:pStyle w:val="Nadpis2"/>
        <w:ind w:left="426" w:hanging="426"/>
      </w:pPr>
      <w:r w:rsidRPr="00A15041">
        <w:t xml:space="preserve">ESCO se zavazuje vady, na něž se vztahuje záruka a jejichž existenci uznal a/nebo tak bylo stanoveno postupem dle Článek </w:t>
      </w:r>
      <w:r w:rsidR="00336D36" w:rsidRPr="00A15041">
        <w:t>39</w:t>
      </w:r>
      <w:r w:rsidRPr="00A15041">
        <w:t>.2 až 3</w:t>
      </w:r>
      <w:r w:rsidR="00336D36" w:rsidRPr="00A15041">
        <w:t>9</w:t>
      </w:r>
      <w:r w:rsidRPr="00A15041">
        <w:t>.4,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rsidR="00B1033B" w:rsidRDefault="00B1033B" w:rsidP="00B1033B">
      <w:pPr>
        <w:pStyle w:val="Nadpis2"/>
        <w:ind w:left="426" w:hanging="426"/>
      </w:pPr>
      <w:r w:rsidRPr="00A15041">
        <w:t>ESCO se zavazuje odstranit neuznané reklamované vady investičních základních opatření, tj. reklamované vady, která ESCO neuznala a/nebo tak bylo stanoveno postupem dle Článek 3</w:t>
      </w:r>
      <w:r w:rsidR="00EF421E" w:rsidRPr="00A15041">
        <w:t>9</w:t>
      </w:r>
      <w:r w:rsidRPr="00A15041">
        <w:t>.2 až 3</w:t>
      </w:r>
      <w:r w:rsidR="00EF421E" w:rsidRPr="00A15041">
        <w:t>9</w:t>
      </w:r>
      <w:r w:rsidRPr="00A15041">
        <w:t>.4, a na náklady Klienta. Klient je povinen v takové případě uhradit ESCO účelně vynaložené náklady nejpozději do 30 dnů ode dne provedeného vyúčtování</w:t>
      </w:r>
      <w:r>
        <w:t xml:space="preserve">. </w:t>
      </w:r>
    </w:p>
    <w:bookmarkEnd w:id="46"/>
    <w:bookmarkEnd w:id="47"/>
    <w:p w:rsidR="009B0FAA" w:rsidRPr="00CC64D4" w:rsidRDefault="00F81353" w:rsidP="00670CFE">
      <w:pPr>
        <w:pStyle w:val="Nadpis1"/>
      </w:pPr>
      <w:r w:rsidRPr="00CC64D4">
        <w:rPr>
          <w:b w:val="0"/>
        </w:rPr>
        <w:br/>
      </w:r>
      <w:bookmarkStart w:id="49" w:name="_Toc326522968"/>
      <w:bookmarkStart w:id="50" w:name="_Toc469898815"/>
      <w:r w:rsidRPr="00CC64D4">
        <w:t>Základní prostá opatření</w:t>
      </w:r>
      <w:bookmarkEnd w:id="49"/>
      <w:bookmarkEnd w:id="50"/>
    </w:p>
    <w:p w:rsidR="00EB6DE1" w:rsidRPr="00CC64D4" w:rsidRDefault="00EB6DE1" w:rsidP="00C33A43">
      <w:pPr>
        <w:pStyle w:val="Nadpis2"/>
      </w:pPr>
      <w:r w:rsidRPr="00CC64D4">
        <w:t>ESCO</w:t>
      </w:r>
      <w:r w:rsidR="00636049" w:rsidRPr="00CC64D4">
        <w:t xml:space="preserve"> se zavazuje blíže</w:t>
      </w:r>
      <w:r w:rsidR="00D76829" w:rsidRPr="00CC64D4">
        <w:t xml:space="preserve"> specifikovat</w:t>
      </w:r>
      <w:r w:rsidRPr="00CC64D4">
        <w:t xml:space="preserve"> </w:t>
      </w:r>
      <w:r w:rsidR="00D76829" w:rsidRPr="00CC64D4">
        <w:t xml:space="preserve">základní prostá opatření </w:t>
      </w:r>
      <w:r w:rsidR="00101729" w:rsidRPr="00CC64D4">
        <w:t xml:space="preserve">v Příloze č. 2 </w:t>
      </w:r>
      <w:r w:rsidR="00D76829" w:rsidRPr="00CC64D4">
        <w:t>a předat</w:t>
      </w:r>
      <w:r w:rsidRPr="00CC64D4">
        <w:t xml:space="preserve"> písemný návod Klientovi, jakým způsobem mají být taková opatření provedena v termínu stanoveném v harmonogramu. Není-li takový termín stanoven, </w:t>
      </w:r>
      <w:r w:rsidR="00FA724B" w:rsidRPr="00CC64D4">
        <w:t>ESCO je povinn</w:t>
      </w:r>
      <w:r w:rsidR="00C33A43" w:rsidRPr="00CC64D4">
        <w:t>a</w:t>
      </w:r>
      <w:r w:rsidR="00FA724B" w:rsidRPr="00CC64D4">
        <w:t xml:space="preserve"> </w:t>
      </w:r>
      <w:r w:rsidR="00D753EE" w:rsidRPr="00CC64D4">
        <w:t>předat</w:t>
      </w:r>
      <w:r w:rsidRPr="00CC64D4">
        <w:t xml:space="preserve"> písemný návod v dostatečném předstihu před skončením období </w:t>
      </w:r>
      <w:r w:rsidR="00800DF9">
        <w:t>realizace</w:t>
      </w:r>
      <w:r w:rsidR="00AF2EFA">
        <w:t xml:space="preserve"> základních opatření </w:t>
      </w:r>
      <w:r w:rsidRPr="00CC64D4">
        <w:t xml:space="preserve">tak, aby Klient mohl dané prosté opatření do skončení období </w:t>
      </w:r>
      <w:r w:rsidR="00C73E7D">
        <w:t xml:space="preserve">provádění </w:t>
      </w:r>
      <w:r w:rsidR="00F65DF0">
        <w:t xml:space="preserve">základních opatření </w:t>
      </w:r>
      <w:r w:rsidRPr="00CC64D4">
        <w:t>provést.</w:t>
      </w:r>
    </w:p>
    <w:p w:rsidR="00F81353" w:rsidRPr="00CC64D4" w:rsidRDefault="00F81353" w:rsidP="00C33A43">
      <w:pPr>
        <w:pStyle w:val="Nadpis2"/>
      </w:pPr>
      <w:r w:rsidRPr="00CC64D4">
        <w:t xml:space="preserve">Vlastní provedení </w:t>
      </w:r>
      <w:r w:rsidR="00B60857" w:rsidRPr="00CC64D4">
        <w:t xml:space="preserve">základních </w:t>
      </w:r>
      <w:r w:rsidRPr="00CC64D4">
        <w:t>pr</w:t>
      </w:r>
      <w:r w:rsidR="00D33219" w:rsidRPr="00CC64D4">
        <w:t>ostých opatření je na Klientovi.</w:t>
      </w:r>
      <w:r w:rsidRPr="00CC64D4">
        <w:t xml:space="preserve"> Klient se zavazuje základní prostá opatření provést do skončení období</w:t>
      </w:r>
      <w:r w:rsidR="00C73E7D">
        <w:t xml:space="preserve"> provádění základních opatření</w:t>
      </w:r>
      <w:r w:rsidR="00D33219" w:rsidRPr="00CC64D4">
        <w:t xml:space="preserve">. </w:t>
      </w:r>
      <w:r w:rsidR="00BA0C3C" w:rsidRPr="00CC64D4">
        <w:t>O</w:t>
      </w:r>
      <w:r w:rsidR="00BA0C3C">
        <w:t> </w:t>
      </w:r>
      <w:r w:rsidR="00D33219" w:rsidRPr="00CC64D4">
        <w:t>provedení základních prostých opatřeních</w:t>
      </w:r>
      <w:r w:rsidR="00E137C3" w:rsidRPr="00CC64D4">
        <w:t xml:space="preserve"> je Klient </w:t>
      </w:r>
      <w:r w:rsidRPr="00CC64D4">
        <w:t xml:space="preserve">povinen ESCO informovat. </w:t>
      </w:r>
    </w:p>
    <w:p w:rsidR="00F81353" w:rsidRPr="00CC64D4" w:rsidRDefault="00C33A43" w:rsidP="00C33A43">
      <w:pPr>
        <w:pStyle w:val="Nadpis2"/>
      </w:pPr>
      <w:r w:rsidRPr="00CC64D4">
        <w:t>ESCO je povinna</w:t>
      </w:r>
      <w:r w:rsidR="004D47A9" w:rsidRPr="00CC64D4">
        <w:t xml:space="preserve"> </w:t>
      </w:r>
      <w:r w:rsidR="00F81353" w:rsidRPr="00CC64D4">
        <w:t>při provedení</w:t>
      </w:r>
      <w:r w:rsidR="004D47A9" w:rsidRPr="00CC64D4">
        <w:t xml:space="preserve"> základních prostých opatření </w:t>
      </w:r>
      <w:r w:rsidR="00F81353" w:rsidRPr="00CC64D4">
        <w:t>poskytnout Klientovi potřebnou součinnost, zejména odborné poradenství.</w:t>
      </w:r>
    </w:p>
    <w:p w:rsidR="00F81353" w:rsidRPr="00CC64D4" w:rsidRDefault="00461C1A" w:rsidP="00C33A43">
      <w:pPr>
        <w:pStyle w:val="Nadpis2"/>
      </w:pPr>
      <w:r w:rsidRPr="00CC64D4">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CC64D4">
        <w:t>6</w:t>
      </w:r>
      <w:r w:rsidR="00F81353" w:rsidRPr="00CC64D4">
        <w:t xml:space="preserve">. </w:t>
      </w:r>
    </w:p>
    <w:p w:rsidR="00E903B0" w:rsidRPr="00CC64D4" w:rsidRDefault="00F81353" w:rsidP="00E903B0">
      <w:pPr>
        <w:pStyle w:val="Nzev"/>
        <w:keepNext/>
        <w:pageBreakBefore/>
        <w:spacing w:before="0" w:after="0" w:line="240" w:lineRule="auto"/>
        <w:rPr>
          <w:rStyle w:val="StylNzevTunPodtrenChar"/>
          <w:b w:val="0"/>
        </w:rPr>
      </w:pPr>
      <w:bookmarkStart w:id="51" w:name="_Toc326522969"/>
      <w:r w:rsidRPr="00CC64D4">
        <w:t xml:space="preserve">Část čtvrtá: </w:t>
      </w:r>
      <w:r w:rsidR="00067534" w:rsidRPr="00CC64D4">
        <w:rPr>
          <w:rStyle w:val="StylNzevTunPodtrenChar"/>
          <w:b w:val="0"/>
        </w:rPr>
        <w:t>Plnění poskytovaná po dobu trvání</w:t>
      </w:r>
      <w:r w:rsidR="00B47C41" w:rsidRPr="00CC64D4">
        <w:rPr>
          <w:rStyle w:val="StylNzevTunPodtrenChar"/>
          <w:b w:val="0"/>
        </w:rPr>
        <w:t xml:space="preserve"> </w:t>
      </w:r>
      <w:r w:rsidRPr="00CC64D4">
        <w:rPr>
          <w:rStyle w:val="StylNzevTunPodtrenChar"/>
          <w:b w:val="0"/>
        </w:rPr>
        <w:t>garance</w:t>
      </w:r>
      <w:bookmarkStart w:id="52" w:name="_Ref152647926"/>
      <w:bookmarkEnd w:id="51"/>
    </w:p>
    <w:p w:rsidR="00057EDC" w:rsidRPr="00CC64D4" w:rsidRDefault="00E903B0" w:rsidP="00E903B0">
      <w:pPr>
        <w:pStyle w:val="Nadpis1"/>
      </w:pPr>
      <w:r w:rsidRPr="00CC64D4">
        <w:br/>
      </w:r>
      <w:bookmarkStart w:id="53" w:name="_Toc469898816"/>
      <w:r w:rsidR="00057EDC" w:rsidRPr="00CC64D4">
        <w:t>Energetický management a související služby</w:t>
      </w:r>
      <w:bookmarkEnd w:id="53"/>
      <w:r w:rsidR="00057EDC" w:rsidRPr="00CC64D4">
        <w:t xml:space="preserve"> </w:t>
      </w:r>
    </w:p>
    <w:p w:rsidR="00057EDC" w:rsidRPr="00CC64D4" w:rsidRDefault="00057EDC" w:rsidP="00057EDC">
      <w:pPr>
        <w:pStyle w:val="Nadpis2"/>
      </w:pPr>
      <w:bookmarkStart w:id="54" w:name="_Ref330840887"/>
      <w:r w:rsidRPr="00CC64D4">
        <w:t>Klient se zavazuje, že po dobu poskytování garance:</w:t>
      </w:r>
      <w:bookmarkEnd w:id="54"/>
    </w:p>
    <w:p w:rsidR="00057EDC" w:rsidRPr="00CC64D4" w:rsidRDefault="00057EDC" w:rsidP="00057EDC">
      <w:pPr>
        <w:pStyle w:val="Nadpis5"/>
        <w:numPr>
          <w:ilvl w:val="0"/>
          <w:numId w:val="23"/>
        </w:numPr>
        <w:ind w:left="964" w:hanging="567"/>
      </w:pPr>
      <w:bookmarkStart w:id="55" w:name="_Ref330840903"/>
      <w:r w:rsidRPr="00CC64D4">
        <w:t>bude provádět obsluhu energetického systému, včetně předmětů opatření svým jménem a na svůj účet;</w:t>
      </w:r>
      <w:bookmarkEnd w:id="55"/>
    </w:p>
    <w:p w:rsidR="00057EDC" w:rsidRPr="00CC64D4" w:rsidRDefault="00057EDC" w:rsidP="00057EDC">
      <w:pPr>
        <w:pStyle w:val="Nadpis5"/>
        <w:numPr>
          <w:ilvl w:val="0"/>
          <w:numId w:val="23"/>
        </w:numPr>
        <w:ind w:left="964" w:hanging="567"/>
      </w:pPr>
      <w:r w:rsidRPr="00CC64D4">
        <w:t>bude dodržovat pokyny ESCO týkající se provozu areálů a v nich umístěných objektů, pokud nebudou v rozporu s účelem této smlouvy;</w:t>
      </w:r>
    </w:p>
    <w:p w:rsidR="00057EDC" w:rsidRPr="00CC64D4" w:rsidRDefault="00057EDC" w:rsidP="00057EDC">
      <w:pPr>
        <w:pStyle w:val="Nadpis5"/>
        <w:numPr>
          <w:ilvl w:val="0"/>
          <w:numId w:val="23"/>
        </w:numPr>
        <w:ind w:left="964" w:hanging="567"/>
      </w:pPr>
      <w:r w:rsidRPr="00CC64D4">
        <w:t>bude udržovat energetický systém, včetně předmětů opatření, svým jménem a na svůj účet funkčním a v souladu se standardními provozními podmí</w:t>
      </w:r>
      <w:r w:rsidR="00B24712" w:rsidRPr="00CC64D4">
        <w:t>nkami popsanými v příloze č. 7</w:t>
      </w:r>
      <w:r w:rsidRPr="00CC64D4">
        <w:t>;</w:t>
      </w:r>
    </w:p>
    <w:p w:rsidR="00057EDC" w:rsidRPr="00CC64D4" w:rsidRDefault="00057EDC" w:rsidP="00057EDC">
      <w:pPr>
        <w:pStyle w:val="Nadpis5"/>
        <w:numPr>
          <w:ilvl w:val="0"/>
          <w:numId w:val="23"/>
        </w:numPr>
        <w:ind w:left="964" w:hanging="567"/>
      </w:pPr>
      <w:r w:rsidRPr="00CC64D4">
        <w:t>bude chránit obvyklým způsobem energetický systém, včetně technických zařízení, před poškozením, ztrátou, odcizením nebo zneužitím třetí osobou;</w:t>
      </w:r>
    </w:p>
    <w:p w:rsidR="00057EDC" w:rsidRPr="00CC64D4" w:rsidRDefault="00057EDC" w:rsidP="00057EDC">
      <w:pPr>
        <w:pStyle w:val="Nadpis5"/>
        <w:numPr>
          <w:ilvl w:val="0"/>
          <w:numId w:val="23"/>
        </w:numPr>
        <w:ind w:left="964" w:hanging="567"/>
      </w:pPr>
      <w:r w:rsidRPr="00CC64D4">
        <w:t>nebude předměty opatření jakkoli upravovat či do nich zasahovat bez souhlasu ESCO a zabrání tomu, aby tak činila nebo mohla činit třetí osoba;</w:t>
      </w:r>
    </w:p>
    <w:p w:rsidR="00057EDC" w:rsidRPr="00CC64D4" w:rsidRDefault="00057EDC" w:rsidP="00057EDC">
      <w:pPr>
        <w:pStyle w:val="Nadpis5"/>
        <w:numPr>
          <w:ilvl w:val="0"/>
          <w:numId w:val="23"/>
        </w:numPr>
        <w:ind w:left="964" w:hanging="567"/>
      </w:pPr>
      <w:r w:rsidRPr="00CC64D4">
        <w:t>bude bez zbytečného odkladu předávat ESCO účetní a jiné doklady potřebné pro činnost ESCO v této fázi;</w:t>
      </w:r>
    </w:p>
    <w:p w:rsidR="00057EDC" w:rsidRPr="00CC64D4" w:rsidRDefault="00057EDC" w:rsidP="00057EDC">
      <w:pPr>
        <w:pStyle w:val="Nadpis5"/>
        <w:numPr>
          <w:ilvl w:val="0"/>
          <w:numId w:val="23"/>
        </w:numPr>
        <w:ind w:left="964" w:hanging="567"/>
      </w:pPr>
      <w:bookmarkStart w:id="56" w:name="_Ref330840916"/>
      <w:r w:rsidRPr="00CC64D4">
        <w:t>bude plnit ostatní povinnosti stanovené v příloze č. </w:t>
      </w:r>
      <w:r w:rsidR="00B24712" w:rsidRPr="00CC64D4">
        <w:t>7</w:t>
      </w:r>
      <w:r w:rsidRPr="00CC64D4">
        <w:t>.</w:t>
      </w:r>
      <w:bookmarkEnd w:id="56"/>
    </w:p>
    <w:p w:rsidR="00057EDC" w:rsidRPr="00CC64D4" w:rsidRDefault="00057EDC" w:rsidP="00057EDC">
      <w:pPr>
        <w:pStyle w:val="Nadpis2"/>
      </w:pPr>
      <w:bookmarkStart w:id="57" w:name="_Ref153727453"/>
      <w:bookmarkStart w:id="58" w:name="_Ref152601175"/>
      <w:r w:rsidRPr="00CC64D4">
        <w:t>Klient se zavazuje dodržovat povinnosti uvedené v </w:t>
      </w:r>
      <w:r w:rsidR="00A517D2">
        <w:fldChar w:fldCharType="begin"/>
      </w:r>
      <w:r w:rsidR="00A517D2">
        <w:instrText xml:space="preserve"> REF _Ref330840887 \w \h  \* MERGEFORMAT </w:instrText>
      </w:r>
      <w:r w:rsidR="00A517D2">
        <w:fldChar w:fldCharType="separate"/>
      </w:r>
      <w:r w:rsidR="00701B27">
        <w:t>Článek 11.1</w:t>
      </w:r>
      <w:r w:rsidR="00A517D2">
        <w:fldChar w:fldCharType="end"/>
      </w:r>
      <w:r w:rsidRPr="00CC64D4">
        <w:t xml:space="preserve"> písm. </w:t>
      </w:r>
      <w:r w:rsidR="00A517D2">
        <w:fldChar w:fldCharType="begin"/>
      </w:r>
      <w:r w:rsidR="00A517D2">
        <w:instrText xml:space="preserve"> REF _Ref330840903 \w \h  \* MERGEFORMAT </w:instrText>
      </w:r>
      <w:r w:rsidR="00A517D2">
        <w:fldChar w:fldCharType="separate"/>
      </w:r>
      <w:r w:rsidR="00701B27">
        <w:t>a)</w:t>
      </w:r>
      <w:r w:rsidR="00A517D2">
        <w:fldChar w:fldCharType="end"/>
      </w:r>
      <w:r w:rsidRPr="00CC64D4">
        <w:t xml:space="preserve"> až </w:t>
      </w:r>
      <w:r w:rsidR="00A517D2">
        <w:fldChar w:fldCharType="begin"/>
      </w:r>
      <w:r w:rsidR="00A517D2">
        <w:instrText xml:space="preserve"> REF _Ref330840916 \w \h  \* MERGEFORMAT </w:instrText>
      </w:r>
      <w:r w:rsidR="00A517D2">
        <w:fldChar w:fldCharType="separate"/>
      </w:r>
      <w:r w:rsidR="00701B27">
        <w:t>g)</w:t>
      </w:r>
      <w:r w:rsidR="00A517D2">
        <w:fldChar w:fldCharType="end"/>
      </w:r>
      <w:r w:rsidRPr="00CC64D4">
        <w:t xml:space="preserve"> i po záruční dobu.</w:t>
      </w:r>
      <w:bookmarkEnd w:id="57"/>
    </w:p>
    <w:p w:rsidR="00057EDC" w:rsidRPr="00CC64D4" w:rsidRDefault="00057EDC" w:rsidP="00057EDC">
      <w:pPr>
        <w:pStyle w:val="Nadpis2"/>
      </w:pPr>
      <w:r w:rsidRPr="00CC64D4">
        <w:t xml:space="preserve">ESCO se zavazuje </w:t>
      </w:r>
      <w:r w:rsidRPr="00F153AA">
        <w:t xml:space="preserve">do </w:t>
      </w:r>
      <w:r w:rsidR="00D0603C" w:rsidRPr="00F153AA">
        <w:t>[60]</w:t>
      </w:r>
      <w:r w:rsidRPr="00F153AA">
        <w:t xml:space="preserve"> dnů</w:t>
      </w:r>
      <w:r w:rsidRPr="00CC64D4">
        <w:t xml:space="preserve"> od předání zpracovat a předat Klientovi souhrnnou zprávu, </w:t>
      </w:r>
      <w:bookmarkEnd w:id="58"/>
      <w:r w:rsidRPr="00CC64D4">
        <w:t xml:space="preserve">jež musí minimálně obsahovat soupis opatření provedených v období </w:t>
      </w:r>
      <w:r w:rsidR="00384BEA">
        <w:t xml:space="preserve">provádění </w:t>
      </w:r>
      <w:r w:rsidR="00607B86">
        <w:t>základních opatření</w:t>
      </w:r>
      <w:r w:rsidRPr="00CC64D4">
        <w:t>.</w:t>
      </w:r>
    </w:p>
    <w:p w:rsidR="00057EDC" w:rsidRPr="00CC64D4" w:rsidRDefault="00057EDC" w:rsidP="00057EDC">
      <w:pPr>
        <w:pStyle w:val="Nadpis2"/>
      </w:pPr>
      <w:r w:rsidRPr="00CC64D4">
        <w:t>ESCO se zavazuje po dobu poskytování garance pro Klienta provádět energetický management, tj. zejména:</w:t>
      </w:r>
    </w:p>
    <w:p w:rsidR="00057EDC" w:rsidRPr="00CC64D4" w:rsidRDefault="00057EDC" w:rsidP="00057EDC">
      <w:pPr>
        <w:pStyle w:val="Nadpis5"/>
        <w:numPr>
          <w:ilvl w:val="0"/>
          <w:numId w:val="24"/>
        </w:numPr>
        <w:ind w:left="964" w:hanging="567"/>
      </w:pPr>
      <w:r w:rsidRPr="00CC64D4">
        <w:t>sledovat hospodaření s energií v jednotlivých areálech a objektech v rozsahu a způsobem uvedeném v příloze č. </w:t>
      </w:r>
      <w:r w:rsidR="00B24712" w:rsidRPr="00CC64D4">
        <w:t>7</w:t>
      </w:r>
      <w:r w:rsidRPr="00CC64D4">
        <w:t>;</w:t>
      </w:r>
    </w:p>
    <w:p w:rsidR="00057EDC" w:rsidRPr="00CC64D4" w:rsidRDefault="00057EDC" w:rsidP="00057EDC">
      <w:pPr>
        <w:pStyle w:val="Nadpis5"/>
        <w:numPr>
          <w:ilvl w:val="0"/>
          <w:numId w:val="24"/>
        </w:numPr>
        <w:ind w:left="964" w:hanging="567"/>
      </w:pPr>
      <w:r w:rsidRPr="00CC64D4">
        <w:t>vyhodnocovat hospodaření s energií v jednotlivých areálech a objektech v rozsahu a </w:t>
      </w:r>
      <w:r w:rsidR="00B24712" w:rsidRPr="00CC64D4">
        <w:t>způsobem uvedeném v příloze č. </w:t>
      </w:r>
      <w:r w:rsidR="0071045B" w:rsidRPr="00CC64D4">
        <w:t>6</w:t>
      </w:r>
      <w:r w:rsidRPr="00CC64D4">
        <w:t>;</w:t>
      </w:r>
    </w:p>
    <w:p w:rsidR="00057EDC" w:rsidRPr="00CC64D4" w:rsidRDefault="00057EDC" w:rsidP="00057EDC">
      <w:pPr>
        <w:pStyle w:val="Nadpis5"/>
        <w:numPr>
          <w:ilvl w:val="0"/>
          <w:numId w:val="24"/>
        </w:numPr>
        <w:ind w:left="964" w:hanging="567"/>
      </w:pPr>
      <w:r w:rsidRPr="00CC64D4">
        <w:t>počítat měsíčně, čtvrtletně a ročně úspory nákladů</w:t>
      </w:r>
      <w:r w:rsidR="0071045B" w:rsidRPr="00CC64D4">
        <w:t xml:space="preserve"> v souladu s</w:t>
      </w:r>
      <w:r w:rsidR="00A27764" w:rsidRPr="00CC64D4">
        <w:t> </w:t>
      </w:r>
      <w:r w:rsidR="0071045B" w:rsidRPr="00CC64D4">
        <w:t>přílohou</w:t>
      </w:r>
      <w:r w:rsidR="00A27764" w:rsidRPr="00CC64D4">
        <w:t> </w:t>
      </w:r>
      <w:r w:rsidR="0071045B" w:rsidRPr="00CC64D4">
        <w:t>č.</w:t>
      </w:r>
      <w:r w:rsidR="00A27764" w:rsidRPr="00CC64D4">
        <w:t> </w:t>
      </w:r>
      <w:r w:rsidR="0071045B" w:rsidRPr="00CC64D4">
        <w:t>6</w:t>
      </w:r>
      <w:r w:rsidRPr="00CC64D4">
        <w:t>;</w:t>
      </w:r>
    </w:p>
    <w:p w:rsidR="00057EDC" w:rsidRPr="00CC64D4" w:rsidRDefault="00057EDC" w:rsidP="00057EDC">
      <w:pPr>
        <w:pStyle w:val="Nadpis5"/>
        <w:numPr>
          <w:ilvl w:val="0"/>
          <w:numId w:val="24"/>
        </w:numPr>
        <w:ind w:left="964" w:hanging="567"/>
      </w:pPr>
      <w:r w:rsidRPr="00CC64D4">
        <w:t>doporučovat další možnosti a opatření, jak zlepšit hospodaření s energií, zejména prostřednictvím prostých opatření;</w:t>
      </w:r>
    </w:p>
    <w:p w:rsidR="00057EDC" w:rsidRPr="00CC64D4" w:rsidRDefault="00057EDC" w:rsidP="00057EDC">
      <w:pPr>
        <w:pStyle w:val="Nadpis5"/>
        <w:numPr>
          <w:ilvl w:val="0"/>
          <w:numId w:val="24"/>
        </w:numPr>
        <w:ind w:left="964" w:hanging="567"/>
      </w:pPr>
      <w:r w:rsidRPr="00CC64D4">
        <w:t xml:space="preserve">pořádat roční porady </w:t>
      </w:r>
      <w:r w:rsidR="0071045B" w:rsidRPr="00CC64D4">
        <w:t xml:space="preserve">za účasti </w:t>
      </w:r>
      <w:r w:rsidR="00A27764" w:rsidRPr="00CC64D4">
        <w:t xml:space="preserve">Klienta </w:t>
      </w:r>
      <w:r w:rsidR="0071045B" w:rsidRPr="00CC64D4">
        <w:t xml:space="preserve">a jím pověřených osob </w:t>
      </w:r>
      <w:r w:rsidRPr="00CC64D4">
        <w:t>dle této smlouvy;</w:t>
      </w:r>
      <w:bookmarkStart w:id="59" w:name="_Ref152048657"/>
    </w:p>
    <w:p w:rsidR="00057EDC" w:rsidRPr="00CC64D4" w:rsidRDefault="00057EDC" w:rsidP="00057EDC">
      <w:pPr>
        <w:pStyle w:val="Nadpis5"/>
        <w:numPr>
          <w:ilvl w:val="0"/>
          <w:numId w:val="24"/>
        </w:numPr>
        <w:ind w:left="964" w:hanging="567"/>
      </w:pPr>
      <w:r w:rsidRPr="00CC64D4">
        <w:t xml:space="preserve">zpracovat písemně </w:t>
      </w:r>
      <w:r w:rsidRPr="00F153AA">
        <w:t xml:space="preserve">do </w:t>
      </w:r>
      <w:r w:rsidR="00D0603C" w:rsidRPr="00F153AA">
        <w:t>[60]</w:t>
      </w:r>
      <w:r w:rsidRPr="00F153AA">
        <w:t xml:space="preserve"> dnů po ukončení</w:t>
      </w:r>
      <w:r w:rsidRPr="00CC64D4">
        <w:t xml:space="preserve"> zúčtovacího období průběžnou zprávu za uplynulé zúčtovací období, jež musí minimálně obsahovat:</w:t>
      </w:r>
      <w:bookmarkEnd w:id="59"/>
    </w:p>
    <w:p w:rsidR="00057EDC" w:rsidRPr="00CC64D4" w:rsidRDefault="00057EDC" w:rsidP="00057EDC">
      <w:pPr>
        <w:pStyle w:val="Bullet2"/>
        <w:ind w:left="1248" w:hanging="284"/>
      </w:pPr>
      <w:r w:rsidRPr="00CC64D4">
        <w:t>popis provozu energetického systému během zúčtovacího období; včetně popisu odchylek od standardního provozu energetického systému během zúčtovacího období;</w:t>
      </w:r>
    </w:p>
    <w:p w:rsidR="00057EDC" w:rsidRPr="00CC64D4" w:rsidRDefault="00057EDC" w:rsidP="00057EDC">
      <w:pPr>
        <w:pStyle w:val="Bullet2"/>
        <w:ind w:left="1248" w:hanging="284"/>
      </w:pPr>
      <w:r w:rsidRPr="00CC64D4">
        <w:t>specifikaci provedených dodatečných opatření;</w:t>
      </w:r>
    </w:p>
    <w:p w:rsidR="00057EDC" w:rsidRPr="00CC64D4" w:rsidRDefault="00057EDC" w:rsidP="00057EDC">
      <w:pPr>
        <w:pStyle w:val="Bullet2"/>
        <w:ind w:left="1248" w:hanging="284"/>
      </w:pPr>
      <w:r w:rsidRPr="00CC64D4">
        <w:t>výši dosažených úspor nákladů;</w:t>
      </w:r>
    </w:p>
    <w:p w:rsidR="00057EDC" w:rsidRPr="00CC64D4" w:rsidRDefault="00057EDC" w:rsidP="00057EDC">
      <w:pPr>
        <w:pStyle w:val="Bullet2"/>
        <w:ind w:left="1248" w:hanging="284"/>
      </w:pPr>
      <w:r w:rsidRPr="00CC64D4">
        <w:t>výši dosažených úspor energií;</w:t>
      </w:r>
    </w:p>
    <w:p w:rsidR="00057EDC" w:rsidRPr="00CC64D4" w:rsidRDefault="00057EDC" w:rsidP="00057EDC">
      <w:pPr>
        <w:pStyle w:val="Bullet2"/>
        <w:ind w:left="1248" w:hanging="284"/>
      </w:pPr>
      <w:r w:rsidRPr="00CC64D4">
        <w:t>výši garantované úspory;</w:t>
      </w:r>
    </w:p>
    <w:p w:rsidR="00057EDC" w:rsidRPr="00CC64D4" w:rsidRDefault="00057EDC" w:rsidP="00057EDC">
      <w:pPr>
        <w:pStyle w:val="Bullet2"/>
        <w:ind w:left="1248" w:hanging="284"/>
      </w:pPr>
      <w:r w:rsidRPr="00CC64D4">
        <w:t>závěr, zda garantované úspory bylo dosaženo či ne, příp. zda Klientovi vzniklo právo na sankci nebo ESCO vzniklo právo na prémii.</w:t>
      </w:r>
    </w:p>
    <w:p w:rsidR="00057EDC" w:rsidRPr="00CC64D4" w:rsidRDefault="00057EDC" w:rsidP="00057EDC">
      <w:pPr>
        <w:pStyle w:val="Nadpis5"/>
        <w:numPr>
          <w:ilvl w:val="0"/>
          <w:numId w:val="24"/>
        </w:numPr>
        <w:ind w:left="964" w:hanging="567"/>
      </w:pPr>
      <w:r w:rsidRPr="00CC64D4">
        <w:t xml:space="preserve">zpracovat závěrečnou zprávu podle ustanovení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rsidR="00057EDC" w:rsidRPr="00CC64D4" w:rsidRDefault="00057EDC" w:rsidP="00057EDC">
      <w:pPr>
        <w:pStyle w:val="Nadpis5"/>
        <w:numPr>
          <w:ilvl w:val="0"/>
          <w:numId w:val="24"/>
        </w:numPr>
        <w:ind w:left="964" w:hanging="567"/>
      </w:pPr>
      <w:r w:rsidRPr="00CC64D4">
        <w:t>provádět další činnosti v r</w:t>
      </w:r>
      <w:r w:rsidR="00B24712" w:rsidRPr="00CC64D4">
        <w:t>ozsahu stanoveném v příloze č. 7</w:t>
      </w:r>
      <w:r w:rsidRPr="00CC64D4">
        <w:t>.</w:t>
      </w:r>
    </w:p>
    <w:p w:rsidR="00057EDC" w:rsidRPr="00CC64D4" w:rsidRDefault="00057EDC" w:rsidP="00057EDC">
      <w:pPr>
        <w:pStyle w:val="Nadpis2"/>
      </w:pPr>
      <w:r w:rsidRPr="00CC64D4">
        <w:t>Klient tímto uděluje souhlas se zpracováním a uchováváním údajů a dat, které souvisejí s plněním předmětu dle této smlouvy, pokud k této činnosti bude docházet ze strany jiného subjektu než ESCO.</w:t>
      </w:r>
    </w:p>
    <w:p w:rsidR="00400988" w:rsidRPr="00CC64D4" w:rsidRDefault="00400988" w:rsidP="00400988">
      <w:pPr>
        <w:pStyle w:val="Nadpis1"/>
      </w:pPr>
      <w:r w:rsidRPr="00CC64D4">
        <w:rPr>
          <w:b w:val="0"/>
        </w:rPr>
        <w:br/>
      </w:r>
      <w:bookmarkStart w:id="60" w:name="_Ref324607429"/>
      <w:bookmarkStart w:id="61" w:name="_Toc326522972"/>
      <w:bookmarkStart w:id="62" w:name="_Toc469898817"/>
      <w:r w:rsidRPr="00CC64D4">
        <w:t>Záruka za dosažení garantované úspory</w:t>
      </w:r>
      <w:bookmarkEnd w:id="52"/>
      <w:bookmarkEnd w:id="60"/>
      <w:bookmarkEnd w:id="61"/>
      <w:bookmarkEnd w:id="62"/>
    </w:p>
    <w:p w:rsidR="00891276" w:rsidRPr="00CC64D4" w:rsidRDefault="00400988" w:rsidP="00AD5C5C">
      <w:pPr>
        <w:pStyle w:val="Nadpis2"/>
      </w:pPr>
      <w:bookmarkStart w:id="63" w:name="_Ref152048140"/>
      <w:r w:rsidRPr="00CC64D4">
        <w:t>ESCO tímto na sebe přejímá závazek, že</w:t>
      </w:r>
      <w:r w:rsidR="007053AC" w:rsidRPr="00CC64D4">
        <w:t xml:space="preserve"> v důsledku provedených opatření budou</w:t>
      </w:r>
      <w:r w:rsidRPr="00CC64D4">
        <w:t xml:space="preserve"> po dobu poskytování garance v jednotlivých</w:t>
      </w:r>
      <w:r w:rsidR="00A17FDE" w:rsidRPr="00CC64D4">
        <w:t xml:space="preserve"> zúčtovacích obdobích</w:t>
      </w:r>
      <w:r w:rsidR="007053AC" w:rsidRPr="00CC64D4">
        <w:t> dosaženy</w:t>
      </w:r>
      <w:r w:rsidRPr="00CC64D4">
        <w:t xml:space="preserve"> garantované úspory </w:t>
      </w:r>
      <w:r w:rsidR="00A17FDE" w:rsidRPr="00CC64D4">
        <w:t xml:space="preserve">specifikované </w:t>
      </w:r>
      <w:r w:rsidRPr="00CC64D4">
        <w:t>v příloze č.</w:t>
      </w:r>
      <w:r w:rsidR="008602A2" w:rsidRPr="00CC64D4">
        <w:t> </w:t>
      </w:r>
      <w:r w:rsidR="00B24712" w:rsidRPr="00CC64D4">
        <w:t>5</w:t>
      </w:r>
      <w:r w:rsidRPr="00CC64D4">
        <w:t>.</w:t>
      </w:r>
      <w:bookmarkEnd w:id="63"/>
      <w:r w:rsidR="00E34D06" w:rsidRPr="00CC64D4">
        <w:t xml:space="preserve"> </w:t>
      </w:r>
    </w:p>
    <w:p w:rsidR="00BB5BF3" w:rsidRPr="00CC64D4" w:rsidRDefault="00400988" w:rsidP="00C33A43">
      <w:pPr>
        <w:pStyle w:val="Nadpis2"/>
      </w:pPr>
      <w:r w:rsidRPr="00CC64D4">
        <w:t>Smluvní strany se dohodly, že není-li v zúčtovacím období garantované úspory dosaženo z důvodů na straně ESCO, vzniká Klientovi právo na sankci ESCO stanovenou v souladu s</w:t>
      </w:r>
      <w:r w:rsidR="005B4E65" w:rsidRPr="00CC64D4">
        <w:t> </w:t>
      </w:r>
      <w:r w:rsidR="00737E8C">
        <w:fldChar w:fldCharType="begin"/>
      </w:r>
      <w:r w:rsidR="008973B0">
        <w:instrText xml:space="preserve"> REF _Ref207460075 \w \h  \* MERGEFORMAT </w:instrText>
      </w:r>
      <w:r w:rsidR="00737E8C">
        <w:fldChar w:fldCharType="separate"/>
      </w:r>
      <w:r w:rsidR="00701B27">
        <w:t>Článek 20</w:t>
      </w:r>
      <w:r w:rsidR="00737E8C">
        <w:fldChar w:fldCharType="end"/>
      </w:r>
      <w:r w:rsidR="005B4E65" w:rsidRPr="00CC64D4">
        <w:t>.</w:t>
      </w:r>
    </w:p>
    <w:p w:rsidR="00F81353" w:rsidRPr="00EE1D71" w:rsidRDefault="00737E8C">
      <w:pPr>
        <w:pStyle w:val="Nadpis1"/>
      </w:pPr>
      <w:r w:rsidRPr="00737E8C">
        <w:rPr>
          <w:b w:val="0"/>
        </w:rPr>
        <w:br/>
      </w:r>
      <w:bookmarkStart w:id="64" w:name="_Toc326522973"/>
      <w:bookmarkStart w:id="65" w:name="_Toc469898818"/>
      <w:r w:rsidRPr="00737E8C">
        <w:t>Dodatečná opatření</w:t>
      </w:r>
      <w:bookmarkEnd w:id="64"/>
      <w:bookmarkEnd w:id="65"/>
    </w:p>
    <w:p w:rsidR="006A1569" w:rsidRPr="00EE1D71" w:rsidRDefault="00737E8C" w:rsidP="00C33A43">
      <w:pPr>
        <w:pStyle w:val="Nadpis2"/>
      </w:pPr>
      <w:bookmarkStart w:id="66" w:name="_Ref296346567"/>
      <w:bookmarkStart w:id="67" w:name="_Ref330840372"/>
      <w:r w:rsidRPr="00737E8C">
        <w:t>V případě, že ESCO nedosáhne v příslušném zúčtovacím období garantované úspory, je oprávněna předložit Klientovi návrh na provedení dodatečných opatření, která provede ESCO na své náklady (dále jen „</w:t>
      </w:r>
      <w:r w:rsidRPr="00737E8C">
        <w:rPr>
          <w:b/>
        </w:rPr>
        <w:t>nápravná</w:t>
      </w:r>
      <w:r w:rsidRPr="00737E8C">
        <w:t xml:space="preserve"> </w:t>
      </w:r>
      <w:r w:rsidRPr="00737E8C">
        <w:rPr>
          <w:b/>
        </w:rPr>
        <w:t>dodatečná opatření</w:t>
      </w:r>
      <w:r w:rsidRPr="00737E8C">
        <w:t>“</w:t>
      </w:r>
      <w:bookmarkEnd w:id="66"/>
      <w:r w:rsidRPr="00737E8C">
        <w:t>).</w:t>
      </w:r>
      <w:bookmarkEnd w:id="67"/>
    </w:p>
    <w:p w:rsidR="006A1569" w:rsidRPr="00EE1D71" w:rsidRDefault="00737E8C" w:rsidP="00C33A43">
      <w:pPr>
        <w:pStyle w:val="Nadpis2"/>
      </w:pPr>
      <w:r w:rsidRPr="00737E8C">
        <w:t>Návrh nápravných dodatečných opatření bude minimálně obsahovat:</w:t>
      </w:r>
    </w:p>
    <w:p w:rsidR="006A1569" w:rsidRPr="00EE1D71" w:rsidRDefault="00737E8C" w:rsidP="007E4ACE">
      <w:pPr>
        <w:pStyle w:val="Nadpis5"/>
        <w:numPr>
          <w:ilvl w:val="0"/>
          <w:numId w:val="25"/>
        </w:numPr>
        <w:ind w:left="964" w:hanging="567"/>
      </w:pPr>
      <w:r w:rsidRPr="00737E8C">
        <w:t>popis stavu využívání energie v objektech, jichž se mají týkat dodatečná opatření, a jeho hodnocení;</w:t>
      </w:r>
    </w:p>
    <w:p w:rsidR="006A1569" w:rsidRPr="00EE1D71" w:rsidRDefault="00737E8C" w:rsidP="007E4ACE">
      <w:pPr>
        <w:pStyle w:val="Nadpis5"/>
        <w:numPr>
          <w:ilvl w:val="0"/>
          <w:numId w:val="25"/>
        </w:numPr>
        <w:ind w:left="964" w:hanging="567"/>
      </w:pPr>
      <w:r w:rsidRPr="00737E8C">
        <w:t>popis navrhovaných dodatečných opatření, včetně zdůvodnění;</w:t>
      </w:r>
    </w:p>
    <w:p w:rsidR="00DA065B" w:rsidRPr="00EE1D71" w:rsidRDefault="00737E8C" w:rsidP="007E4ACE">
      <w:pPr>
        <w:pStyle w:val="Nadpis5"/>
        <w:numPr>
          <w:ilvl w:val="0"/>
          <w:numId w:val="25"/>
        </w:numPr>
        <w:ind w:left="964" w:hanging="567"/>
      </w:pPr>
      <w:r w:rsidRPr="00737E8C">
        <w:t>cena jednotlivých dodatečných opatření;</w:t>
      </w:r>
    </w:p>
    <w:p w:rsidR="006A1569" w:rsidRPr="00EE1D71" w:rsidRDefault="00737E8C" w:rsidP="007E4ACE">
      <w:pPr>
        <w:pStyle w:val="Nadpis5"/>
        <w:numPr>
          <w:ilvl w:val="0"/>
          <w:numId w:val="25"/>
        </w:numPr>
        <w:ind w:left="964" w:hanging="567"/>
      </w:pPr>
      <w:r w:rsidRPr="00737E8C">
        <w:t>způsob realizace navrhovaných dodatečných opatření, včetně harmonogramu realizace;</w:t>
      </w:r>
    </w:p>
    <w:p w:rsidR="006A1569" w:rsidRPr="00EE1D71" w:rsidRDefault="00737E8C" w:rsidP="007E4ACE">
      <w:pPr>
        <w:pStyle w:val="Nadpis5"/>
        <w:numPr>
          <w:ilvl w:val="0"/>
          <w:numId w:val="25"/>
        </w:numPr>
        <w:ind w:left="964" w:hanging="567"/>
      </w:pPr>
      <w:r w:rsidRPr="00737E8C">
        <w:t>vyčíslení a rozbor úspory nákladů a úspory energií dosažitelných provedením dodatečných opatření, včetně odůvodnění.</w:t>
      </w:r>
    </w:p>
    <w:p w:rsidR="00737E8C" w:rsidRDefault="00737E8C" w:rsidP="00737E8C">
      <w:pPr>
        <w:pStyle w:val="Nadpis2"/>
      </w:pPr>
      <w:bookmarkStart w:id="68" w:name="_Ref330840390"/>
      <w:r w:rsidRPr="00737E8C">
        <w:t xml:space="preserve">Klient se zavazuje zaslat připomínky k předloženému návrhu nápravných dodatečných opatření </w:t>
      </w:r>
      <w:r w:rsidRPr="00F153AA">
        <w:t>do [14] dnů od doručení</w:t>
      </w:r>
      <w:r w:rsidRPr="00737E8C">
        <w:t xml:space="preserve"> návrhu písemně ESCO. ESCO je povinna připomínky Klienta vypořádat. Klient se zavazuje bez závažného důvodu nebránit realizaci nápravných dodatečných opatření a při jejich realizaci</w:t>
      </w:r>
      <w:r w:rsidR="00F959E8">
        <w:t xml:space="preserve"> </w:t>
      </w:r>
      <w:r w:rsidR="00704490">
        <w:t xml:space="preserve">poskytnout </w:t>
      </w:r>
      <w:r w:rsidR="009513DC">
        <w:t xml:space="preserve">potřebnou </w:t>
      </w:r>
      <w:r w:rsidR="006F70CE">
        <w:t>součinnost.</w:t>
      </w:r>
      <w:r w:rsidR="003A6BCB" w:rsidRPr="003A6BCB">
        <w:t xml:space="preserve"> </w:t>
      </w:r>
    </w:p>
    <w:p w:rsidR="006A1569" w:rsidRPr="00EE1D71" w:rsidRDefault="003A6BCB" w:rsidP="002B3483">
      <w:pPr>
        <w:pStyle w:val="Nadpis2"/>
      </w:pPr>
      <w:bookmarkStart w:id="69" w:name="_Ref482622968"/>
      <w:r w:rsidRPr="003A6BCB">
        <w:t>Základním cílem projektu je dosažení zvýšení energetické účinnosti na objektech</w:t>
      </w:r>
      <w:r w:rsidR="00737E8C" w:rsidRPr="00737E8C">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737E8C">
        <w:rPr>
          <w:b/>
        </w:rPr>
        <w:t>doporučená</w:t>
      </w:r>
      <w:r w:rsidR="00737E8C" w:rsidRPr="00737E8C">
        <w:t xml:space="preserve"> </w:t>
      </w:r>
      <w:r w:rsidR="00737E8C" w:rsidRPr="00737E8C">
        <w:rPr>
          <w:b/>
        </w:rPr>
        <w:t>dodatečná opatření</w:t>
      </w:r>
      <w:r w:rsidR="00737E8C" w:rsidRPr="00737E8C">
        <w:t>“). Je na uvážení Klienta, zda možnosti realizace doporučení dodatečných opatření využije či nikoliv.</w:t>
      </w:r>
      <w:bookmarkEnd w:id="69"/>
      <w:r w:rsidR="00737E8C" w:rsidRPr="00737E8C">
        <w:t xml:space="preserve"> </w:t>
      </w:r>
      <w:r w:rsidR="00745A55" w:rsidRPr="00EE1D71">
        <w:t xml:space="preserve">  </w:t>
      </w:r>
      <w:bookmarkEnd w:id="68"/>
    </w:p>
    <w:p w:rsidR="006A1569" w:rsidRPr="00EE1D71" w:rsidRDefault="00737E8C" w:rsidP="00C33A43">
      <w:pPr>
        <w:pStyle w:val="Nadpis2"/>
      </w:pPr>
      <w:r w:rsidRPr="00737E8C">
        <w:t>Návrh doporučených dodatečných opatření bude minimálně obsahovat:</w:t>
      </w:r>
    </w:p>
    <w:p w:rsidR="006A1569" w:rsidRPr="00EE1D71" w:rsidRDefault="00737E8C" w:rsidP="007E4ACE">
      <w:pPr>
        <w:pStyle w:val="Nadpis5"/>
        <w:numPr>
          <w:ilvl w:val="0"/>
          <w:numId w:val="26"/>
        </w:numPr>
        <w:ind w:left="964" w:hanging="567"/>
      </w:pPr>
      <w:r w:rsidRPr="00737E8C">
        <w:t>popis stavu využívání energie v objektech, jichž se mají týkat dodatečná opatření, a jeho hodnocení;</w:t>
      </w:r>
    </w:p>
    <w:p w:rsidR="006A1569" w:rsidRPr="00EE1D71" w:rsidRDefault="00737E8C" w:rsidP="007E4ACE">
      <w:pPr>
        <w:pStyle w:val="Nadpis5"/>
        <w:numPr>
          <w:ilvl w:val="0"/>
          <w:numId w:val="26"/>
        </w:numPr>
        <w:ind w:left="964" w:hanging="567"/>
      </w:pPr>
      <w:r w:rsidRPr="00737E8C">
        <w:t>popis navrhovaných dodatečných opatření, včetně zdůvodnění;</w:t>
      </w:r>
    </w:p>
    <w:p w:rsidR="006A1569" w:rsidRPr="00EE1D71" w:rsidRDefault="00737E8C" w:rsidP="007E4ACE">
      <w:pPr>
        <w:pStyle w:val="Nadpis5"/>
        <w:numPr>
          <w:ilvl w:val="0"/>
          <w:numId w:val="26"/>
        </w:numPr>
        <w:ind w:left="964" w:hanging="567"/>
      </w:pPr>
      <w:r w:rsidRPr="00737E8C">
        <w:t>cena jednotlivých dodatečných opatření, včetně její kalkulace;</w:t>
      </w:r>
    </w:p>
    <w:p w:rsidR="006A1569" w:rsidRPr="00EE1D71" w:rsidRDefault="00737E8C" w:rsidP="007E4ACE">
      <w:pPr>
        <w:pStyle w:val="Nadpis5"/>
        <w:numPr>
          <w:ilvl w:val="0"/>
          <w:numId w:val="26"/>
        </w:numPr>
        <w:ind w:left="964" w:hanging="567"/>
      </w:pPr>
      <w:r w:rsidRPr="00737E8C">
        <w:t>způsob realizace navrhovaných dodatečných opatření;</w:t>
      </w:r>
    </w:p>
    <w:p w:rsidR="006A1569" w:rsidRPr="00EE1D71" w:rsidRDefault="00737E8C" w:rsidP="007E4ACE">
      <w:pPr>
        <w:pStyle w:val="Nadpis5"/>
        <w:numPr>
          <w:ilvl w:val="0"/>
          <w:numId w:val="26"/>
        </w:numPr>
        <w:ind w:left="964" w:hanging="567"/>
      </w:pPr>
      <w:r w:rsidRPr="00737E8C">
        <w:t>vyčíslení a rozbor úspory nákladů a úspory energií dosažitelných provedením dodatečných opatření, včetně odůvodnění;</w:t>
      </w:r>
    </w:p>
    <w:p w:rsidR="0064271E" w:rsidRDefault="0064271E" w:rsidP="00112B38">
      <w:pPr>
        <w:pStyle w:val="Nadpis5"/>
        <w:numPr>
          <w:ilvl w:val="0"/>
          <w:numId w:val="26"/>
        </w:numPr>
        <w:ind w:left="964" w:hanging="567"/>
      </w:pPr>
      <w:r w:rsidRPr="00737E8C">
        <w:t>návrh dodatku ke smlouvě</w:t>
      </w:r>
      <w:r w:rsidR="00543115">
        <w:t>.</w:t>
      </w:r>
    </w:p>
    <w:p w:rsidR="006A1569" w:rsidRPr="00EE1D71" w:rsidRDefault="00737E8C" w:rsidP="00C33A43">
      <w:pPr>
        <w:pStyle w:val="Nadpis2"/>
      </w:pPr>
      <w:r w:rsidRPr="00737E8C">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rsidR="00FB40ED" w:rsidRDefault="00737E8C" w:rsidP="00FB40ED">
      <w:pPr>
        <w:pStyle w:val="Nadpis2"/>
      </w:pPr>
      <w:r w:rsidRPr="00737E8C">
        <w:t xml:space="preserve">Pro vyloučení jakýchkoliv pochybností smluvní strany potvrzují, že budou postupovat při realizaci nápravných dodatečných opatření a/nebo doporučených dodatečných opatření v souladu se ZZVZ. </w:t>
      </w:r>
    </w:p>
    <w:p w:rsidR="00F81353" w:rsidRPr="00EE1D71" w:rsidRDefault="007623CD">
      <w:pPr>
        <w:pStyle w:val="Nadpis1"/>
      </w:pPr>
      <w:r w:rsidRPr="00EE1D71">
        <w:rPr>
          <w:b w:val="0"/>
        </w:rPr>
        <w:br/>
      </w:r>
      <w:bookmarkStart w:id="70" w:name="_Ref152602485"/>
      <w:bookmarkStart w:id="71" w:name="_Toc326522974"/>
      <w:bookmarkStart w:id="72" w:name="_Toc469898819"/>
      <w:r w:rsidR="00F81353" w:rsidRPr="00EE1D71">
        <w:t>Změna okolností</w:t>
      </w:r>
      <w:bookmarkEnd w:id="70"/>
      <w:bookmarkEnd w:id="71"/>
      <w:bookmarkEnd w:id="72"/>
    </w:p>
    <w:p w:rsidR="00F81353" w:rsidRPr="00EE1D71" w:rsidRDefault="00737E8C" w:rsidP="00C33A43">
      <w:pPr>
        <w:pStyle w:val="Nadpis2"/>
      </w:pPr>
      <w:bookmarkStart w:id="73" w:name="_Ref330840857"/>
      <w:bookmarkStart w:id="74" w:name="_Toc314028663"/>
      <w:r w:rsidRPr="00737E8C">
        <w:t>Dojde-li během doby poskytování garance nikoli z důvodů na straně ESCO k některému z níže uvedených případů (nebyla-li ESCO před uzavřením smlouvy o nich ze strany Klienta písemně informována, že nastanou):</w:t>
      </w:r>
      <w:bookmarkEnd w:id="73"/>
      <w:r w:rsidRPr="00737E8C">
        <w:t xml:space="preserve"> </w:t>
      </w:r>
      <w:bookmarkEnd w:id="74"/>
    </w:p>
    <w:p w:rsidR="00F81353" w:rsidRPr="00EE1D71" w:rsidRDefault="00737E8C" w:rsidP="007E4ACE">
      <w:pPr>
        <w:pStyle w:val="Nadpis5"/>
        <w:numPr>
          <w:ilvl w:val="0"/>
          <w:numId w:val="27"/>
        </w:numPr>
        <w:ind w:left="964" w:hanging="567"/>
      </w:pPr>
      <w:bookmarkStart w:id="75" w:name="_Toc341155317"/>
      <w:bookmarkStart w:id="76" w:name="_Toc326749477"/>
      <w:bookmarkStart w:id="77" w:name="_Toc319928874"/>
      <w:bookmarkStart w:id="78" w:name="_Toc317395012"/>
      <w:r w:rsidRPr="00737E8C">
        <w:t xml:space="preserve">uzavření </w:t>
      </w:r>
      <w:bookmarkEnd w:id="75"/>
      <w:bookmarkEnd w:id="76"/>
      <w:bookmarkEnd w:id="77"/>
      <w:bookmarkEnd w:id="78"/>
      <w:r w:rsidRPr="00737E8C">
        <w:t>objektu nebo areálu či jeho části;</w:t>
      </w:r>
    </w:p>
    <w:p w:rsidR="00F81353" w:rsidRPr="00EE1D71" w:rsidRDefault="00737E8C" w:rsidP="007E4ACE">
      <w:pPr>
        <w:pStyle w:val="Nadpis5"/>
        <w:numPr>
          <w:ilvl w:val="0"/>
          <w:numId w:val="27"/>
        </w:numPr>
        <w:ind w:left="964" w:hanging="567"/>
      </w:pPr>
      <w:r w:rsidRPr="00737E8C">
        <w:t>ukončení provozování předmětu opatření nebo jeho části;</w:t>
      </w:r>
    </w:p>
    <w:p w:rsidR="00F81353" w:rsidRPr="00EE1D71" w:rsidRDefault="00737E8C" w:rsidP="007E4ACE">
      <w:pPr>
        <w:pStyle w:val="Nadpis5"/>
        <w:numPr>
          <w:ilvl w:val="0"/>
          <w:numId w:val="27"/>
        </w:numPr>
        <w:ind w:left="964" w:hanging="567"/>
      </w:pPr>
      <w:r w:rsidRPr="00737E8C">
        <w:t>ztrátě, poškození nebo zničení předmětu opatření;</w:t>
      </w:r>
    </w:p>
    <w:p w:rsidR="00F81353" w:rsidRPr="00EE1D71" w:rsidRDefault="00737E8C" w:rsidP="007E4ACE">
      <w:pPr>
        <w:pStyle w:val="Nadpis5"/>
        <w:numPr>
          <w:ilvl w:val="0"/>
          <w:numId w:val="27"/>
        </w:numPr>
        <w:ind w:left="964" w:hanging="567"/>
      </w:pPr>
      <w:bookmarkStart w:id="79" w:name="_Ref380398476"/>
      <w:r w:rsidRPr="00737E8C">
        <w:t>instalaci nebo odstranění zařízení, spotřebičů nebo dalších přístrojů v objektech způsobujících zvýšení nebo snížení spotřeby energie;</w:t>
      </w:r>
      <w:bookmarkEnd w:id="79"/>
    </w:p>
    <w:p w:rsidR="00F81353" w:rsidRPr="00EE1D71" w:rsidRDefault="00737E8C" w:rsidP="007E4ACE">
      <w:pPr>
        <w:pStyle w:val="Nadpis5"/>
        <w:numPr>
          <w:ilvl w:val="0"/>
          <w:numId w:val="27"/>
        </w:numPr>
        <w:ind w:left="964" w:hanging="567"/>
      </w:pPr>
      <w:bookmarkStart w:id="80" w:name="_Ref380398194"/>
      <w:r w:rsidRPr="00737E8C">
        <w:t>změně způsobu užívání objektů nebo areálu či jejich částí, včetně změn tepelného komfortu nebo časového využití;</w:t>
      </w:r>
      <w:bookmarkEnd w:id="80"/>
    </w:p>
    <w:p w:rsidR="00D76BCC" w:rsidRPr="00EE1D71" w:rsidRDefault="00737E8C" w:rsidP="007E4ACE">
      <w:pPr>
        <w:pStyle w:val="Nadpis5"/>
        <w:numPr>
          <w:ilvl w:val="0"/>
          <w:numId w:val="27"/>
        </w:numPr>
        <w:ind w:left="964" w:hanging="567"/>
      </w:pPr>
      <w:r w:rsidRPr="00737E8C">
        <w:t>změně právních předpisů, hygienických předpisů nebo technických norem s vlivem na provoz objektů;</w:t>
      </w:r>
    </w:p>
    <w:p w:rsidR="00AC63E7" w:rsidRPr="00EE1D71" w:rsidRDefault="00737E8C" w:rsidP="00561DB4">
      <w:pPr>
        <w:pStyle w:val="Nadpis5"/>
        <w:numPr>
          <w:ilvl w:val="0"/>
          <w:numId w:val="27"/>
        </w:numPr>
        <w:ind w:left="964" w:hanging="567"/>
      </w:pPr>
      <w:bookmarkStart w:id="81" w:name="_Ref380398485"/>
      <w:r w:rsidRPr="00737E8C">
        <w:t>provedení investičního(ch) opatření (např. zateplení objektu apod.) Klientem a/nebo třetí osobou, majících vliv na spotřebu energie.</w:t>
      </w:r>
      <w:bookmarkEnd w:id="81"/>
    </w:p>
    <w:p w:rsidR="00F81353" w:rsidRPr="00EE1D71" w:rsidRDefault="00737E8C" w:rsidP="00AA4A53">
      <w:pPr>
        <w:ind w:left="426"/>
      </w:pPr>
      <w:r w:rsidRPr="00737E8C">
        <w:t>(dále jen „</w:t>
      </w:r>
      <w:r w:rsidRPr="00737E8C">
        <w:rPr>
          <w:b/>
        </w:rPr>
        <w:t>změna okolností</w:t>
      </w:r>
      <w:r w:rsidRPr="00737E8C">
        <w:t>“)</w:t>
      </w:r>
    </w:p>
    <w:p w:rsidR="00F81353" w:rsidRPr="00EE1D71" w:rsidRDefault="00737E8C" w:rsidP="00C33A43">
      <w:pPr>
        <w:pStyle w:val="Nadpis2"/>
        <w:numPr>
          <w:ilvl w:val="0"/>
          <w:numId w:val="0"/>
        </w:numPr>
        <w:ind w:left="426"/>
      </w:pPr>
      <w:r w:rsidRPr="00737E8C">
        <w:t>je každá ze smluvních stran povinna, zjistí-li že nastala změna okolností, na to druhou smluvní stranu písemně upozornit.</w:t>
      </w:r>
    </w:p>
    <w:p w:rsidR="00F81353" w:rsidRPr="00EE1D71" w:rsidRDefault="00737E8C" w:rsidP="00C33A43">
      <w:pPr>
        <w:pStyle w:val="Nadpis2"/>
      </w:pPr>
      <w:r w:rsidRPr="00737E8C">
        <w:t xml:space="preserve">O dočasnou změnu okolností se jedná v případě, že tato změna trvá méně než </w:t>
      </w:r>
      <w:r w:rsidRPr="00F153AA">
        <w:t>[</w:t>
      </w:r>
      <w:r w:rsidR="00F153AA" w:rsidRPr="00F153AA">
        <w:t>6</w:t>
      </w:r>
      <w:r w:rsidRPr="00F153AA">
        <w:t>]</w:t>
      </w:r>
      <w:r w:rsidRPr="00737E8C">
        <w:t xml:space="preserve"> měsíců.  V ostatních případech se jedná o změnu trvalou.</w:t>
      </w:r>
    </w:p>
    <w:p w:rsidR="00F81353" w:rsidRPr="00EE1D71" w:rsidRDefault="00737E8C" w:rsidP="00E87817">
      <w:pPr>
        <w:pStyle w:val="Nadpis2"/>
      </w:pPr>
      <w:bookmarkStart w:id="82" w:name="_Ref377984231"/>
      <w:bookmarkStart w:id="83" w:name="_Ref380398230"/>
      <w:r w:rsidRPr="00737E8C">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2"/>
      <w:r w:rsidRPr="00737E8C">
        <w:t xml:space="preserve"> Tyto skutečnosti budou zohledněny v průběžné zprávě projednané a schválené oběma smluvními stranami postupem dle </w:t>
      </w:r>
      <w:r w:rsidRPr="00737E8C">
        <w:fldChar w:fldCharType="begin"/>
      </w:r>
      <w:r w:rsidRPr="00737E8C">
        <w:instrText xml:space="preserve"> REF _Ref380398172 \w \h  \* MERGEFORMAT </w:instrText>
      </w:r>
      <w:r w:rsidRPr="00737E8C">
        <w:fldChar w:fldCharType="separate"/>
      </w:r>
      <w:r w:rsidR="00701B27">
        <w:t>Článek 15</w:t>
      </w:r>
      <w:r w:rsidRPr="00737E8C">
        <w:fldChar w:fldCharType="end"/>
      </w:r>
      <w:r w:rsidRPr="00737E8C">
        <w:t xml:space="preserve"> smlouvy.</w:t>
      </w:r>
      <w:bookmarkEnd w:id="83"/>
    </w:p>
    <w:p w:rsidR="00F81353" w:rsidRPr="00EE1D71" w:rsidRDefault="00737E8C" w:rsidP="00E87817">
      <w:pPr>
        <w:pStyle w:val="Nadpis2"/>
      </w:pPr>
      <w:r w:rsidRPr="00737E8C">
        <w:t xml:space="preserve">Jedná-li se o trvalou změnu okolností dle </w:t>
      </w:r>
      <w:r w:rsidR="00A517D2">
        <w:fldChar w:fldCharType="begin"/>
      </w:r>
      <w:r w:rsidR="00A517D2">
        <w:instrText xml:space="preserve"> REF _Ref330840857 \w \h  \* MERGEFORMAT </w:instrText>
      </w:r>
      <w:r w:rsidR="00A517D2">
        <w:fldChar w:fldCharType="separate"/>
      </w:r>
      <w:r w:rsidR="00701B27">
        <w:t>Článek 14.1</w:t>
      </w:r>
      <w:r w:rsidR="00A517D2">
        <w:fldChar w:fldCharType="end"/>
      </w:r>
      <w:r w:rsidRPr="00737E8C">
        <w:t xml:space="preserve"> písm. </w:t>
      </w:r>
      <w:r w:rsidR="00A517D2">
        <w:fldChar w:fldCharType="begin"/>
      </w:r>
      <w:r w:rsidR="00A517D2">
        <w:instrText xml:space="preserve"> REF _Ref380398476 \w \h  \* MERGEFORMAT </w:instrText>
      </w:r>
      <w:r w:rsidR="00A517D2">
        <w:fldChar w:fldCharType="separate"/>
      </w:r>
      <w:r w:rsidR="00701B27">
        <w:t>d)</w:t>
      </w:r>
      <w:r w:rsidR="00A517D2">
        <w:fldChar w:fldCharType="end"/>
      </w:r>
      <w:r w:rsidRPr="00737E8C">
        <w:t xml:space="preserve">, </w:t>
      </w:r>
      <w:r w:rsidR="00A517D2">
        <w:fldChar w:fldCharType="begin"/>
      </w:r>
      <w:r w:rsidR="00A517D2">
        <w:instrText xml:space="preserve"> REF _Ref380398194 \w \h  \* MERGEFORMAT </w:instrText>
      </w:r>
      <w:r w:rsidR="00A517D2">
        <w:fldChar w:fldCharType="separate"/>
      </w:r>
      <w:r w:rsidR="00701B27">
        <w:t>e)</w:t>
      </w:r>
      <w:r w:rsidR="00A517D2">
        <w:fldChar w:fldCharType="end"/>
      </w:r>
      <w:r w:rsidRPr="00737E8C">
        <w:t xml:space="preserve"> a </w:t>
      </w:r>
      <w:r w:rsidR="00A517D2">
        <w:fldChar w:fldCharType="begin"/>
      </w:r>
      <w:r w:rsidR="00A517D2">
        <w:instrText xml:space="preserve"> REF _Ref380398485 \w \h  \* MERGEFORMAT </w:instrText>
      </w:r>
      <w:r w:rsidR="00A517D2">
        <w:fldChar w:fldCharType="separate"/>
      </w:r>
      <w:r w:rsidR="00701B27">
        <w:t>g)</w:t>
      </w:r>
      <w:r w:rsidR="00A517D2">
        <w:fldChar w:fldCharType="end"/>
      </w:r>
      <w:r w:rsidRPr="00737E8C">
        <w:t xml:space="preserve"> smlouvy bude postupováno obdobně jako v případě dočasné změny okolností viz. </w:t>
      </w:r>
      <w:r w:rsidR="00A517D2">
        <w:fldChar w:fldCharType="begin"/>
      </w:r>
      <w:r w:rsidR="00A517D2">
        <w:instrText xml:space="preserve"> REF _Ref380398230 \w \h  \* MERGEFORMAT </w:instrText>
      </w:r>
      <w:r w:rsidR="00A517D2">
        <w:fldChar w:fldCharType="separate"/>
      </w:r>
      <w:r w:rsidR="00701B27">
        <w:t>Článek 14.3</w:t>
      </w:r>
      <w:r w:rsidR="00A517D2">
        <w:fldChar w:fldCharType="end"/>
      </w:r>
      <w:r w:rsidRPr="00737E8C">
        <w:t xml:space="preserve"> smlouvy. Tyto skutečnosti budou zohledněny v průběžné zprávě projednané a schválené oběma smluvními stranami postupem dle </w:t>
      </w:r>
      <w:r w:rsidRPr="00737E8C">
        <w:fldChar w:fldCharType="begin"/>
      </w:r>
      <w:r w:rsidRPr="00737E8C">
        <w:instrText xml:space="preserve"> REF _Ref380398243 \w \h  \* MERGEFORMAT </w:instrText>
      </w:r>
      <w:r w:rsidRPr="00737E8C">
        <w:fldChar w:fldCharType="separate"/>
      </w:r>
      <w:r w:rsidR="00701B27">
        <w:t>Článek 15</w:t>
      </w:r>
      <w:r w:rsidRPr="00737E8C">
        <w:fldChar w:fldCharType="end"/>
      </w:r>
      <w:r w:rsidRPr="00737E8C">
        <w:t xml:space="preserve"> smlouvy. Jedná-li se o jakoukoliv jinou trvalou změnu okolností, smluvní strany zavazují uzavřít dodatek k této smlouvě, v němž odpovídajícím způsobem upraví referenční hodnoty, výši garantované úspory a rozsah garance. Nebude-</w:t>
      </w:r>
      <w:r w:rsidRPr="00F153AA">
        <w:t>li do [60] dnů ode dne,</w:t>
      </w:r>
      <w:r w:rsidRPr="00737E8C">
        <w:t xml:space="preserve"> kdy o to kterákoli ze smluvních stran písemně druhou požádá, uzavřen dodatek, rozhodne o obsahu dodatku na žádost kterékoli smluvní strany rozhodující orgán specifikovaný v </w:t>
      </w:r>
      <w:r w:rsidR="00701B27">
        <w:fldChar w:fldCharType="begin"/>
      </w:r>
      <w:r w:rsidR="00701B27">
        <w:instrText xml:space="preserve"> REF _Ref472926658 \r \h </w:instrText>
      </w:r>
      <w:r w:rsidR="00701B27">
        <w:fldChar w:fldCharType="separate"/>
      </w:r>
      <w:r w:rsidR="006173B7">
        <w:t>Článek 39</w:t>
      </w:r>
      <w:r w:rsidR="00701B27">
        <w:fldChar w:fldCharType="end"/>
      </w:r>
      <w:r w:rsidRPr="00737E8C">
        <w:t xml:space="preserve">, a to v souladu s obecně závaznými předpisy, včetně ZZVZ. </w:t>
      </w:r>
    </w:p>
    <w:p w:rsidR="00FA556F" w:rsidRPr="00EE1D71" w:rsidRDefault="00737E8C" w:rsidP="007623CD">
      <w:pPr>
        <w:pStyle w:val="Nadpis2"/>
      </w:pPr>
      <w:r w:rsidRPr="00737E8C">
        <w:t xml:space="preserve">Pro vyloučení jakýchkoliv pochybností smluvní strany potvrzují, že budou postupovat v souladu se ZZVZ. </w:t>
      </w:r>
    </w:p>
    <w:p w:rsidR="007623CD" w:rsidRPr="00CC64D4" w:rsidRDefault="007623CD" w:rsidP="007623CD">
      <w:pPr>
        <w:pStyle w:val="Nadpis1"/>
      </w:pPr>
      <w:r w:rsidRPr="00CC64D4">
        <w:rPr>
          <w:b w:val="0"/>
        </w:rPr>
        <w:br/>
      </w:r>
      <w:bookmarkStart w:id="84" w:name="_Toc326522975"/>
      <w:bookmarkStart w:id="85" w:name="_Ref380398172"/>
      <w:bookmarkStart w:id="86" w:name="_Ref380398243"/>
      <w:bookmarkStart w:id="87" w:name="_Toc469898820"/>
      <w:r w:rsidRPr="00CC64D4">
        <w:t>Roční porady</w:t>
      </w:r>
      <w:bookmarkEnd w:id="84"/>
      <w:r w:rsidR="00434BFC" w:rsidRPr="00CC64D4">
        <w:t>/zprávy</w:t>
      </w:r>
      <w:bookmarkEnd w:id="85"/>
      <w:bookmarkEnd w:id="86"/>
      <w:bookmarkEnd w:id="87"/>
    </w:p>
    <w:p w:rsidR="007623CD" w:rsidRPr="00CC64D4" w:rsidRDefault="007623CD" w:rsidP="00C33A43">
      <w:pPr>
        <w:pStyle w:val="Nadpis2"/>
      </w:pPr>
      <w:bookmarkStart w:id="88" w:name="_Ref331687032"/>
      <w:r w:rsidRPr="00CC64D4">
        <w:t xml:space="preserve">Roční porady ESCO s Klientem o průběhu fáze III. se budou konat vždy po </w:t>
      </w:r>
      <w:r w:rsidR="00246965" w:rsidRPr="00CC64D4">
        <w:t xml:space="preserve">předložení </w:t>
      </w:r>
      <w:r w:rsidR="00F64B31" w:rsidRPr="00CC64D4">
        <w:t>návrhu</w:t>
      </w:r>
      <w:r w:rsidRPr="00CC64D4">
        <w:t xml:space="preserve"> průběžné zprávy</w:t>
      </w:r>
      <w:r w:rsidR="00F64B31" w:rsidRPr="00CC64D4">
        <w:t xml:space="preserve"> připravené ze strany ESCO</w:t>
      </w:r>
      <w:r w:rsidRPr="00CC64D4">
        <w:t xml:space="preserve"> hodnotící uplynulé zúčtovací období v sídle Klienta, nedohodnou-li se v konkrétním případě smluvní strany jinak. Na programu roční porady bude vždy</w:t>
      </w:r>
      <w:r w:rsidR="005C741B" w:rsidRPr="00CC64D4">
        <w:t xml:space="preserve"> nejméně:</w:t>
      </w:r>
      <w:bookmarkEnd w:id="88"/>
    </w:p>
    <w:p w:rsidR="007623CD" w:rsidRPr="00CC64D4" w:rsidRDefault="007623CD" w:rsidP="007E4ACE">
      <w:pPr>
        <w:pStyle w:val="Nadpis5"/>
        <w:numPr>
          <w:ilvl w:val="0"/>
          <w:numId w:val="28"/>
        </w:numPr>
        <w:ind w:left="964" w:hanging="567"/>
      </w:pPr>
      <w:r w:rsidRPr="00CC64D4">
        <w:t>záležitosti provozního charakteru;</w:t>
      </w:r>
    </w:p>
    <w:p w:rsidR="007623CD" w:rsidRPr="00CC64D4" w:rsidRDefault="007623CD" w:rsidP="007E4ACE">
      <w:pPr>
        <w:pStyle w:val="Nadpis5"/>
        <w:numPr>
          <w:ilvl w:val="0"/>
          <w:numId w:val="28"/>
        </w:numPr>
        <w:ind w:left="964" w:hanging="567"/>
      </w:pPr>
      <w:r w:rsidRPr="00CC64D4">
        <w:t>vyhodnocení energetického managementu za uplynulé zúčtovací období;</w:t>
      </w:r>
    </w:p>
    <w:p w:rsidR="007623CD" w:rsidRPr="00CC64D4" w:rsidRDefault="007623CD" w:rsidP="007E4ACE">
      <w:pPr>
        <w:pStyle w:val="Nadpis5"/>
        <w:numPr>
          <w:ilvl w:val="0"/>
          <w:numId w:val="28"/>
        </w:numPr>
        <w:ind w:left="964" w:hanging="567"/>
      </w:pPr>
      <w:r w:rsidRPr="00CC64D4">
        <w:t>vyhodnocení součinnosti Klienta za uplynulé zúčtovací období;</w:t>
      </w:r>
    </w:p>
    <w:p w:rsidR="007623CD" w:rsidRPr="00CC64D4" w:rsidRDefault="007623CD" w:rsidP="007E4ACE">
      <w:pPr>
        <w:pStyle w:val="Nadpis5"/>
        <w:numPr>
          <w:ilvl w:val="0"/>
          <w:numId w:val="28"/>
        </w:numPr>
        <w:ind w:left="964" w:hanging="567"/>
      </w:pPr>
      <w:r w:rsidRPr="00CC64D4">
        <w:t>informace o provedení dodatečných opatření;</w:t>
      </w:r>
    </w:p>
    <w:p w:rsidR="007623CD" w:rsidRPr="00CC64D4" w:rsidRDefault="007623CD" w:rsidP="007E4ACE">
      <w:pPr>
        <w:pStyle w:val="Nadpis5"/>
        <w:numPr>
          <w:ilvl w:val="0"/>
          <w:numId w:val="28"/>
        </w:numPr>
        <w:ind w:left="964" w:hanging="567"/>
      </w:pPr>
      <w:r w:rsidRPr="00CC64D4">
        <w:t>informace o úspoře energií a úspoře nákla</w:t>
      </w:r>
      <w:r w:rsidR="0092453C" w:rsidRPr="00CC64D4">
        <w:t>dů za uplynulé zúčtovací období</w:t>
      </w:r>
      <w:r w:rsidR="00070015" w:rsidRPr="00CC64D4">
        <w:t xml:space="preserve"> včetně jejího zdůvodnění</w:t>
      </w:r>
      <w:r w:rsidR="0092453C" w:rsidRPr="00CC64D4">
        <w:t>;</w:t>
      </w:r>
    </w:p>
    <w:p w:rsidR="0092453C" w:rsidRPr="00CC64D4" w:rsidRDefault="00DA5ADE" w:rsidP="007E4ACE">
      <w:pPr>
        <w:pStyle w:val="Nadpis5"/>
        <w:numPr>
          <w:ilvl w:val="0"/>
          <w:numId w:val="28"/>
        </w:numPr>
        <w:ind w:left="964" w:hanging="567"/>
      </w:pPr>
      <w:r w:rsidRPr="00CC64D4">
        <w:t xml:space="preserve">projednání a </w:t>
      </w:r>
      <w:r w:rsidR="0092453C" w:rsidRPr="00CC64D4">
        <w:t>schválení průběžné zprávy.</w:t>
      </w:r>
    </w:p>
    <w:p w:rsidR="00705D03" w:rsidRPr="00CC64D4" w:rsidRDefault="00F156E9" w:rsidP="008F7CD8">
      <w:pPr>
        <w:pStyle w:val="Nadpis2"/>
      </w:pPr>
      <w:bookmarkStart w:id="89" w:name="_Ref331687093"/>
      <w:r w:rsidRPr="00CC64D4">
        <w:t>Výsledkem roční porady je podpis protokolu</w:t>
      </w:r>
      <w:r w:rsidR="00A9354D" w:rsidRPr="00CC64D4">
        <w:t xml:space="preserve"> za příslušné zúčtovací období</w:t>
      </w:r>
      <w:r w:rsidRPr="00CC64D4">
        <w:t xml:space="preserve">, který připraví </w:t>
      </w:r>
      <w:r w:rsidR="007623CD" w:rsidRPr="00CC64D4">
        <w:t xml:space="preserve">ESCO </w:t>
      </w:r>
      <w:r w:rsidRPr="00CC64D4">
        <w:t>v souladu s </w:t>
      </w:r>
      <w:r w:rsidR="00D647F8" w:rsidRPr="00CC64D4">
        <w:t xml:space="preserve">přílohou </w:t>
      </w:r>
      <w:r w:rsidR="00454D0A" w:rsidRPr="00CC64D4">
        <w:t>č</w:t>
      </w:r>
      <w:r w:rsidR="00B24712" w:rsidRPr="00CC64D4">
        <w:t xml:space="preserve">. 6 </w:t>
      </w:r>
      <w:r w:rsidR="007623CD" w:rsidRPr="00F153AA">
        <w:t xml:space="preserve">do </w:t>
      </w:r>
      <w:r w:rsidR="00A9354D" w:rsidRPr="00F153AA">
        <w:t>[</w:t>
      </w:r>
      <w:r w:rsidR="005B36A9" w:rsidRPr="00F153AA">
        <w:t>10</w:t>
      </w:r>
      <w:r w:rsidR="00A9354D" w:rsidRPr="00F153AA">
        <w:t>]</w:t>
      </w:r>
      <w:r w:rsidR="007623CD" w:rsidRPr="00F153AA">
        <w:t xml:space="preserve"> dnů od jejího</w:t>
      </w:r>
      <w:r w:rsidR="007623CD" w:rsidRPr="00CC64D4">
        <w:t xml:space="preserve"> konání.</w:t>
      </w:r>
      <w:r w:rsidR="000F7756" w:rsidRPr="00CC64D4">
        <w:t xml:space="preserve"> Povinnou náležitostí</w:t>
      </w:r>
      <w:r w:rsidR="00CC32DE" w:rsidRPr="00CC64D4">
        <w:t xml:space="preserve"> </w:t>
      </w:r>
      <w:r w:rsidRPr="00CC64D4">
        <w:t>protokolu</w:t>
      </w:r>
      <w:r w:rsidR="00A9354D" w:rsidRPr="00CC64D4">
        <w:t xml:space="preserve"> je</w:t>
      </w:r>
      <w:r w:rsidR="006A13CE" w:rsidRPr="00CC64D4">
        <w:t xml:space="preserve"> </w:t>
      </w:r>
      <w:r w:rsidR="00070015" w:rsidRPr="00CC64D4">
        <w:t xml:space="preserve">schválená </w:t>
      </w:r>
      <w:r w:rsidR="00F62C02" w:rsidRPr="00CC64D4">
        <w:t xml:space="preserve">průběžná zpráva s </w:t>
      </w:r>
      <w:r w:rsidR="00A9354D" w:rsidRPr="00CC64D4">
        <w:t>vyhodnocení</w:t>
      </w:r>
      <w:r w:rsidR="00F311F7">
        <w:t>m</w:t>
      </w:r>
      <w:r w:rsidR="00A9354D" w:rsidRPr="00CC64D4">
        <w:t xml:space="preserve"> dosažených úspor za příslušné zúčtovací období</w:t>
      </w:r>
      <w:r w:rsidR="006A13CE" w:rsidRPr="00CC64D4">
        <w:t>, zahr</w:t>
      </w:r>
      <w:r w:rsidR="00A9354D" w:rsidRPr="00CC64D4">
        <w:t>nující případně připomínky k ní</w:t>
      </w:r>
      <w:r w:rsidR="00AA1D84" w:rsidRPr="00CC64D4">
        <w:t>.</w:t>
      </w:r>
      <w:r w:rsidR="005B36A9" w:rsidRPr="00CC64D4">
        <w:t xml:space="preserve"> </w:t>
      </w:r>
      <w:r w:rsidR="00E97526" w:rsidRPr="00CC64D4">
        <w:t xml:space="preserve">Nedílnou součástí </w:t>
      </w:r>
      <w:r w:rsidR="00A9354D" w:rsidRPr="00CC64D4">
        <w:t>protokolu</w:t>
      </w:r>
      <w:r w:rsidR="005B36A9" w:rsidRPr="00CC64D4">
        <w:t xml:space="preserve"> jsou </w:t>
      </w:r>
      <w:r w:rsidR="007623CD" w:rsidRPr="00CC64D4">
        <w:t>veškeré podkladové materiály.</w:t>
      </w:r>
      <w:r w:rsidR="00A2523A" w:rsidRPr="00CC64D4">
        <w:t xml:space="preserve"> </w:t>
      </w:r>
      <w:r w:rsidR="00705D03" w:rsidRPr="00CC64D4">
        <w:t xml:space="preserve">ESCO se zavazuje provádět </w:t>
      </w:r>
      <w:r w:rsidR="00A2523A" w:rsidRPr="00CC64D4">
        <w:rPr>
          <w:bCs w:val="0"/>
          <w:szCs w:val="22"/>
        </w:rPr>
        <w:t>m</w:t>
      </w:r>
      <w:r w:rsidR="00A2523A" w:rsidRPr="00CC64D4">
        <w:rPr>
          <w:rFonts w:ascii="Arial,Bold" w:hAnsi="Arial,Bold" w:cs="Arial,Bold"/>
          <w:bCs w:val="0"/>
          <w:szCs w:val="22"/>
        </w:rPr>
        <w:t>ěř</w:t>
      </w:r>
      <w:r w:rsidR="00A2523A" w:rsidRPr="00CC64D4">
        <w:rPr>
          <w:bCs w:val="0"/>
          <w:szCs w:val="22"/>
        </w:rPr>
        <w:t>ení a verifikaci, vyhodnocování dosažených úspor</w:t>
      </w:r>
      <w:r w:rsidR="00705D03" w:rsidRPr="00CC64D4">
        <w:rPr>
          <w:bCs w:val="0"/>
          <w:szCs w:val="22"/>
        </w:rPr>
        <w:t xml:space="preserve"> v souladu se standardem</w:t>
      </w:r>
      <w:r w:rsidR="005C4996" w:rsidRPr="00CC64D4">
        <w:rPr>
          <w:bCs w:val="0"/>
          <w:szCs w:val="22"/>
        </w:rPr>
        <w:t xml:space="preserve"> </w:t>
      </w:r>
      <w:r w:rsidR="005C4996" w:rsidRPr="00CC64D4">
        <w:t>IPMVP</w:t>
      </w:r>
      <w:r w:rsidR="0023376C" w:rsidRPr="00CC64D4">
        <w:rPr>
          <w:bCs w:val="0"/>
          <w:szCs w:val="22"/>
        </w:rPr>
        <w:t xml:space="preserve">. </w:t>
      </w:r>
      <w:r w:rsidR="00A9354D" w:rsidRPr="00CC64D4">
        <w:t xml:space="preserve">Protokol </w:t>
      </w:r>
      <w:r w:rsidR="007623CD" w:rsidRPr="00CC64D4">
        <w:t>podepisují obě smluvní strany, příp. na základě žádosti některé ze smluvních stran i další přítomné osoby.</w:t>
      </w:r>
      <w:bookmarkEnd w:id="89"/>
      <w:r w:rsidR="007623CD" w:rsidRPr="00CC64D4">
        <w:t xml:space="preserve"> </w:t>
      </w:r>
    </w:p>
    <w:p w:rsidR="00F81353" w:rsidRPr="00CC64D4" w:rsidRDefault="00F81353">
      <w:pPr>
        <w:pStyle w:val="Nadpis1"/>
      </w:pPr>
      <w:r w:rsidRPr="00CC64D4">
        <w:br/>
      </w:r>
      <w:bookmarkStart w:id="90" w:name="_Ref152309206"/>
      <w:bookmarkStart w:id="91" w:name="_Toc326522976"/>
      <w:bookmarkStart w:id="92" w:name="_Toc469898821"/>
      <w:r w:rsidRPr="00CC64D4">
        <w:t>Závěrečná zpráva</w:t>
      </w:r>
      <w:bookmarkEnd w:id="90"/>
      <w:bookmarkEnd w:id="91"/>
      <w:bookmarkEnd w:id="92"/>
    </w:p>
    <w:p w:rsidR="00F81353" w:rsidRPr="00F153AA" w:rsidRDefault="00F81353" w:rsidP="00C33A43">
      <w:pPr>
        <w:pStyle w:val="Nadpis2"/>
      </w:pPr>
      <w:bookmarkStart w:id="93" w:name="_Ref152602683"/>
      <w:bookmarkStart w:id="94" w:name="_Ref152603095"/>
      <w:r w:rsidRPr="00CC64D4">
        <w:t xml:space="preserve">ESCO se </w:t>
      </w:r>
      <w:r w:rsidRPr="00F153AA">
        <w:t xml:space="preserve">zavazuje </w:t>
      </w:r>
      <w:r w:rsidR="00D0603C" w:rsidRPr="00F153AA">
        <w:t>[60]</w:t>
      </w:r>
      <w:r w:rsidR="00461C1A" w:rsidRPr="00F153AA">
        <w:t xml:space="preserve"> dnů</w:t>
      </w:r>
      <w:r w:rsidRPr="00F153AA">
        <w:t xml:space="preserve"> před skončením doby poskytování garance ověřit funkčnost všech investičních opatření.</w:t>
      </w:r>
      <w:bookmarkEnd w:id="93"/>
    </w:p>
    <w:p w:rsidR="00613873" w:rsidRPr="00CC64D4" w:rsidRDefault="00F81353" w:rsidP="00C33A43">
      <w:pPr>
        <w:pStyle w:val="Nadpis2"/>
      </w:pPr>
      <w:r w:rsidRPr="00F153AA">
        <w:t xml:space="preserve">Ve lhůtě </w:t>
      </w:r>
      <w:r w:rsidR="00D647F8" w:rsidRPr="00F153AA">
        <w:t>[</w:t>
      </w:r>
      <w:r w:rsidR="00911EA0" w:rsidRPr="00F153AA">
        <w:t>30</w:t>
      </w:r>
      <w:r w:rsidR="00D647F8" w:rsidRPr="00F153AA">
        <w:t>]</w:t>
      </w:r>
      <w:r w:rsidRPr="00F153AA">
        <w:t xml:space="preserve"> dnů po skončení doby poskytování garance se zavazuje ESCO zpracovat a Klientovi předat závěrečnou</w:t>
      </w:r>
      <w:r w:rsidRPr="00CC64D4">
        <w:t xml:space="preserve"> zprávu</w:t>
      </w:r>
      <w:r w:rsidR="004A776E" w:rsidRPr="00CC64D4">
        <w:t xml:space="preserve"> (dále jen „</w:t>
      </w:r>
      <w:r w:rsidR="004A776E" w:rsidRPr="00CC64D4">
        <w:rPr>
          <w:b/>
        </w:rPr>
        <w:t>závěrečná zpráva</w:t>
      </w:r>
      <w:r w:rsidR="004A776E" w:rsidRPr="00CC64D4">
        <w:t>“)</w:t>
      </w:r>
      <w:r w:rsidRPr="00CC64D4">
        <w:t>, jež musí minimálně obsahovat:</w:t>
      </w:r>
      <w:bookmarkStart w:id="95" w:name="_Ref153729098"/>
      <w:bookmarkEnd w:id="94"/>
    </w:p>
    <w:p w:rsidR="00272371" w:rsidRPr="00CC64D4" w:rsidRDefault="00F81353" w:rsidP="007E4ACE">
      <w:pPr>
        <w:pStyle w:val="Nadpis5"/>
        <w:numPr>
          <w:ilvl w:val="0"/>
          <w:numId w:val="29"/>
        </w:numPr>
        <w:ind w:left="964" w:hanging="567"/>
      </w:pPr>
      <w:bookmarkStart w:id="96" w:name="_Ref153729096"/>
      <w:r w:rsidRPr="00CC64D4">
        <w:t xml:space="preserve">výsledky ověření podle </w:t>
      </w:r>
      <w:r w:rsidR="00A517D2">
        <w:fldChar w:fldCharType="begin"/>
      </w:r>
      <w:r w:rsidR="00A517D2">
        <w:instrText xml:space="preserve"> REF _Ref152602683 \w \h  \* MERGEFORMAT </w:instrText>
      </w:r>
      <w:r w:rsidR="00A517D2">
        <w:fldChar w:fldCharType="separate"/>
      </w:r>
      <w:r w:rsidR="00701B27">
        <w:t>Článek 16.1</w:t>
      </w:r>
      <w:r w:rsidR="00A517D2">
        <w:fldChar w:fldCharType="end"/>
      </w:r>
      <w:r w:rsidRPr="00CC64D4">
        <w:t>;</w:t>
      </w:r>
      <w:bookmarkEnd w:id="96"/>
    </w:p>
    <w:p w:rsidR="00613873" w:rsidRPr="00CC64D4" w:rsidRDefault="00613873" w:rsidP="007E4ACE">
      <w:pPr>
        <w:pStyle w:val="Nadpis5"/>
        <w:numPr>
          <w:ilvl w:val="0"/>
          <w:numId w:val="29"/>
        </w:numPr>
        <w:ind w:left="964" w:hanging="567"/>
      </w:pPr>
      <w:bookmarkStart w:id="97" w:name="_Ref230681810"/>
      <w:r w:rsidRPr="00CC64D4">
        <w:t>doporučení ohledně provozování energetického systému po skončení doby poskytování garance;</w:t>
      </w:r>
      <w:bookmarkEnd w:id="97"/>
    </w:p>
    <w:bookmarkEnd w:id="95"/>
    <w:p w:rsidR="00F81353" w:rsidRPr="00CC64D4" w:rsidRDefault="00461C1A" w:rsidP="007E4ACE">
      <w:pPr>
        <w:pStyle w:val="Nadpis5"/>
        <w:numPr>
          <w:ilvl w:val="0"/>
          <w:numId w:val="29"/>
        </w:numPr>
        <w:ind w:left="964" w:hanging="567"/>
      </w:pPr>
      <w:r w:rsidRPr="00CC64D4">
        <w:t>celkovou výši úspor nákladů dosažených za dobu poskytování garance;</w:t>
      </w:r>
    </w:p>
    <w:p w:rsidR="00F81353" w:rsidRPr="00CC64D4" w:rsidRDefault="00F81353" w:rsidP="007E4ACE">
      <w:pPr>
        <w:pStyle w:val="Nadpis5"/>
        <w:numPr>
          <w:ilvl w:val="0"/>
          <w:numId w:val="29"/>
        </w:numPr>
        <w:ind w:left="964" w:hanging="567"/>
      </w:pPr>
      <w:r w:rsidRPr="00CC64D4">
        <w:t>celkovou výši garantovaných úspor za dobu poskytování garance;</w:t>
      </w:r>
    </w:p>
    <w:p w:rsidR="00613873" w:rsidRPr="00CC64D4" w:rsidRDefault="00613873" w:rsidP="007E4ACE">
      <w:pPr>
        <w:pStyle w:val="Nadpis5"/>
        <w:numPr>
          <w:ilvl w:val="0"/>
          <w:numId w:val="29"/>
        </w:numPr>
        <w:ind w:left="964" w:hanging="567"/>
      </w:pPr>
      <w:r w:rsidRPr="00CC64D4">
        <w:t>celkovou výši sankce, na kterou vznikl Klientovi nárok za dobu poskytování garance;</w:t>
      </w:r>
    </w:p>
    <w:p w:rsidR="00291420" w:rsidRPr="00CC64D4" w:rsidRDefault="00F81353" w:rsidP="007E4ACE">
      <w:pPr>
        <w:pStyle w:val="Nadpis5"/>
        <w:numPr>
          <w:ilvl w:val="0"/>
          <w:numId w:val="29"/>
        </w:numPr>
        <w:ind w:left="964" w:hanging="567"/>
      </w:pPr>
      <w:r w:rsidRPr="00CC64D4">
        <w:t>celkovou výši prémie požadované ESCO za dobu poskytování garanc</w:t>
      </w:r>
      <w:r w:rsidR="00291420" w:rsidRPr="00CC64D4">
        <w:t>e</w:t>
      </w:r>
      <w:r w:rsidR="008602A2" w:rsidRPr="00CC64D4">
        <w:t>;</w:t>
      </w:r>
    </w:p>
    <w:p w:rsidR="00291420" w:rsidRPr="00CC64D4" w:rsidRDefault="00291420" w:rsidP="007E4ACE">
      <w:pPr>
        <w:pStyle w:val="Nadpis5"/>
        <w:numPr>
          <w:ilvl w:val="0"/>
          <w:numId w:val="29"/>
        </w:numPr>
        <w:ind w:left="964" w:hanging="567"/>
      </w:pPr>
      <w:r w:rsidRPr="00CC64D4">
        <w:t>údaj o tom, z</w:t>
      </w:r>
      <w:r w:rsidR="00AC731C" w:rsidRPr="00CC64D4">
        <w:t>da byla splněna celková garance.</w:t>
      </w:r>
    </w:p>
    <w:p w:rsidR="00F81353" w:rsidRPr="00CC64D4" w:rsidRDefault="00F81353" w:rsidP="005237CA">
      <w:pPr>
        <w:pStyle w:val="Nzev"/>
        <w:keepNext/>
        <w:pageBreakBefore/>
        <w:spacing w:before="480"/>
        <w:rPr>
          <w:rStyle w:val="StylNzevTunPodtrenChar"/>
          <w:b w:val="0"/>
        </w:rPr>
      </w:pPr>
      <w:bookmarkStart w:id="98" w:name="_Toc326522977"/>
      <w:r w:rsidRPr="00CC64D4">
        <w:t xml:space="preserve">Část pátá: </w:t>
      </w:r>
      <w:r w:rsidRPr="00CC64D4">
        <w:rPr>
          <w:rStyle w:val="StylNzevTunPodtrenChar"/>
          <w:b w:val="0"/>
        </w:rPr>
        <w:t>Společná ustanovení</w:t>
      </w:r>
      <w:bookmarkEnd w:id="98"/>
    </w:p>
    <w:p w:rsidR="00F81353" w:rsidRPr="00CC64D4" w:rsidRDefault="00F81353">
      <w:pPr>
        <w:pStyle w:val="Nzev"/>
        <w:keepNext/>
        <w:rPr>
          <w:sz w:val="28"/>
          <w:szCs w:val="28"/>
        </w:rPr>
      </w:pPr>
      <w:bookmarkStart w:id="99" w:name="_Toc326522978"/>
      <w:r w:rsidRPr="00CC64D4">
        <w:rPr>
          <w:sz w:val="28"/>
          <w:szCs w:val="28"/>
        </w:rPr>
        <w:t>Oddíl I: Cena a platební podmínky</w:t>
      </w:r>
      <w:bookmarkEnd w:id="99"/>
    </w:p>
    <w:p w:rsidR="00F81353" w:rsidRPr="00CC64D4" w:rsidRDefault="00F81353">
      <w:pPr>
        <w:pStyle w:val="Nadpis1"/>
      </w:pPr>
      <w:r w:rsidRPr="00CC64D4">
        <w:rPr>
          <w:b w:val="0"/>
        </w:rPr>
        <w:br/>
      </w:r>
      <w:bookmarkStart w:id="100" w:name="_Ref75165804"/>
      <w:bookmarkStart w:id="101" w:name="_Toc326522979"/>
      <w:bookmarkStart w:id="102" w:name="_Toc469898822"/>
      <w:r w:rsidRPr="00CC64D4">
        <w:t>Cena</w:t>
      </w:r>
      <w:bookmarkEnd w:id="100"/>
      <w:r w:rsidRPr="00CC64D4">
        <w:t xml:space="preserve"> za provedení opatření</w:t>
      </w:r>
      <w:bookmarkEnd w:id="101"/>
      <w:bookmarkEnd w:id="102"/>
    </w:p>
    <w:p w:rsidR="00F81353" w:rsidRPr="00CC64D4" w:rsidRDefault="00106A72" w:rsidP="00C33A43">
      <w:pPr>
        <w:pStyle w:val="Nadpis2"/>
      </w:pPr>
      <w:r w:rsidRPr="00CC64D4">
        <w:t xml:space="preserve">Smluvní strany se dohodly, že cena za provedení základních opatření činí </w:t>
      </w:r>
      <w:r w:rsidRPr="00543115">
        <w:rPr>
          <w:highlight w:val="yellow"/>
        </w:rPr>
        <w:t>_______</w:t>
      </w:r>
      <w:r w:rsidRPr="00CC64D4">
        <w:t xml:space="preserve"> Kč (slovy </w:t>
      </w:r>
      <w:r w:rsidRPr="00543115">
        <w:rPr>
          <w:highlight w:val="yellow"/>
        </w:rPr>
        <w:t>_______</w:t>
      </w:r>
      <w:r w:rsidRPr="00CC64D4">
        <w:t xml:space="preserve"> korun českých). Cena je uvedena bez DPH.</w:t>
      </w:r>
    </w:p>
    <w:p w:rsidR="00F81353" w:rsidRPr="00CC64D4" w:rsidRDefault="00F81353" w:rsidP="00C33A43">
      <w:pPr>
        <w:pStyle w:val="Nadpis2"/>
      </w:pPr>
      <w:r w:rsidRPr="00CC64D4">
        <w:t>Cena za provedení základních opatření je uvedena v příloze č.</w:t>
      </w:r>
      <w:r w:rsidR="005237CA" w:rsidRPr="00CC64D4">
        <w:t> </w:t>
      </w:r>
      <w:r w:rsidR="00B24712" w:rsidRPr="00CC64D4">
        <w:t>3</w:t>
      </w:r>
      <w:r w:rsidR="00481369" w:rsidRPr="00CC64D4">
        <w:t xml:space="preserve">. Jedná se o cenu konečnou. Cena </w:t>
      </w:r>
      <w:r w:rsidRPr="00CC64D4">
        <w:t xml:space="preserve">za provedení základních opatření </w:t>
      </w:r>
      <w:r w:rsidR="00481369" w:rsidRPr="00CC64D4">
        <w:t xml:space="preserve">je uvedena </w:t>
      </w:r>
      <w:r w:rsidRPr="00CC64D4">
        <w:t>v členění po jednotlivých objektech</w:t>
      </w:r>
      <w:r w:rsidR="005237CA" w:rsidRPr="00CC64D4">
        <w:t xml:space="preserve"> a </w:t>
      </w:r>
      <w:r w:rsidR="00AE330C" w:rsidRPr="00CC64D4">
        <w:t>opatřeních</w:t>
      </w:r>
      <w:r w:rsidRPr="00CC64D4">
        <w:t xml:space="preserve">. </w:t>
      </w:r>
    </w:p>
    <w:p w:rsidR="00F81353" w:rsidRPr="00CC64D4" w:rsidRDefault="00F81353" w:rsidP="00C33A43">
      <w:pPr>
        <w:pStyle w:val="Nadpis2"/>
      </w:pPr>
      <w:r w:rsidRPr="00CC64D4">
        <w:t>V ceně nejsou zahrnuty náklady ESCO, které jí vzniknou v souvislosti s provedením archeologického nebo geologického průzkumu. Na potřebu provést archeologický a geologický průzkum je ESCO povinna Klienta předem upozornit.</w:t>
      </w:r>
    </w:p>
    <w:p w:rsidR="00966302" w:rsidRPr="00CC64D4" w:rsidRDefault="00966302" w:rsidP="00C33A43">
      <w:pPr>
        <w:pStyle w:val="Nadpis2"/>
      </w:pPr>
      <w:r w:rsidRPr="00CC64D4">
        <w:t>Objeví-li se při provádění základních opatření potřeba provést činnosti nezahrnuté ve specifikaci základních opatření uvedených v příloze č. </w:t>
      </w:r>
      <w:r w:rsidR="00B24712" w:rsidRPr="00CC64D4">
        <w:t>2</w:t>
      </w:r>
      <w:r w:rsidRPr="00CC64D4">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rsidR="00F81353" w:rsidRPr="00CC64D4" w:rsidRDefault="00F81353" w:rsidP="00C33A43">
      <w:pPr>
        <w:pStyle w:val="Nadpis1"/>
      </w:pPr>
      <w:r w:rsidRPr="00CC64D4">
        <w:br/>
      </w:r>
      <w:bookmarkStart w:id="103" w:name="_Toc469898823"/>
      <w:r w:rsidR="00502E44" w:rsidRPr="00CC64D4">
        <w:t>Finanční náklady</w:t>
      </w:r>
      <w:bookmarkEnd w:id="103"/>
    </w:p>
    <w:p w:rsidR="00F81353" w:rsidRPr="00CC64D4" w:rsidRDefault="00AF0A27" w:rsidP="00C33A43">
      <w:pPr>
        <w:pStyle w:val="Nadpis2"/>
      </w:pPr>
      <w:r w:rsidRPr="00CC64D4">
        <w:t xml:space="preserve">Smluvní strany se dohodly na </w:t>
      </w:r>
      <w:r w:rsidR="00E71654" w:rsidRPr="00CC64D4">
        <w:t xml:space="preserve">odložené </w:t>
      </w:r>
      <w:r w:rsidRPr="00CC64D4">
        <w:t xml:space="preserve">postupné úhradě </w:t>
      </w:r>
      <w:r w:rsidR="00F81353" w:rsidRPr="00CC64D4">
        <w:t>ceny za provedení opatření ve splátkách</w:t>
      </w:r>
      <w:r w:rsidR="009A6069" w:rsidRPr="00CC64D4">
        <w:t>, jejichž vý</w:t>
      </w:r>
      <w:r w:rsidR="00D85A51" w:rsidRPr="00CC64D4">
        <w:t>še a termíny jsou</w:t>
      </w:r>
      <w:r w:rsidR="009A6069" w:rsidRPr="00CC64D4">
        <w:t xml:space="preserve"> speci</w:t>
      </w:r>
      <w:r w:rsidR="00D85A51" w:rsidRPr="00CC64D4">
        <w:t>fi</w:t>
      </w:r>
      <w:r w:rsidR="009A6069" w:rsidRPr="00CC64D4">
        <w:t>kov</w:t>
      </w:r>
      <w:r w:rsidR="00D85A51" w:rsidRPr="00CC64D4">
        <w:t>ány</w:t>
      </w:r>
      <w:r w:rsidR="00B24712" w:rsidRPr="00CC64D4">
        <w:t xml:space="preserve"> v příloze č. 3</w:t>
      </w:r>
      <w:r w:rsidR="00434BFC" w:rsidRPr="00CC64D4">
        <w:t xml:space="preserve">. Klient se </w:t>
      </w:r>
      <w:r w:rsidR="00822CB8" w:rsidRPr="00CC64D4">
        <w:t>zavazuje hrad</w:t>
      </w:r>
      <w:r w:rsidR="00D85A51" w:rsidRPr="00CC64D4">
        <w:t xml:space="preserve">it </w:t>
      </w:r>
      <w:r w:rsidR="0092003D" w:rsidRPr="00CC64D4">
        <w:t xml:space="preserve">za odložení splatnosti ceny </w:t>
      </w:r>
      <w:r w:rsidR="00D85A51" w:rsidRPr="00CC64D4">
        <w:t>k</w:t>
      </w:r>
      <w:r w:rsidR="00822CB8" w:rsidRPr="00CC64D4">
        <w:t> jednotliv</w:t>
      </w:r>
      <w:r w:rsidR="00D85A51" w:rsidRPr="00CC64D4">
        <w:t>ým</w:t>
      </w:r>
      <w:r w:rsidR="00822CB8" w:rsidRPr="00CC64D4">
        <w:t xml:space="preserve"> spl</w:t>
      </w:r>
      <w:r w:rsidR="00FA6C18" w:rsidRPr="00CC64D4">
        <w:t>át</w:t>
      </w:r>
      <w:r w:rsidR="00822CB8" w:rsidRPr="00CC64D4">
        <w:t>k</w:t>
      </w:r>
      <w:r w:rsidR="00FA6C18" w:rsidRPr="00CC64D4">
        <w:t>ám</w:t>
      </w:r>
      <w:r w:rsidR="00822CB8" w:rsidRPr="00CC64D4">
        <w:t xml:space="preserve"> ceny úroky ve výši </w:t>
      </w:r>
      <w:r w:rsidR="00822CB8" w:rsidRPr="00543115">
        <w:rPr>
          <w:highlight w:val="yellow"/>
        </w:rPr>
        <w:t>__</w:t>
      </w:r>
      <w:r w:rsidR="00822CB8" w:rsidRPr="00CC64D4">
        <w:t xml:space="preserve">% ročně </w:t>
      </w:r>
      <w:r w:rsidRPr="00CC64D4">
        <w:t xml:space="preserve">v rozsahu </w:t>
      </w:r>
      <w:r w:rsidR="00B037AB" w:rsidRPr="00CC64D4">
        <w:t>podle přílohy č.</w:t>
      </w:r>
      <w:r w:rsidR="00B24712" w:rsidRPr="00CC64D4">
        <w:t> 3</w:t>
      </w:r>
      <w:r w:rsidR="00932CEB" w:rsidRPr="00CC64D4">
        <w:t>.</w:t>
      </w:r>
    </w:p>
    <w:p w:rsidR="00F81353" w:rsidRPr="00CC64D4" w:rsidRDefault="00F81353">
      <w:pPr>
        <w:pStyle w:val="Nadpis1"/>
      </w:pPr>
      <w:r w:rsidRPr="00CC64D4">
        <w:rPr>
          <w:b w:val="0"/>
        </w:rPr>
        <w:br/>
      </w:r>
      <w:bookmarkStart w:id="104" w:name="_Toc326522981"/>
      <w:bookmarkStart w:id="105" w:name="_Toc469898824"/>
      <w:r w:rsidRPr="00CC64D4">
        <w:t>Cena energetického managementu</w:t>
      </w:r>
      <w:bookmarkEnd w:id="104"/>
      <w:r w:rsidR="00E41B31" w:rsidRPr="00CC64D4">
        <w:t xml:space="preserve"> a souvisejících </w:t>
      </w:r>
      <w:r w:rsidR="00BF446F" w:rsidRPr="00CC64D4">
        <w:t>služeb</w:t>
      </w:r>
      <w:bookmarkEnd w:id="105"/>
    </w:p>
    <w:p w:rsidR="00F81353" w:rsidRPr="00CC64D4" w:rsidRDefault="006A1569" w:rsidP="00C33A43">
      <w:pPr>
        <w:pStyle w:val="Nadpis2"/>
      </w:pPr>
      <w:r w:rsidRPr="00CC64D4">
        <w:t xml:space="preserve">Smluvní strany se dohodly, že cena za </w:t>
      </w:r>
      <w:r w:rsidRPr="00BA0C3C">
        <w:t>roční</w:t>
      </w:r>
      <w:r w:rsidRPr="00CC64D4">
        <w:t xml:space="preserve"> provádění energetického managementu činí </w:t>
      </w:r>
      <w:r w:rsidRPr="00543115">
        <w:rPr>
          <w:rFonts w:cs="Tahoma"/>
          <w:szCs w:val="22"/>
          <w:highlight w:val="yellow"/>
        </w:rPr>
        <w:t>_______</w:t>
      </w:r>
      <w:r w:rsidRPr="00CC64D4">
        <w:rPr>
          <w:rFonts w:cs="Tahoma"/>
          <w:szCs w:val="22"/>
        </w:rPr>
        <w:t xml:space="preserve"> </w:t>
      </w:r>
      <w:r w:rsidRPr="00CC64D4">
        <w:t xml:space="preserve">Kč (slovy </w:t>
      </w:r>
      <w:r w:rsidRPr="00543115">
        <w:rPr>
          <w:rFonts w:cs="Tahoma"/>
          <w:szCs w:val="22"/>
          <w:highlight w:val="yellow"/>
        </w:rPr>
        <w:t>_______</w:t>
      </w:r>
      <w:r w:rsidRPr="00CC64D4">
        <w:t xml:space="preserve"> korun českých). Cena je uvedena bez DPH.</w:t>
      </w:r>
    </w:p>
    <w:p w:rsidR="005678C6" w:rsidRPr="00CC64D4" w:rsidRDefault="00502E44" w:rsidP="00C33A43">
      <w:pPr>
        <w:pStyle w:val="Nadpis2"/>
        <w:rPr>
          <w:b/>
        </w:rPr>
      </w:pPr>
      <w:r w:rsidRPr="00CC64D4">
        <w:t>Smluvní strany se dohodly, že ESCO je oprávněna vždy k 1. lednu zvýšit cenu za provádění energetického managementu, pokud</w:t>
      </w:r>
      <w:r w:rsidR="00C637DC" w:rsidRPr="00CC64D4">
        <w:t xml:space="preserve"> míra inflace, vyjádřená přírůstkem průměrného indexu spotřebitelských cen, </w:t>
      </w:r>
      <w:r w:rsidRPr="00CC64D4">
        <w:t>publikovan</w:t>
      </w:r>
      <w:r w:rsidR="00C637DC" w:rsidRPr="00CC64D4">
        <w:t>á</w:t>
      </w:r>
      <w:r w:rsidR="007745EF" w:rsidRPr="00CC64D4">
        <w:t xml:space="preserve"> </w:t>
      </w:r>
      <w:r w:rsidRPr="00CC64D4">
        <w:t xml:space="preserve">Českým statistickým úřadem za období posledních 12 měsíců k říjnu předchozího roku vzroste o více jak </w:t>
      </w:r>
      <w:r w:rsidRPr="00543115">
        <w:rPr>
          <w:highlight w:val="yellow"/>
        </w:rPr>
        <w:t>[___</w:t>
      </w:r>
      <w:r w:rsidRPr="00CC64D4">
        <w:t xml:space="preserve">] %. Zvýšení ceny je možné jen o tolik procent, o kolik průměr indexů přesáhl procenta stanovená v předchozí větě. Neuplatní-li ESCO právo zvýšit cenu za energetický management podle tohoto </w:t>
      </w:r>
      <w:r w:rsidR="00D0603C" w:rsidRPr="00CC64D4">
        <w:t>ustanovení do 15. </w:t>
      </w:r>
      <w:r w:rsidR="00705D03" w:rsidRPr="00CC64D4">
        <w:t>prosince před začátkem následujícího kalendářního roku, jehož se má zvýšení týkat, toto právo ESCO pro konkrétní rok zaniká.</w:t>
      </w:r>
    </w:p>
    <w:p w:rsidR="00F81353" w:rsidRPr="00CC64D4" w:rsidRDefault="00F81353">
      <w:pPr>
        <w:pStyle w:val="Nadpis1"/>
      </w:pPr>
      <w:r w:rsidRPr="00CC64D4">
        <w:br/>
      </w:r>
      <w:bookmarkStart w:id="106" w:name="_Ref207460075"/>
      <w:bookmarkStart w:id="107" w:name="_Ref207462748"/>
      <w:bookmarkStart w:id="108" w:name="_Ref207462792"/>
      <w:bookmarkStart w:id="109" w:name="_Toc326522982"/>
      <w:bookmarkStart w:id="110" w:name="_Toc469898825"/>
      <w:r w:rsidRPr="00CC64D4">
        <w:t>Sankce za nedosažení garantované úspory</w:t>
      </w:r>
      <w:bookmarkEnd w:id="106"/>
      <w:bookmarkEnd w:id="107"/>
      <w:bookmarkEnd w:id="108"/>
      <w:bookmarkEnd w:id="109"/>
      <w:bookmarkEnd w:id="110"/>
    </w:p>
    <w:p w:rsidR="004F1E6B" w:rsidRPr="00CC64D4" w:rsidRDefault="006A1569" w:rsidP="00C33A43">
      <w:pPr>
        <w:pStyle w:val="Nadpis2"/>
      </w:pPr>
      <w:bookmarkStart w:id="111" w:name="_Ref152046354"/>
      <w:bookmarkStart w:id="112" w:name="_Ref330840763"/>
      <w:r w:rsidRPr="00CC64D4">
        <w:t>Smluvní strany se dohodly, že v případě, že z důvodů výlučně na straně ESCO nebo osob, s jejichž</w:t>
      </w:r>
      <w:r w:rsidR="004F1E6B" w:rsidRPr="00CC64D4">
        <w:t xml:space="preserve"> pomocí ESCO svůj závazek plnila</w:t>
      </w:r>
      <w:r w:rsidRPr="00CC64D4">
        <w:t xml:space="preserve">, bude za </w:t>
      </w:r>
      <w:r w:rsidR="00065158" w:rsidRPr="00CC64D4">
        <w:t>konkrétní</w:t>
      </w:r>
      <w:r w:rsidRPr="00CC64D4">
        <w:t xml:space="preserve"> zúčtovací období v průběhu doby poskytování garance dosaženo nižších úspor nákladů, než činí garantovaná úspora</w:t>
      </w:r>
      <w:r w:rsidR="00065158" w:rsidRPr="00CC64D4">
        <w:t xml:space="preserve"> za toto zúčtovací období</w:t>
      </w:r>
      <w:r w:rsidRPr="00CC64D4">
        <w:t xml:space="preserve">, </w:t>
      </w:r>
      <w:r w:rsidR="007F05F5" w:rsidRPr="00CC64D4">
        <w:t xml:space="preserve">zavazuje se ESCO </w:t>
      </w:r>
      <w:r w:rsidR="00065158" w:rsidRPr="00CC64D4">
        <w:t xml:space="preserve">za toto zúčtovací období </w:t>
      </w:r>
      <w:r w:rsidR="007F05F5" w:rsidRPr="00CC64D4">
        <w:t xml:space="preserve">uhradit Klientovi </w:t>
      </w:r>
      <w:r w:rsidRPr="00CC64D4">
        <w:t xml:space="preserve">sankci </w:t>
      </w:r>
      <w:r w:rsidR="00345662" w:rsidRPr="00CC64D4">
        <w:t>v</w:t>
      </w:r>
      <w:r w:rsidR="007F05F5" w:rsidRPr="00CC64D4">
        <w:t xml:space="preserve"> rozsahu specifikovaném </w:t>
      </w:r>
      <w:r w:rsidRPr="00CC64D4">
        <w:t xml:space="preserve">v </w:t>
      </w:r>
      <w:r w:rsidR="00D647F8" w:rsidRPr="00CC64D4">
        <w:t xml:space="preserve">příloze </w:t>
      </w:r>
      <w:bookmarkEnd w:id="111"/>
      <w:r w:rsidR="00B24712" w:rsidRPr="00CC64D4">
        <w:t>č. 5</w:t>
      </w:r>
      <w:r w:rsidRPr="00CC64D4">
        <w:t>.</w:t>
      </w:r>
      <w:bookmarkEnd w:id="112"/>
    </w:p>
    <w:p w:rsidR="00F81353" w:rsidRPr="00CC64D4" w:rsidRDefault="00F81353">
      <w:pPr>
        <w:pStyle w:val="Nadpis1"/>
      </w:pPr>
      <w:r w:rsidRPr="00CC64D4">
        <w:rPr>
          <w:b w:val="0"/>
        </w:rPr>
        <w:br/>
      </w:r>
      <w:bookmarkStart w:id="113" w:name="_Ref152047168"/>
      <w:bookmarkStart w:id="114" w:name="_Toc326522983"/>
      <w:bookmarkStart w:id="115" w:name="_Ref330839781"/>
      <w:bookmarkStart w:id="116" w:name="_Ref330839783"/>
      <w:bookmarkStart w:id="117" w:name="_Ref330841042"/>
      <w:bookmarkStart w:id="118" w:name="_Toc469898826"/>
      <w:r w:rsidRPr="00CC64D4">
        <w:t>Prémie</w:t>
      </w:r>
      <w:bookmarkEnd w:id="113"/>
      <w:bookmarkEnd w:id="114"/>
      <w:r w:rsidR="00AC731C" w:rsidRPr="00CC64D4">
        <w:t xml:space="preserve"> za překročení garantované úspory</w:t>
      </w:r>
      <w:bookmarkEnd w:id="115"/>
      <w:bookmarkEnd w:id="116"/>
      <w:bookmarkEnd w:id="117"/>
      <w:bookmarkEnd w:id="118"/>
    </w:p>
    <w:p w:rsidR="00253676" w:rsidRPr="00CC64D4" w:rsidRDefault="006A1569" w:rsidP="00C33A43">
      <w:pPr>
        <w:pStyle w:val="Nadpis2"/>
      </w:pPr>
      <w:r w:rsidRPr="00CC64D4">
        <w:t>Smluvní strany se dohodly, že bude-li v </w:t>
      </w:r>
      <w:r w:rsidR="005237CA" w:rsidRPr="00CC64D4">
        <w:t xml:space="preserve">konkrétním </w:t>
      </w:r>
      <w:r w:rsidRPr="00CC64D4">
        <w:t>zúčtovacím období dosaženo vyšší úspory nákladů než činí garantovaná úspora</w:t>
      </w:r>
      <w:r w:rsidR="00065158" w:rsidRPr="00CC64D4">
        <w:t xml:space="preserve"> za toto zúčtovací období</w:t>
      </w:r>
      <w:r w:rsidRPr="00CC64D4">
        <w:t>, vzniká ESCO vůči Klientovi právo na zaplacení prémie</w:t>
      </w:r>
      <w:r w:rsidR="00065158" w:rsidRPr="00CC64D4">
        <w:t xml:space="preserve"> </w:t>
      </w:r>
      <w:r w:rsidR="001F0AD0" w:rsidRPr="00CC64D4">
        <w:t>ve výši [</w:t>
      </w:r>
      <w:r w:rsidR="00A81A33">
        <w:t>40</w:t>
      </w:r>
      <w:r w:rsidR="001F0AD0" w:rsidRPr="00CC64D4">
        <w:t>]</w:t>
      </w:r>
      <w:r w:rsidR="007745EF" w:rsidRPr="00CC64D4">
        <w:t> </w:t>
      </w:r>
      <w:r w:rsidR="008629BB" w:rsidRPr="00CC64D4">
        <w:t>%</w:t>
      </w:r>
      <w:r w:rsidR="001F0AD0" w:rsidRPr="00CC64D4">
        <w:t xml:space="preserve"> </w:t>
      </w:r>
      <w:r w:rsidR="00065158" w:rsidRPr="00CC64D4">
        <w:t>za toto zúčtovací období</w:t>
      </w:r>
      <w:r w:rsidRPr="00CC64D4">
        <w:t xml:space="preserve">. Způsob výpočtu prémie je stanoven v </w:t>
      </w:r>
      <w:r w:rsidR="00AA1053" w:rsidRPr="00CC64D4">
        <w:t xml:space="preserve">příloze </w:t>
      </w:r>
      <w:r w:rsidR="00B24712" w:rsidRPr="00CC64D4">
        <w:t>č. 5</w:t>
      </w:r>
      <w:r w:rsidRPr="00CC64D4">
        <w:t>.</w:t>
      </w:r>
      <w:r w:rsidR="00433EBB" w:rsidRPr="00CC64D4">
        <w:t xml:space="preserve"> </w:t>
      </w:r>
      <w:r w:rsidR="00EE78C2" w:rsidRPr="00CC64D4">
        <w:t xml:space="preserve">Pro vyloučení jakýchkoliv </w:t>
      </w:r>
      <w:r w:rsidR="00065158" w:rsidRPr="00CC64D4">
        <w:t xml:space="preserve">pochybností </w:t>
      </w:r>
      <w:r w:rsidR="00EE78C2" w:rsidRPr="00CC64D4">
        <w:t xml:space="preserve">smluvní strany potvrzují, že prémie představuje odměnu </w:t>
      </w:r>
      <w:r w:rsidR="00D041B7" w:rsidRPr="00CC64D4">
        <w:t>za poskytování</w:t>
      </w:r>
      <w:r w:rsidR="00EE78C2" w:rsidRPr="00CC64D4">
        <w:t xml:space="preserve"> energetického managementu a související služby po dobu trvání garance. V prémii je zahrnuta DPH. </w:t>
      </w:r>
    </w:p>
    <w:p w:rsidR="00F81353" w:rsidRPr="00CC64D4" w:rsidRDefault="00F81353">
      <w:pPr>
        <w:pStyle w:val="Nadpis1"/>
      </w:pPr>
      <w:r w:rsidRPr="00CC64D4">
        <w:rPr>
          <w:b w:val="0"/>
        </w:rPr>
        <w:br/>
      </w:r>
      <w:bookmarkStart w:id="119" w:name="_Ref207462600"/>
      <w:bookmarkStart w:id="120" w:name="_Toc326522984"/>
      <w:bookmarkStart w:id="121" w:name="_Toc469898827"/>
      <w:r w:rsidRPr="00CC64D4">
        <w:t>Závěrečné vypořádání</w:t>
      </w:r>
      <w:bookmarkEnd w:id="119"/>
      <w:bookmarkEnd w:id="120"/>
      <w:bookmarkEnd w:id="121"/>
    </w:p>
    <w:p w:rsidR="00D247F0" w:rsidRPr="00CC64D4" w:rsidRDefault="00F81353" w:rsidP="00C33A43">
      <w:pPr>
        <w:pStyle w:val="Nadpis2"/>
      </w:pPr>
      <w:bookmarkStart w:id="122" w:name="_Ref330840821"/>
      <w:bookmarkStart w:id="123" w:name="_Ref153729771"/>
      <w:r w:rsidRPr="00CC64D4">
        <w:t>Závěrečné vypořádání bude provedeno po ukončení posledního zúčtovacího období, tj. po uplynutí doby poskytování garance</w:t>
      </w:r>
      <w:r w:rsidR="005470ED" w:rsidRPr="00CC64D4">
        <w:t>,</w:t>
      </w:r>
      <w:r w:rsidRPr="00CC64D4">
        <w:t xml:space="preserve"> v souladu s</w:t>
      </w:r>
      <w:r w:rsidR="009804F9" w:rsidRPr="00CC64D4">
        <w:t xml:space="preserve"> touto smlouvou, zejména pak </w:t>
      </w:r>
      <w:r w:rsidR="000A0754" w:rsidRPr="00CC64D4">
        <w:t xml:space="preserve">ustanovením </w:t>
      </w:r>
      <w:r w:rsidR="00A517D2">
        <w:fldChar w:fldCharType="begin"/>
      </w:r>
      <w:r w:rsidR="00A517D2">
        <w:instrText xml:space="preserve"> REF _Ref324607429 \w \h  \* MERGEFORMAT </w:instrText>
      </w:r>
      <w:r w:rsidR="00A517D2">
        <w:fldChar w:fldCharType="separate"/>
      </w:r>
      <w:r w:rsidR="00701B27">
        <w:t>Článek 12</w:t>
      </w:r>
      <w:r w:rsidR="00A517D2">
        <w:fldChar w:fldCharType="end"/>
      </w:r>
      <w:r w:rsidR="00BF28D1" w:rsidRPr="00CC64D4">
        <w:t xml:space="preserve">,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00BF28D1" w:rsidRPr="00CC64D4">
        <w:t xml:space="preserve">, </w:t>
      </w:r>
      <w:r w:rsidR="00A517D2">
        <w:fldChar w:fldCharType="begin"/>
      </w:r>
      <w:r w:rsidR="00A517D2">
        <w:instrText xml:space="preserve"> REF _Ref207460075 \w \h  \* MERGEFORMAT </w:instrText>
      </w:r>
      <w:r w:rsidR="00A517D2">
        <w:fldChar w:fldCharType="separate"/>
      </w:r>
      <w:r w:rsidR="00701B27">
        <w:t>Článek 20</w:t>
      </w:r>
      <w:r w:rsidR="00A517D2">
        <w:fldChar w:fldCharType="end"/>
      </w:r>
      <w:r w:rsidR="00BF28D1" w:rsidRPr="00CC64D4">
        <w:t xml:space="preserve"> a </w:t>
      </w:r>
      <w:r w:rsidR="00A517D2">
        <w:fldChar w:fldCharType="begin"/>
      </w:r>
      <w:r w:rsidR="00A517D2">
        <w:instrText xml:space="preserve"> REF _Ref330841042 \w \h  \* MERGEFORMAT </w:instrText>
      </w:r>
      <w:r w:rsidR="00A517D2">
        <w:fldChar w:fldCharType="separate"/>
      </w:r>
      <w:r w:rsidR="00701B27">
        <w:t>Článek 21</w:t>
      </w:r>
      <w:r w:rsidR="00A517D2">
        <w:fldChar w:fldCharType="end"/>
      </w:r>
      <w:r w:rsidR="00AA1053" w:rsidRPr="00CC64D4">
        <w:t xml:space="preserve"> </w:t>
      </w:r>
      <w:r w:rsidR="0055386C" w:rsidRPr="00CC64D4">
        <w:t>a</w:t>
      </w:r>
      <w:r w:rsidR="000A0754" w:rsidRPr="00CC64D4">
        <w:t xml:space="preserve"> </w:t>
      </w:r>
      <w:r w:rsidRPr="00CC64D4">
        <w:t>přílohou č.</w:t>
      </w:r>
      <w:r w:rsidR="00B24712" w:rsidRPr="00CC64D4">
        <w:t xml:space="preserve"> 5</w:t>
      </w:r>
      <w:r w:rsidR="001234AD" w:rsidRPr="00CC64D4">
        <w:t xml:space="preserve"> </w:t>
      </w:r>
      <w:r w:rsidR="00F6649D" w:rsidRPr="00CC64D4">
        <w:t>(dále jen „</w:t>
      </w:r>
      <w:r w:rsidR="00EE78C2" w:rsidRPr="00CC64D4">
        <w:rPr>
          <w:b/>
        </w:rPr>
        <w:t>závěrečn</w:t>
      </w:r>
      <w:r w:rsidR="00534337" w:rsidRPr="00CC64D4">
        <w:rPr>
          <w:b/>
        </w:rPr>
        <w:t>é</w:t>
      </w:r>
      <w:r w:rsidR="00EE78C2" w:rsidRPr="00CC64D4">
        <w:rPr>
          <w:b/>
        </w:rPr>
        <w:t xml:space="preserve"> vypo</w:t>
      </w:r>
      <w:r w:rsidR="003E19DC" w:rsidRPr="00CC64D4">
        <w:rPr>
          <w:b/>
        </w:rPr>
        <w:t>ř</w:t>
      </w:r>
      <w:r w:rsidR="00EE78C2" w:rsidRPr="00CC64D4">
        <w:rPr>
          <w:b/>
        </w:rPr>
        <w:t>ádání</w:t>
      </w:r>
      <w:r w:rsidR="00F6649D" w:rsidRPr="00CC64D4">
        <w:t>“</w:t>
      </w:r>
      <w:r w:rsidR="00534337" w:rsidRPr="00CC64D4">
        <w:t>)</w:t>
      </w:r>
      <w:r w:rsidR="005678C6" w:rsidRPr="00CC64D4">
        <w:t>.</w:t>
      </w:r>
      <w:bookmarkEnd w:id="122"/>
      <w:r w:rsidR="00BF28D1" w:rsidRPr="00CC64D4">
        <w:t xml:space="preserve"> </w:t>
      </w:r>
    </w:p>
    <w:bookmarkEnd w:id="123"/>
    <w:p w:rsidR="00F81353" w:rsidRPr="00CC64D4" w:rsidRDefault="00F81353">
      <w:pPr>
        <w:pStyle w:val="Nadpis1"/>
      </w:pPr>
      <w:r w:rsidRPr="00CC64D4">
        <w:rPr>
          <w:b w:val="0"/>
        </w:rPr>
        <w:br/>
      </w:r>
      <w:bookmarkStart w:id="124" w:name="_Toc326522985"/>
      <w:bookmarkStart w:id="125" w:name="_Toc469898828"/>
      <w:r w:rsidRPr="00CC64D4">
        <w:t>Fakturace</w:t>
      </w:r>
      <w:bookmarkEnd w:id="124"/>
      <w:bookmarkEnd w:id="125"/>
    </w:p>
    <w:p w:rsidR="00204722" w:rsidRPr="00CC64D4" w:rsidRDefault="00C33A43" w:rsidP="00C33A43">
      <w:pPr>
        <w:pStyle w:val="Nadpis2"/>
      </w:pPr>
      <w:bookmarkStart w:id="126" w:name="_Ref152133706"/>
      <w:r w:rsidRPr="00CC64D4">
        <w:t>ESCO je oprávněna</w:t>
      </w:r>
      <w:r w:rsidR="00204722" w:rsidRPr="00CC64D4">
        <w:t xml:space="preserve"> vystavit </w:t>
      </w:r>
      <w:r w:rsidR="00502E44" w:rsidRPr="00CC64D4">
        <w:t>daňový doklad (fakturu)</w:t>
      </w:r>
      <w:r w:rsidR="00204722" w:rsidRPr="00CC64D4">
        <w:t xml:space="preserve"> na zaplacení ceny za provedení základních opatření, nebo ceny za provedení dodatečných opatření nejprve v den předání, není-li ve smlouvě stanoveno jinak. Tento den je dnem </w:t>
      </w:r>
      <w:r w:rsidR="00697805" w:rsidRPr="00CC64D4">
        <w:t>uskutečnění</w:t>
      </w:r>
      <w:r w:rsidR="00523C5D" w:rsidRPr="00CC64D4">
        <w:t xml:space="preserve"> </w:t>
      </w:r>
      <w:r w:rsidR="00204722" w:rsidRPr="00CC64D4">
        <w:t>zdanitelného plnění z hlediska daně z přidané hodnoty.</w:t>
      </w:r>
      <w:bookmarkEnd w:id="126"/>
    </w:p>
    <w:p w:rsidR="00204722" w:rsidRPr="00CC64D4" w:rsidRDefault="00C33A43" w:rsidP="00C33A43">
      <w:pPr>
        <w:pStyle w:val="Nadpis2"/>
      </w:pPr>
      <w:r w:rsidRPr="00CC64D4">
        <w:t>ESCO je oprávněna</w:t>
      </w:r>
      <w:r w:rsidR="00204722" w:rsidRPr="00CC64D4">
        <w:t xml:space="preserve"> vystavit fakturu na zaplacení ceny energetického managementu každé __ k 1. dni __ následujícího po __, ohledně něhož se cena vyúčtovává. Dnem zdanitelného plnění z hlediska daně z přidané hodnoty je poslední den kalendářního __, ohledně něhož se cena vyúčtovává. Přehled plateb za energetický management je uveden v </w:t>
      </w:r>
      <w:r w:rsidR="00AA1053" w:rsidRPr="00CC64D4">
        <w:t xml:space="preserve">příloze </w:t>
      </w:r>
      <w:r w:rsidR="00204722" w:rsidRPr="00CC64D4">
        <w:t>č.</w:t>
      </w:r>
      <w:r w:rsidR="00B24712" w:rsidRPr="00CC64D4">
        <w:t> 3</w:t>
      </w:r>
      <w:r w:rsidR="00204722" w:rsidRPr="00CC64D4">
        <w:t>.</w:t>
      </w:r>
    </w:p>
    <w:p w:rsidR="00204722" w:rsidRPr="00A81A33" w:rsidRDefault="00C33A43" w:rsidP="00C33A43">
      <w:pPr>
        <w:pStyle w:val="Nadpis2"/>
      </w:pPr>
      <w:r w:rsidRPr="00CC64D4">
        <w:t>ESCO je oprávněna</w:t>
      </w:r>
      <w:r w:rsidR="00204722" w:rsidRPr="00CC64D4">
        <w:t xml:space="preserve"> vyúčtovat </w:t>
      </w:r>
      <w:r w:rsidR="00434BFC" w:rsidRPr="00CC64D4">
        <w:t xml:space="preserve">zálohu na </w:t>
      </w:r>
      <w:r w:rsidR="00AC731C" w:rsidRPr="00CC64D4">
        <w:t>prémii</w:t>
      </w:r>
      <w:r w:rsidR="00434BFC" w:rsidRPr="00CC64D4">
        <w:t>/</w:t>
      </w:r>
      <w:r w:rsidR="00204722" w:rsidRPr="00CC64D4">
        <w:t xml:space="preserve">prémii </w:t>
      </w:r>
      <w:r w:rsidR="00204722" w:rsidRPr="00A81A33">
        <w:t xml:space="preserve">Klientovi do </w:t>
      </w:r>
      <w:r w:rsidR="00AA1053" w:rsidRPr="00A81A33">
        <w:t>[3</w:t>
      </w:r>
      <w:r w:rsidR="00204722" w:rsidRPr="00A81A33">
        <w:t>0</w:t>
      </w:r>
      <w:r w:rsidR="00AA1053" w:rsidRPr="00A81A33">
        <w:t>]</w:t>
      </w:r>
      <w:r w:rsidR="00204722" w:rsidRPr="00A81A33">
        <w:t xml:space="preserve"> dnů od </w:t>
      </w:r>
      <w:r w:rsidR="00502E44" w:rsidRPr="00A81A33">
        <w:t xml:space="preserve">podpisu protokolu dle </w:t>
      </w:r>
      <w:r w:rsidR="00737E8C" w:rsidRPr="00A81A33">
        <w:fldChar w:fldCharType="begin"/>
      </w:r>
      <w:r w:rsidR="008973B0" w:rsidRPr="00A81A33">
        <w:instrText xml:space="preserve"> REF _Ref331687093 \r \h  \* MERGEFORMAT </w:instrText>
      </w:r>
      <w:r w:rsidR="00737E8C" w:rsidRPr="00A81A33">
        <w:fldChar w:fldCharType="separate"/>
      </w:r>
      <w:r w:rsidR="00701B27">
        <w:t>Článek 15.2</w:t>
      </w:r>
      <w:r w:rsidR="00737E8C" w:rsidRPr="00A81A33">
        <w:fldChar w:fldCharType="end"/>
      </w:r>
      <w:r w:rsidR="00204722" w:rsidRPr="00A81A33">
        <w:t>. Dnem zdanitelného plnění z hlediska daně z přidané hodnoty je den zaslání vyúčtování.</w:t>
      </w:r>
    </w:p>
    <w:p w:rsidR="00204722" w:rsidRPr="00CC64D4" w:rsidRDefault="00204722" w:rsidP="00C33A43">
      <w:pPr>
        <w:pStyle w:val="Nadpis2"/>
      </w:pPr>
      <w:bookmarkStart w:id="127" w:name="_Ref207424911"/>
      <w:r w:rsidRPr="00A81A33">
        <w:t xml:space="preserve">Klient je oprávněn vyúčtovat ESCO </w:t>
      </w:r>
      <w:r w:rsidR="00434BFC" w:rsidRPr="00A81A33">
        <w:t>zálohu na sankci/</w:t>
      </w:r>
      <w:r w:rsidRPr="00A81A33">
        <w:t xml:space="preserve">sankci do </w:t>
      </w:r>
      <w:r w:rsidR="00AA1053" w:rsidRPr="00A81A33">
        <w:t>[</w:t>
      </w:r>
      <w:r w:rsidRPr="00A81A33">
        <w:t>30</w:t>
      </w:r>
      <w:r w:rsidR="00AA1053" w:rsidRPr="00A81A33">
        <w:t>]</w:t>
      </w:r>
      <w:r w:rsidRPr="00A81A33">
        <w:t xml:space="preserve"> dnů</w:t>
      </w:r>
      <w:r w:rsidRPr="00CC64D4">
        <w:t xml:space="preserve"> od </w:t>
      </w:r>
      <w:r w:rsidR="00502E44" w:rsidRPr="00CC64D4">
        <w:t xml:space="preserve">podpisu protokolu dle </w:t>
      </w:r>
      <w:r w:rsidR="00737E8C">
        <w:fldChar w:fldCharType="begin"/>
      </w:r>
      <w:r w:rsidR="008973B0">
        <w:instrText xml:space="preserve"> REF _Ref331687093 \r \h  \* MERGEFORMAT </w:instrText>
      </w:r>
      <w:r w:rsidR="00737E8C">
        <w:fldChar w:fldCharType="separate"/>
      </w:r>
      <w:r w:rsidR="00701B27">
        <w:t>Článek 15.2</w:t>
      </w:r>
      <w:r w:rsidR="00737E8C">
        <w:fldChar w:fldCharType="end"/>
      </w:r>
      <w:r w:rsidRPr="00CC64D4">
        <w:t>.</w:t>
      </w:r>
    </w:p>
    <w:bookmarkEnd w:id="127"/>
    <w:p w:rsidR="00F81353" w:rsidRPr="00CC64D4" w:rsidRDefault="00502E44" w:rsidP="00C33A43">
      <w:pPr>
        <w:pStyle w:val="Nadpis2"/>
      </w:pPr>
      <w:r w:rsidRPr="00CC64D4">
        <w:t xml:space="preserve">Faktury musí obsahovat následující údaje v souladu se zákonem </w:t>
      </w:r>
      <w:r w:rsidR="008554FB" w:rsidRPr="00CC64D4">
        <w:t xml:space="preserve">o DPH </w:t>
      </w:r>
      <w:r w:rsidRPr="00CC64D4">
        <w:t xml:space="preserve">a zákonem č. 563/1991 Sb., o účetnictví, ve znění pozdějších předpisů. </w:t>
      </w:r>
    </w:p>
    <w:p w:rsidR="00F81353" w:rsidRPr="00CC64D4" w:rsidRDefault="00F81353" w:rsidP="007E4ACE">
      <w:pPr>
        <w:pStyle w:val="Nadpis5"/>
        <w:numPr>
          <w:ilvl w:val="0"/>
          <w:numId w:val="30"/>
        </w:numPr>
        <w:ind w:left="964" w:hanging="567"/>
      </w:pPr>
      <w:r w:rsidRPr="00CC64D4">
        <w:t xml:space="preserve">označení smluvních stran a jejich adresy, </w:t>
      </w:r>
    </w:p>
    <w:p w:rsidR="000C71A5" w:rsidRPr="00CC64D4" w:rsidRDefault="00F81353" w:rsidP="007E4ACE">
      <w:pPr>
        <w:pStyle w:val="Nadpis5"/>
        <w:numPr>
          <w:ilvl w:val="0"/>
          <w:numId w:val="30"/>
        </w:numPr>
        <w:ind w:left="964" w:hanging="567"/>
      </w:pPr>
      <w:r w:rsidRPr="00CC64D4">
        <w:t>IČ</w:t>
      </w:r>
      <w:r w:rsidR="00C20A7D" w:rsidRPr="00CC64D4">
        <w:t>O</w:t>
      </w:r>
      <w:r w:rsidRPr="00CC64D4">
        <w:t>, DIČ</w:t>
      </w:r>
      <w:r w:rsidR="000C71A5" w:rsidRPr="00CC64D4">
        <w:t xml:space="preserve"> Klienta</w:t>
      </w:r>
    </w:p>
    <w:p w:rsidR="00F81353" w:rsidRPr="00CC64D4" w:rsidRDefault="000C71A5" w:rsidP="007E4ACE">
      <w:pPr>
        <w:pStyle w:val="Nadpis5"/>
        <w:numPr>
          <w:ilvl w:val="0"/>
          <w:numId w:val="30"/>
        </w:numPr>
        <w:ind w:left="964" w:hanging="567"/>
      </w:pPr>
      <w:r w:rsidRPr="00CC64D4">
        <w:t>IČ</w:t>
      </w:r>
      <w:r w:rsidR="00C20A7D" w:rsidRPr="00CC64D4">
        <w:t>O</w:t>
      </w:r>
      <w:r w:rsidRPr="00CC64D4">
        <w:t>, DIČ ESCO</w:t>
      </w:r>
      <w:r w:rsidR="00F81353" w:rsidRPr="00CC64D4">
        <w:t xml:space="preserve">, </w:t>
      </w:r>
    </w:p>
    <w:p w:rsidR="00F81353" w:rsidRPr="00CC64D4" w:rsidRDefault="00F81353" w:rsidP="007E4ACE">
      <w:pPr>
        <w:pStyle w:val="Nadpis5"/>
        <w:numPr>
          <w:ilvl w:val="0"/>
          <w:numId w:val="30"/>
        </w:numPr>
        <w:ind w:left="964" w:hanging="567"/>
      </w:pPr>
      <w:r w:rsidRPr="00CC64D4">
        <w:t xml:space="preserve">údaj o tom, že vystavovatel faktury je zapsán v obchodním rejstříku včetně spisové značky, </w:t>
      </w:r>
    </w:p>
    <w:p w:rsidR="00F81353" w:rsidRPr="00CC64D4" w:rsidRDefault="00F81353" w:rsidP="007E4ACE">
      <w:pPr>
        <w:pStyle w:val="Nadpis5"/>
        <w:numPr>
          <w:ilvl w:val="0"/>
          <w:numId w:val="30"/>
        </w:numPr>
        <w:ind w:left="964" w:hanging="567"/>
      </w:pPr>
      <w:r w:rsidRPr="00CC64D4">
        <w:t xml:space="preserve">číslo smlouvy, </w:t>
      </w:r>
    </w:p>
    <w:p w:rsidR="00F81353" w:rsidRPr="00CC64D4" w:rsidRDefault="00F81353" w:rsidP="007E4ACE">
      <w:pPr>
        <w:pStyle w:val="Nadpis5"/>
        <w:numPr>
          <w:ilvl w:val="0"/>
          <w:numId w:val="30"/>
        </w:numPr>
        <w:ind w:left="964" w:hanging="567"/>
      </w:pPr>
      <w:r w:rsidRPr="00CC64D4">
        <w:t xml:space="preserve">číslo faktury, </w:t>
      </w:r>
    </w:p>
    <w:p w:rsidR="000C71A5" w:rsidRPr="00CC64D4" w:rsidRDefault="000C71A5" w:rsidP="007E4ACE">
      <w:pPr>
        <w:pStyle w:val="Nadpis5"/>
        <w:numPr>
          <w:ilvl w:val="0"/>
          <w:numId w:val="30"/>
        </w:numPr>
        <w:ind w:left="964" w:hanging="567"/>
      </w:pPr>
      <w:r w:rsidRPr="00CC64D4">
        <w:t>datum vystavení faktury,</w:t>
      </w:r>
    </w:p>
    <w:p w:rsidR="00F81353" w:rsidRPr="00CC64D4" w:rsidRDefault="000C71A5" w:rsidP="007E4ACE">
      <w:pPr>
        <w:pStyle w:val="Nadpis5"/>
        <w:numPr>
          <w:ilvl w:val="0"/>
          <w:numId w:val="30"/>
        </w:numPr>
        <w:ind w:left="964" w:hanging="567"/>
      </w:pPr>
      <w:r w:rsidRPr="00CC64D4">
        <w:t>datum</w:t>
      </w:r>
      <w:r w:rsidR="00F81353" w:rsidRPr="00CC64D4">
        <w:t xml:space="preserve"> odeslání</w:t>
      </w:r>
      <w:r w:rsidRPr="00CC64D4">
        <w:t xml:space="preserve"> faktury</w:t>
      </w:r>
      <w:r w:rsidR="00F81353" w:rsidRPr="00CC64D4">
        <w:t xml:space="preserve">, </w:t>
      </w:r>
    </w:p>
    <w:p w:rsidR="00F81353" w:rsidRPr="00CC64D4" w:rsidRDefault="00F81353" w:rsidP="007E4ACE">
      <w:pPr>
        <w:pStyle w:val="Nadpis5"/>
        <w:numPr>
          <w:ilvl w:val="0"/>
          <w:numId w:val="30"/>
        </w:numPr>
        <w:ind w:left="964" w:hanging="567"/>
      </w:pPr>
      <w:r w:rsidRPr="00CC64D4">
        <w:t xml:space="preserve">údaj o splatnosti faktury, </w:t>
      </w:r>
    </w:p>
    <w:p w:rsidR="00F81353" w:rsidRPr="00CC64D4" w:rsidRDefault="000C71A5" w:rsidP="007E4ACE">
      <w:pPr>
        <w:pStyle w:val="Nadpis5"/>
        <w:numPr>
          <w:ilvl w:val="0"/>
          <w:numId w:val="30"/>
        </w:numPr>
        <w:ind w:left="964" w:hanging="567"/>
      </w:pPr>
      <w:r w:rsidRPr="00CC64D4">
        <w:t>datum</w:t>
      </w:r>
      <w:r w:rsidR="00F81353" w:rsidRPr="00CC64D4">
        <w:t xml:space="preserve"> zdanitelného plnění, </w:t>
      </w:r>
    </w:p>
    <w:p w:rsidR="00F81353" w:rsidRPr="00CC64D4" w:rsidRDefault="00F81353" w:rsidP="007E4ACE">
      <w:pPr>
        <w:pStyle w:val="Nadpis5"/>
        <w:numPr>
          <w:ilvl w:val="0"/>
          <w:numId w:val="30"/>
        </w:numPr>
        <w:ind w:left="964" w:hanging="567"/>
      </w:pPr>
      <w:r w:rsidRPr="00CC64D4">
        <w:t xml:space="preserve">označení </w:t>
      </w:r>
      <w:r w:rsidR="00523C5D" w:rsidRPr="00CC64D4">
        <w:t xml:space="preserve">bankovního </w:t>
      </w:r>
      <w:r w:rsidRPr="00CC64D4">
        <w:t xml:space="preserve">ústavu a číslo účtu, na který se má platit, </w:t>
      </w:r>
    </w:p>
    <w:p w:rsidR="00F81353" w:rsidRPr="00CC64D4" w:rsidRDefault="00F81353" w:rsidP="007E4ACE">
      <w:pPr>
        <w:pStyle w:val="Nadpis5"/>
        <w:numPr>
          <w:ilvl w:val="0"/>
          <w:numId w:val="30"/>
        </w:numPr>
        <w:ind w:left="964" w:hanging="567"/>
      </w:pPr>
      <w:r w:rsidRPr="00CC64D4">
        <w:t>stručný popis plnění, jehož cena se vyúčtovává,</w:t>
      </w:r>
    </w:p>
    <w:p w:rsidR="00F81353" w:rsidRPr="00CC64D4" w:rsidRDefault="00F81353" w:rsidP="007E4ACE">
      <w:pPr>
        <w:pStyle w:val="Nadpis5"/>
        <w:numPr>
          <w:ilvl w:val="0"/>
          <w:numId w:val="30"/>
        </w:numPr>
        <w:ind w:left="964" w:hanging="567"/>
      </w:pPr>
      <w:r w:rsidRPr="00CC64D4">
        <w:t xml:space="preserve">fakturovanou částku, </w:t>
      </w:r>
    </w:p>
    <w:p w:rsidR="00F81353" w:rsidRPr="00CC64D4" w:rsidRDefault="00F81353" w:rsidP="007E4ACE">
      <w:pPr>
        <w:pStyle w:val="Nadpis5"/>
        <w:numPr>
          <w:ilvl w:val="0"/>
          <w:numId w:val="30"/>
        </w:numPr>
        <w:ind w:left="964" w:hanging="567"/>
      </w:pPr>
      <w:r w:rsidRPr="00CC64D4">
        <w:t xml:space="preserve">razítko a podpis. </w:t>
      </w:r>
    </w:p>
    <w:p w:rsidR="00F81353" w:rsidRPr="00CC64D4" w:rsidRDefault="00F81353" w:rsidP="00C33A43">
      <w:pPr>
        <w:pStyle w:val="Nadpis2"/>
      </w:pPr>
      <w:r w:rsidRPr="00CC64D4">
        <w:t xml:space="preserve">Nebude-li faktura obsahovat stanovené náležitosti, nebo v ní nebudou správně uvedené údaje, je Klient oprávněn ji vrátit ESCO ve </w:t>
      </w:r>
      <w:r w:rsidRPr="00A81A33">
        <w:t xml:space="preserve">lhůtě </w:t>
      </w:r>
      <w:r w:rsidR="00D0603C" w:rsidRPr="00A81A33">
        <w:t>[7]</w:t>
      </w:r>
      <w:r w:rsidRPr="00A81A33">
        <w:t xml:space="preserve"> dnů</w:t>
      </w:r>
      <w:r w:rsidRPr="00CC64D4">
        <w:t xml:space="preserve"> od jejího obdržení. V takovém případě </w:t>
      </w:r>
      <w:r w:rsidR="002B1FDB" w:rsidRPr="00CC64D4">
        <w:t xml:space="preserve">končí </w:t>
      </w:r>
      <w:r w:rsidRPr="00CC64D4">
        <w:t>běh lhůty splatnosti a nová lhůta splatnosti počne běžet doručením opravené faktury.</w:t>
      </w:r>
    </w:p>
    <w:p w:rsidR="00F81353" w:rsidRPr="00CC64D4" w:rsidRDefault="00F81353">
      <w:pPr>
        <w:pStyle w:val="Nadpis1"/>
      </w:pPr>
      <w:r w:rsidRPr="00CC64D4">
        <w:rPr>
          <w:b w:val="0"/>
        </w:rPr>
        <w:br/>
      </w:r>
      <w:bookmarkStart w:id="128" w:name="_Toc326522986"/>
      <w:bookmarkStart w:id="129" w:name="_Toc469898829"/>
      <w:r w:rsidR="006940C2" w:rsidRPr="00CC64D4">
        <w:t>Splatnost</w:t>
      </w:r>
      <w:bookmarkEnd w:id="128"/>
      <w:bookmarkEnd w:id="129"/>
    </w:p>
    <w:p w:rsidR="00F81353" w:rsidRPr="00CC64D4" w:rsidRDefault="00F81353" w:rsidP="00C33A43">
      <w:pPr>
        <w:pStyle w:val="Nadpis2"/>
      </w:pPr>
      <w:bookmarkStart w:id="130" w:name="_Ref152687572"/>
      <w:r w:rsidRPr="00CC64D4">
        <w:t>Splatnost vyúčtované ceny za provedení základních opatření je dohodnuta takto:</w:t>
      </w:r>
      <w:bookmarkEnd w:id="130"/>
      <w:r w:rsidRPr="00CC64D4">
        <w:t xml:space="preserve"> cena, včetně DPH, bude splácena spolu s úroky v pevných splátkách ve výších a termínech uvedených v příloze </w:t>
      </w:r>
      <w:r w:rsidR="00754A37" w:rsidRPr="00CC64D4">
        <w:t>č.</w:t>
      </w:r>
      <w:r w:rsidR="00B24712" w:rsidRPr="00CC64D4">
        <w:t> 3</w:t>
      </w:r>
      <w:r w:rsidRPr="00CC64D4">
        <w:t>.</w:t>
      </w:r>
    </w:p>
    <w:p w:rsidR="00204722" w:rsidRPr="00CC64D4" w:rsidRDefault="00204722" w:rsidP="00C33A43">
      <w:pPr>
        <w:pStyle w:val="Nadpis2"/>
      </w:pPr>
      <w:r w:rsidRPr="00CC64D4">
        <w:t>Splatnost vyúčtované ceny energetického managementu se sjednává v </w:t>
      </w:r>
      <w:r w:rsidRPr="00A81A33">
        <w:t xml:space="preserve">délce </w:t>
      </w:r>
      <w:r w:rsidR="005678C6" w:rsidRPr="00A81A33">
        <w:t>[</w:t>
      </w:r>
      <w:r w:rsidRPr="00A81A33">
        <w:t>21</w:t>
      </w:r>
      <w:r w:rsidR="005678C6" w:rsidRPr="00A81A33">
        <w:t>]</w:t>
      </w:r>
      <w:r w:rsidRPr="00A81A33">
        <w:t xml:space="preserve"> dnů</w:t>
      </w:r>
      <w:r w:rsidRPr="00CC64D4">
        <w:t xml:space="preserve"> ode dne doručení příslušné faktury.</w:t>
      </w:r>
    </w:p>
    <w:p w:rsidR="00F81353" w:rsidRPr="00CC64D4" w:rsidRDefault="00F81353" w:rsidP="00C33A43">
      <w:pPr>
        <w:pStyle w:val="Nadpis2"/>
      </w:pPr>
      <w:bookmarkStart w:id="131" w:name="_Ref152687578"/>
      <w:r w:rsidRPr="00CC64D4">
        <w:t xml:space="preserve">Splatnost úroků se sjednává tak, že v den splatnosti každé splátky ceny za provedení základních opatření je splatný i příslušný úrok ze zbytku nesplacené </w:t>
      </w:r>
      <w:r w:rsidR="00434BFC" w:rsidRPr="00CC64D4">
        <w:t xml:space="preserve">ceny za provedení základních opatření </w:t>
      </w:r>
      <w:r w:rsidRPr="00CC64D4">
        <w:t xml:space="preserve">k tomuto dni. Výše splátek úroků splatných spolu se splátkami ceny za provedení základních opatření je uvedena v příloze </w:t>
      </w:r>
      <w:r w:rsidR="00754A37" w:rsidRPr="00CC64D4">
        <w:t>č.</w:t>
      </w:r>
      <w:r w:rsidR="00B24712" w:rsidRPr="00CC64D4">
        <w:t> 3</w:t>
      </w:r>
      <w:r w:rsidRPr="00CC64D4">
        <w:t>.</w:t>
      </w:r>
      <w:bookmarkEnd w:id="131"/>
    </w:p>
    <w:p w:rsidR="00F81353" w:rsidRPr="00CC64D4" w:rsidRDefault="00F81353" w:rsidP="00C33A43">
      <w:pPr>
        <w:pStyle w:val="Nadpis2"/>
      </w:pPr>
      <w:r w:rsidRPr="00CC64D4">
        <w:t>Splatnost vyúčtované prémie anebo sankce se sjednává v </w:t>
      </w:r>
      <w:r w:rsidRPr="00A81A33">
        <w:t xml:space="preserve">délce </w:t>
      </w:r>
      <w:r w:rsidR="005678C6" w:rsidRPr="00A81A33">
        <w:t>[</w:t>
      </w:r>
      <w:r w:rsidRPr="00A81A33">
        <w:t>21</w:t>
      </w:r>
      <w:r w:rsidR="005678C6" w:rsidRPr="00A81A33">
        <w:t>]</w:t>
      </w:r>
      <w:r w:rsidRPr="00A81A33">
        <w:t xml:space="preserve"> dnů ode dne</w:t>
      </w:r>
      <w:r w:rsidRPr="00CC64D4">
        <w:t xml:space="preserve"> doručení příslušné faktury.</w:t>
      </w:r>
    </w:p>
    <w:p w:rsidR="00F81353" w:rsidRPr="00CC64D4" w:rsidRDefault="00F81353" w:rsidP="00C33A43">
      <w:pPr>
        <w:pStyle w:val="Nadpis2"/>
      </w:pPr>
      <w:r w:rsidRPr="00CC64D4">
        <w:t xml:space="preserve">Na splatnost vyúčtované ceny za provedení dodatečných opatření se přiměřeně použijí odst. </w:t>
      </w:r>
      <w:r w:rsidR="00A517D2">
        <w:fldChar w:fldCharType="begin"/>
      </w:r>
      <w:r w:rsidR="00A517D2">
        <w:instrText xml:space="preserve"> REF _Ref152687572 \r \h  \* MERGEFORMAT </w:instrText>
      </w:r>
      <w:r w:rsidR="00A517D2">
        <w:fldChar w:fldCharType="separate"/>
      </w:r>
      <w:r w:rsidR="00701B27">
        <w:t>1</w:t>
      </w:r>
      <w:r w:rsidR="00A517D2">
        <w:fldChar w:fldCharType="end"/>
      </w:r>
      <w:r w:rsidRPr="00CC64D4">
        <w:t xml:space="preserve"> a </w:t>
      </w:r>
      <w:r w:rsidR="00A517D2">
        <w:fldChar w:fldCharType="begin"/>
      </w:r>
      <w:r w:rsidR="00A517D2">
        <w:instrText xml:space="preserve"> REF _Ref152687578 \r \h  \* MERGEFORMAT </w:instrText>
      </w:r>
      <w:r w:rsidR="00A517D2">
        <w:fldChar w:fldCharType="separate"/>
      </w:r>
      <w:r w:rsidR="00701B27">
        <w:t>3</w:t>
      </w:r>
      <w:r w:rsidR="00A517D2">
        <w:fldChar w:fldCharType="end"/>
      </w:r>
      <w:r w:rsidR="002B1FDB" w:rsidRPr="00CC64D4">
        <w:t xml:space="preserve"> tohoto Článku</w:t>
      </w:r>
      <w:r w:rsidRPr="00CC64D4">
        <w:t xml:space="preserve">; termíny a výši pevných splátek </w:t>
      </w:r>
      <w:r w:rsidR="005678C6" w:rsidRPr="00CC64D4">
        <w:t xml:space="preserve">po dohodě s Klientem </w:t>
      </w:r>
      <w:r w:rsidRPr="00CC64D4">
        <w:t xml:space="preserve">určí ESCO ve splátkovém kalendáři, který musí být připojen k příslušné faktuře. </w:t>
      </w:r>
    </w:p>
    <w:p w:rsidR="00F81353" w:rsidRPr="00CC64D4" w:rsidRDefault="00F81353" w:rsidP="00C33A43">
      <w:pPr>
        <w:pStyle w:val="Nadpis2"/>
      </w:pPr>
      <w:r w:rsidRPr="00CC64D4">
        <w:t>Klient je povinen platby podle této smlouvy platit bankovním převodem na účet ESCO uvedený ve faktuře. Za den zaplacení se považuje den, kdy je příslušná částka připsána na účet ESCO.</w:t>
      </w:r>
    </w:p>
    <w:p w:rsidR="00A02333" w:rsidRPr="00CC64D4" w:rsidRDefault="00A02333" w:rsidP="00A02333">
      <w:pPr>
        <w:pStyle w:val="Nadpis1"/>
        <w:spacing w:before="360"/>
      </w:pPr>
      <w:r w:rsidRPr="00CC64D4">
        <w:rPr>
          <w:b w:val="0"/>
        </w:rPr>
        <w:br/>
      </w:r>
      <w:bookmarkStart w:id="132" w:name="_Ref172276489"/>
      <w:bookmarkStart w:id="133" w:name="_Toc264472733"/>
      <w:bookmarkStart w:id="134" w:name="_Toc326522987"/>
      <w:bookmarkStart w:id="135" w:name="_Toc469898830"/>
      <w:r w:rsidRPr="00CC64D4">
        <w:t>Předčasné splacení</w:t>
      </w:r>
      <w:bookmarkEnd w:id="132"/>
      <w:bookmarkEnd w:id="133"/>
      <w:bookmarkEnd w:id="134"/>
      <w:bookmarkEnd w:id="135"/>
    </w:p>
    <w:p w:rsidR="00A02333" w:rsidRPr="00CC64D4" w:rsidRDefault="00A02333" w:rsidP="00C33A43">
      <w:pPr>
        <w:pStyle w:val="Nadpis2"/>
      </w:pPr>
      <w:bookmarkStart w:id="136" w:name="_Ref334175892"/>
      <w:r w:rsidRPr="00CC64D4">
        <w:t>Nedohodnou-li se smluvní strany písemně jinak, je Klient oprávněn splatit cenu za provedení opatření před uplynutím doby splácení, ale jen tehdy, jsou-li splněny společně tyto podmínky:</w:t>
      </w:r>
      <w:bookmarkEnd w:id="136"/>
    </w:p>
    <w:p w:rsidR="00EB486B" w:rsidRPr="00CC64D4" w:rsidRDefault="00A02333">
      <w:pPr>
        <w:pStyle w:val="Nadpis5"/>
        <w:numPr>
          <w:ilvl w:val="0"/>
          <w:numId w:val="31"/>
        </w:numPr>
        <w:ind w:left="964" w:hanging="567"/>
      </w:pPr>
      <w:r w:rsidRPr="00CC64D4">
        <w:t>ze strany Klienta jsou zaplaceny veškeré úroky z prodlení, vyúčtované prémie a vyúčtované ceny</w:t>
      </w:r>
      <w:r w:rsidR="009E7E30" w:rsidRPr="00CC64D4">
        <w:t xml:space="preserve"> provedeného</w:t>
      </w:r>
      <w:r w:rsidRPr="00CC64D4">
        <w:t xml:space="preserve"> energetického managementu;</w:t>
      </w:r>
    </w:p>
    <w:p w:rsidR="00A02333" w:rsidRPr="00CC64D4" w:rsidRDefault="00A02333" w:rsidP="007E4ACE">
      <w:pPr>
        <w:pStyle w:val="Nadpis5"/>
        <w:numPr>
          <w:ilvl w:val="0"/>
          <w:numId w:val="31"/>
        </w:numPr>
        <w:ind w:left="964" w:hanging="567"/>
      </w:pPr>
      <w:bookmarkStart w:id="137" w:name="_Ref337650811"/>
      <w:r w:rsidRPr="00CC64D4">
        <w:t>při předčasném splacení ze strany Klienta bude zaplacen celý nesplacený zbytek ceny za provedení opatření spolu s</w:t>
      </w:r>
      <w:r w:rsidR="001527A5" w:rsidRPr="00CC64D4">
        <w:t xml:space="preserve"> prokazatelnými</w:t>
      </w:r>
      <w:r w:rsidR="00845DE8" w:rsidRPr="00CC64D4">
        <w:t xml:space="preserve"> </w:t>
      </w:r>
      <w:r w:rsidR="00434BFC" w:rsidRPr="00CC64D4">
        <w:t>náklady</w:t>
      </w:r>
      <w:r w:rsidR="00697E6F" w:rsidRPr="00CC64D4">
        <w:t xml:space="preserve"> na straně ESCO </w:t>
      </w:r>
      <w:r w:rsidR="00434BFC" w:rsidRPr="00CC64D4">
        <w:t xml:space="preserve"> </w:t>
      </w:r>
      <w:r w:rsidR="00697E6F" w:rsidRPr="00CC64D4">
        <w:t xml:space="preserve">spojenými </w:t>
      </w:r>
      <w:r w:rsidR="008408CC" w:rsidRPr="00CC64D4">
        <w:t>s předčasným</w:t>
      </w:r>
      <w:r w:rsidR="00434BFC" w:rsidRPr="00CC64D4">
        <w:t xml:space="preserve"> splacení</w:t>
      </w:r>
      <w:r w:rsidR="008408CC" w:rsidRPr="00CC64D4">
        <w:t>m</w:t>
      </w:r>
      <w:r w:rsidR="00BE793D" w:rsidRPr="00CC64D4">
        <w:t>;</w:t>
      </w:r>
      <w:bookmarkEnd w:id="137"/>
      <w:r w:rsidRPr="00CC64D4">
        <w:t xml:space="preserve"> </w:t>
      </w:r>
    </w:p>
    <w:p w:rsidR="00A02333" w:rsidRPr="00CC64D4" w:rsidRDefault="00A02333" w:rsidP="007E4ACE">
      <w:pPr>
        <w:pStyle w:val="Nadpis5"/>
        <w:numPr>
          <w:ilvl w:val="0"/>
          <w:numId w:val="31"/>
        </w:numPr>
        <w:ind w:left="964" w:hanging="567"/>
      </w:pPr>
      <w:r w:rsidRPr="00CC64D4">
        <w:t>předčasné splacení bude provedeno k některému ze dnů splatnosti splátek ceny za proved</w:t>
      </w:r>
      <w:r w:rsidR="00554F89" w:rsidRPr="00CC64D4">
        <w:t>ení opatření podle přílohy č. </w:t>
      </w:r>
      <w:r w:rsidR="00B24712" w:rsidRPr="00CC64D4">
        <w:t>3</w:t>
      </w:r>
      <w:r w:rsidR="00554F89" w:rsidRPr="00CC64D4">
        <w:t>;</w:t>
      </w:r>
    </w:p>
    <w:p w:rsidR="00A02333" w:rsidRPr="00A81A33" w:rsidRDefault="00A02333" w:rsidP="007E4ACE">
      <w:pPr>
        <w:pStyle w:val="Nadpis5"/>
        <w:numPr>
          <w:ilvl w:val="0"/>
          <w:numId w:val="31"/>
        </w:numPr>
        <w:ind w:left="964" w:hanging="567"/>
      </w:pPr>
      <w:bookmarkStart w:id="138" w:name="_Ref152687894"/>
      <w:r w:rsidRPr="00CC64D4">
        <w:t xml:space="preserve">úmysl </w:t>
      </w:r>
      <w:r w:rsidRPr="00A81A33">
        <w:t xml:space="preserve">splatit předčasně cenu za provedení opatření oznámí </w:t>
      </w:r>
      <w:r w:rsidR="005678C6" w:rsidRPr="00A81A33">
        <w:t>Klient ESCO písemně nejméně [3</w:t>
      </w:r>
      <w:r w:rsidRPr="00A81A33">
        <w:t>] měsíc</w:t>
      </w:r>
      <w:r w:rsidR="00554F89" w:rsidRPr="00A81A33">
        <w:t>e</w:t>
      </w:r>
      <w:r w:rsidRPr="00A81A33">
        <w:t xml:space="preserve"> přede dnem zamýšleného předčasného splacení spolu s vyčíslením částky, která má být zaplacena, s rozdělením na jistinu a úroky;</w:t>
      </w:r>
      <w:bookmarkEnd w:id="138"/>
    </w:p>
    <w:p w:rsidR="00A02333" w:rsidRPr="00CC64D4" w:rsidRDefault="00A02333" w:rsidP="007E4ACE">
      <w:pPr>
        <w:pStyle w:val="Nadpis5"/>
        <w:numPr>
          <w:ilvl w:val="0"/>
          <w:numId w:val="31"/>
        </w:numPr>
        <w:ind w:left="964" w:hanging="567"/>
      </w:pPr>
      <w:r w:rsidRPr="00A81A33">
        <w:t xml:space="preserve">ESCO nesdělí Klientovi nejpozději </w:t>
      </w:r>
      <w:r w:rsidR="00A90EF5" w:rsidRPr="00A81A33">
        <w:t>[30</w:t>
      </w:r>
      <w:r w:rsidR="002B1FDB" w:rsidRPr="00A81A33">
        <w:t>]</w:t>
      </w:r>
      <w:r w:rsidRPr="00A81A33">
        <w:t xml:space="preserve"> pracovních dnů přede dnem zamýšleného předčasného splacení, že s vyčíslením částky podle písm. </w:t>
      </w:r>
      <w:r w:rsidR="00A517D2" w:rsidRPr="00A81A33">
        <w:fldChar w:fldCharType="begin"/>
      </w:r>
      <w:r w:rsidR="00A517D2" w:rsidRPr="00A81A33">
        <w:instrText xml:space="preserve"> REF _Ref152687894 \r \h  \* MERGEFORMAT </w:instrText>
      </w:r>
      <w:r w:rsidR="00A517D2" w:rsidRPr="00A81A33">
        <w:fldChar w:fldCharType="separate"/>
      </w:r>
      <w:r w:rsidR="00701B27">
        <w:t>d)</w:t>
      </w:r>
      <w:r w:rsidR="00A517D2" w:rsidRPr="00A81A33">
        <w:fldChar w:fldCharType="end"/>
      </w:r>
      <w:r w:rsidRPr="00A81A33">
        <w:t xml:space="preserve"> </w:t>
      </w:r>
      <w:r w:rsidR="005E10B2" w:rsidRPr="00A81A33">
        <w:t xml:space="preserve">odst. </w:t>
      </w:r>
      <w:r w:rsidR="00A517D2" w:rsidRPr="00A81A33">
        <w:fldChar w:fldCharType="begin"/>
      </w:r>
      <w:r w:rsidR="00A517D2" w:rsidRPr="00A81A33">
        <w:instrText xml:space="preserve"> REF _Ref334175892 \n \h  \* MERGEFORMAT </w:instrText>
      </w:r>
      <w:r w:rsidR="00A517D2" w:rsidRPr="00A81A33">
        <w:fldChar w:fldCharType="separate"/>
      </w:r>
      <w:r w:rsidR="00701B27">
        <w:t>1</w:t>
      </w:r>
      <w:r w:rsidR="00A517D2" w:rsidRPr="00A81A33">
        <w:fldChar w:fldCharType="end"/>
      </w:r>
      <w:r w:rsidR="005E10B2" w:rsidRPr="00A81A33">
        <w:t xml:space="preserve"> </w:t>
      </w:r>
      <w:r w:rsidR="002B1FDB" w:rsidRPr="00A81A33">
        <w:t xml:space="preserve">tohoto Článku </w:t>
      </w:r>
      <w:r w:rsidRPr="00A81A33">
        <w:t>nesouhlasí a rozpor nebude mezi stranami během</w:t>
      </w:r>
      <w:r w:rsidR="00554F89" w:rsidRPr="00A81A33">
        <w:t xml:space="preserve"> </w:t>
      </w:r>
      <w:r w:rsidR="002B1FDB" w:rsidRPr="00A81A33">
        <w:t>[10]</w:t>
      </w:r>
      <w:r w:rsidRPr="00A81A33">
        <w:t xml:space="preserve"> pracovních</w:t>
      </w:r>
      <w:r w:rsidRPr="00CC64D4">
        <w:t xml:space="preserve"> dnů vyřešen.</w:t>
      </w:r>
    </w:p>
    <w:p w:rsidR="00A02333" w:rsidRPr="00CC64D4" w:rsidRDefault="00A02333" w:rsidP="00C33A43">
      <w:pPr>
        <w:pStyle w:val="Nadpis2"/>
      </w:pPr>
      <w:r w:rsidRPr="00CC64D4">
        <w:t>Při předčasném splacení je Klient povinen platit úroky jen za dobu ode dne doručení faktury na zaplacení ceny za provedení opatření do zaplacení celkové ceny za provedení opatření.</w:t>
      </w:r>
    </w:p>
    <w:p w:rsidR="000207A9" w:rsidRPr="00CC64D4" w:rsidRDefault="00C43B25" w:rsidP="00C33A43">
      <w:pPr>
        <w:pStyle w:val="Nadpis2"/>
      </w:pPr>
      <w:r w:rsidRPr="00CC64D4">
        <w:t xml:space="preserve">ESCO se zavazuje </w:t>
      </w:r>
      <w:r w:rsidR="00230F01" w:rsidRPr="00CC64D4">
        <w:t>Klientovi</w:t>
      </w:r>
      <w:r w:rsidRPr="00CC64D4">
        <w:t xml:space="preserve"> kdykoliv na požádání</w:t>
      </w:r>
      <w:r w:rsidR="00230F01" w:rsidRPr="00CC64D4">
        <w:t xml:space="preserve"> sdělit </w:t>
      </w:r>
      <w:r w:rsidR="001527A5" w:rsidRPr="00CC64D4">
        <w:t>výši skutečných nákladů na stran</w:t>
      </w:r>
      <w:r w:rsidR="005E7F14" w:rsidRPr="00CC64D4">
        <w:t xml:space="preserve">ě ESCO spojených s předčasným splacením dle tohoto </w:t>
      </w:r>
      <w:r w:rsidR="00AD5C5C" w:rsidRPr="00CC64D4">
        <w:t>Článku</w:t>
      </w:r>
      <w:r w:rsidR="005E7F14" w:rsidRPr="00CC64D4">
        <w:t xml:space="preserve">. </w:t>
      </w:r>
    </w:p>
    <w:p w:rsidR="00F81353" w:rsidRPr="00CC64D4" w:rsidRDefault="00F81353">
      <w:pPr>
        <w:pStyle w:val="Nadpis1"/>
      </w:pPr>
      <w:r w:rsidRPr="00CC64D4">
        <w:rPr>
          <w:b w:val="0"/>
        </w:rPr>
        <w:br/>
      </w:r>
      <w:bookmarkStart w:id="139" w:name="_Toc326522988"/>
      <w:bookmarkStart w:id="140" w:name="_Toc469898831"/>
      <w:r w:rsidRPr="00CC64D4">
        <w:t>Ostatní platební podmínky</w:t>
      </w:r>
      <w:bookmarkEnd w:id="139"/>
      <w:bookmarkEnd w:id="140"/>
    </w:p>
    <w:p w:rsidR="00944F38" w:rsidRPr="00CC64D4" w:rsidRDefault="00F81353" w:rsidP="00C33A43">
      <w:pPr>
        <w:pStyle w:val="Nadpis2"/>
      </w:pPr>
      <w:bookmarkStart w:id="141" w:name="_Ref330840471"/>
      <w:bookmarkStart w:id="142" w:name="_Ref152688224"/>
      <w:bookmarkStart w:id="143" w:name="_Ref207427896"/>
      <w:r w:rsidRPr="00CC64D4">
        <w:t>V případě prodlení Klienta s</w:t>
      </w:r>
      <w:r w:rsidR="001F6A88" w:rsidRPr="00CC64D4">
        <w:t> </w:t>
      </w:r>
      <w:r w:rsidR="00C03255" w:rsidRPr="00CC64D4">
        <w:t>úhradou</w:t>
      </w:r>
      <w:r w:rsidR="001F6A88" w:rsidRPr="00CC64D4">
        <w:t xml:space="preserve"> splatné </w:t>
      </w:r>
      <w:r w:rsidRPr="00CC64D4">
        <w:t>části ceny</w:t>
      </w:r>
      <w:r w:rsidR="001F6A88" w:rsidRPr="00CC64D4">
        <w:t xml:space="preserve"> </w:t>
      </w:r>
      <w:r w:rsidRPr="00CC64D4">
        <w:t>za provedení opatření spolu s</w:t>
      </w:r>
      <w:r w:rsidR="003D1965" w:rsidRPr="00CC64D4">
        <w:t> </w:t>
      </w:r>
      <w:r w:rsidRPr="00CC64D4">
        <w:t>úroky</w:t>
      </w:r>
      <w:r w:rsidR="003D1965" w:rsidRPr="00CC64D4">
        <w:t xml:space="preserve"> dle harmonogram</w:t>
      </w:r>
      <w:r w:rsidR="007448BE" w:rsidRPr="00CC64D4">
        <w:t>u specifikovaného v příloze č.</w:t>
      </w:r>
      <w:r w:rsidR="00B24712" w:rsidRPr="00CC64D4">
        <w:t> 3</w:t>
      </w:r>
      <w:r w:rsidR="003D1965" w:rsidRPr="00CC64D4">
        <w:t xml:space="preserve"> </w:t>
      </w:r>
      <w:r w:rsidR="00DD259E" w:rsidRPr="00CC64D4">
        <w:t xml:space="preserve">po dobu delší </w:t>
      </w:r>
      <w:r w:rsidR="00DD259E" w:rsidRPr="00A81A33">
        <w:t>ne</w:t>
      </w:r>
      <w:r w:rsidR="006552E2" w:rsidRPr="00A81A33">
        <w:t xml:space="preserve">ž </w:t>
      </w:r>
      <w:r w:rsidR="00434BFC" w:rsidRPr="00A81A33">
        <w:t>[</w:t>
      </w:r>
      <w:r w:rsidR="009E6CB4" w:rsidRPr="00A81A33">
        <w:t>9</w:t>
      </w:r>
      <w:r w:rsidR="00DD259E" w:rsidRPr="00A81A33">
        <w:t>0</w:t>
      </w:r>
      <w:r w:rsidR="00434BFC" w:rsidRPr="00A81A33">
        <w:t>]</w:t>
      </w:r>
      <w:r w:rsidR="00DD259E" w:rsidRPr="00A81A33">
        <w:t xml:space="preserve"> dnů</w:t>
      </w:r>
      <w:r w:rsidR="00FA3347" w:rsidRPr="00CC64D4">
        <w:t>,</w:t>
      </w:r>
      <w:r w:rsidR="00C33A43" w:rsidRPr="00CC64D4">
        <w:t xml:space="preserve"> je ESCO oprávněna</w:t>
      </w:r>
      <w:r w:rsidR="00504F75" w:rsidRPr="00CC64D4">
        <w:t xml:space="preserve"> písemným oznámením</w:t>
      </w:r>
      <w:r w:rsidR="008611A5" w:rsidRPr="00CC64D4">
        <w:t xml:space="preserve"> </w:t>
      </w:r>
      <w:r w:rsidR="00504F75" w:rsidRPr="00CC64D4">
        <w:t>vyzvat Klienta ke sjednání nápravy a uhrazení splatné</w:t>
      </w:r>
      <w:r w:rsidR="00FA3347" w:rsidRPr="00CC64D4">
        <w:t xml:space="preserve"> části</w:t>
      </w:r>
      <w:r w:rsidR="00504F75" w:rsidRPr="00CC64D4">
        <w:t xml:space="preserve"> ceny za provedená opatření spolu s úroky </w:t>
      </w:r>
      <w:r w:rsidR="00FA3347" w:rsidRPr="00A81A33">
        <w:t xml:space="preserve">do </w:t>
      </w:r>
      <w:r w:rsidR="00434BFC" w:rsidRPr="00A81A33">
        <w:t>[</w:t>
      </w:r>
      <w:r w:rsidR="00504F75" w:rsidRPr="00A81A33">
        <w:t>30</w:t>
      </w:r>
      <w:r w:rsidR="00434BFC" w:rsidRPr="00A81A33">
        <w:t>]</w:t>
      </w:r>
      <w:r w:rsidR="00504F75" w:rsidRPr="00A81A33">
        <w:t xml:space="preserve"> dnů</w:t>
      </w:r>
      <w:r w:rsidR="00504F75" w:rsidRPr="00CC64D4">
        <w:t xml:space="preserve"> ode dne doručení oznámení</w:t>
      </w:r>
      <w:r w:rsidR="00FA3347" w:rsidRPr="00CC64D4">
        <w:t xml:space="preserve"> Klientovi</w:t>
      </w:r>
      <w:r w:rsidR="007F0CB3" w:rsidRPr="00CC64D4">
        <w:t>, ve kter</w:t>
      </w:r>
      <w:r w:rsidR="00622F1A" w:rsidRPr="00CC64D4">
        <w:t>á upozorní Klienta na rizika spojen</w:t>
      </w:r>
      <w:r w:rsidR="003F2778" w:rsidRPr="00CC64D4">
        <w:t>á s neplněním smluvních povinností dle této smlouvy</w:t>
      </w:r>
      <w:r w:rsidR="00662D41" w:rsidRPr="00CC64D4">
        <w:t xml:space="preserve"> dle </w:t>
      </w:r>
      <w:r w:rsidR="00737E8C">
        <w:fldChar w:fldCharType="begin"/>
      </w:r>
      <w:r w:rsidR="008973B0">
        <w:instrText xml:space="preserve"> REF _Ref330840471 \w \h  \* MERGEFORMAT </w:instrText>
      </w:r>
      <w:r w:rsidR="00737E8C">
        <w:fldChar w:fldCharType="separate"/>
      </w:r>
      <w:r w:rsidR="00701B27">
        <w:t>Článek 26.1</w:t>
      </w:r>
      <w:r w:rsidR="00737E8C">
        <w:fldChar w:fldCharType="end"/>
      </w:r>
      <w:r w:rsidR="00504F75" w:rsidRPr="00CC64D4">
        <w:t>.</w:t>
      </w:r>
      <w:r w:rsidR="00D655DF" w:rsidRPr="00CC64D4">
        <w:t xml:space="preserve"> V případě, </w:t>
      </w:r>
      <w:r w:rsidR="00423500" w:rsidRPr="00CC64D4">
        <w:t>že nebudou</w:t>
      </w:r>
      <w:r w:rsidR="00D655DF" w:rsidRPr="00CC64D4">
        <w:t xml:space="preserve"> </w:t>
      </w:r>
      <w:r w:rsidR="00423500" w:rsidRPr="00CC64D4">
        <w:t xml:space="preserve">uhrazeny splatné závazky </w:t>
      </w:r>
      <w:r w:rsidR="00410B57" w:rsidRPr="00CC64D4">
        <w:t>Klienta v</w:t>
      </w:r>
      <w:r w:rsidR="00026C16" w:rsidRPr="00CC64D4">
        <w:t>e</w:t>
      </w:r>
      <w:r w:rsidR="00410B57" w:rsidRPr="00CC64D4">
        <w:t> lhůtě k</w:t>
      </w:r>
      <w:r w:rsidR="001734E0" w:rsidRPr="00CC64D4">
        <w:t> </w:t>
      </w:r>
      <w:r w:rsidR="00410B57" w:rsidRPr="00CC64D4">
        <w:t>nápravě</w:t>
      </w:r>
      <w:r w:rsidR="001734E0" w:rsidRPr="00CC64D4">
        <w:t xml:space="preserve"> dle předchozí věty tohoto </w:t>
      </w:r>
      <w:r w:rsidR="00AD5C5C" w:rsidRPr="00CC64D4">
        <w:t>Článku</w:t>
      </w:r>
      <w:r w:rsidR="00410B57" w:rsidRPr="00CC64D4">
        <w:t xml:space="preserve">, </w:t>
      </w:r>
      <w:r w:rsidR="00820124" w:rsidRPr="00CC64D4">
        <w:t>stává</w:t>
      </w:r>
      <w:r w:rsidR="00E0316A" w:rsidRPr="00CC64D4">
        <w:t xml:space="preserve"> se</w:t>
      </w:r>
      <w:r w:rsidR="00820124" w:rsidRPr="00CC64D4">
        <w:t xml:space="preserve"> automaticky splatnou </w:t>
      </w:r>
      <w:r w:rsidR="00410B57" w:rsidRPr="00CC64D4">
        <w:t xml:space="preserve">celá </w:t>
      </w:r>
      <w:r w:rsidR="00820124" w:rsidRPr="00CC64D4">
        <w:t>dosud neuhrazen</w:t>
      </w:r>
      <w:r w:rsidR="00E87768" w:rsidRPr="00CC64D4">
        <w:t>á</w:t>
      </w:r>
      <w:r w:rsidR="00820124" w:rsidRPr="00CC64D4">
        <w:t xml:space="preserve"> č</w:t>
      </w:r>
      <w:r w:rsidR="00E87768" w:rsidRPr="00CC64D4">
        <w:t>ást</w:t>
      </w:r>
      <w:r w:rsidR="00820124" w:rsidRPr="00CC64D4">
        <w:t xml:space="preserve"> ceny za provedená opatření spolu s</w:t>
      </w:r>
      <w:r w:rsidR="00127BA4" w:rsidRPr="00CC64D4">
        <w:t> </w:t>
      </w:r>
      <w:r w:rsidR="00820124" w:rsidRPr="00CC64D4">
        <w:t>úroky</w:t>
      </w:r>
      <w:r w:rsidR="00127BA4" w:rsidRPr="00CC64D4">
        <w:t>.</w:t>
      </w:r>
      <w:bookmarkEnd w:id="141"/>
    </w:p>
    <w:p w:rsidR="009E6CB4" w:rsidRPr="00CC64D4" w:rsidRDefault="009E6CB4" w:rsidP="009E6CB4">
      <w:pPr>
        <w:pStyle w:val="Nadpis2"/>
      </w:pPr>
      <w:r w:rsidRPr="00CC64D4">
        <w:t xml:space="preserve">Marným uplynutím lhůty k nápravě podle </w:t>
      </w:r>
      <w:r w:rsidR="00A517D2">
        <w:fldChar w:fldCharType="begin"/>
      </w:r>
      <w:r w:rsidR="00A517D2">
        <w:instrText xml:space="preserve"> REF _Ref330840471 \w \h  \* MERGEFORMAT </w:instrText>
      </w:r>
      <w:r w:rsidR="00A517D2">
        <w:fldChar w:fldCharType="separate"/>
      </w:r>
      <w:r w:rsidR="00701B27">
        <w:t>Článek 26.1</w:t>
      </w:r>
      <w:r w:rsidR="00A517D2">
        <w:fldChar w:fldCharType="end"/>
      </w:r>
      <w:r w:rsidRPr="00CC64D4">
        <w:t>:</w:t>
      </w:r>
    </w:p>
    <w:p w:rsidR="009E6CB4" w:rsidRPr="00CC64D4" w:rsidRDefault="009E6CB4" w:rsidP="009E6CB4">
      <w:pPr>
        <w:pStyle w:val="Nadpis5"/>
        <w:numPr>
          <w:ilvl w:val="0"/>
          <w:numId w:val="8"/>
        </w:numPr>
        <w:ind w:left="964" w:hanging="567"/>
      </w:pPr>
      <w:r w:rsidRPr="00CC64D4">
        <w:t>zaniká závazek ESCO poskytovat Klientovi energetický management a Klientovi zaniká závazek jí za to platit cenu;</w:t>
      </w:r>
    </w:p>
    <w:p w:rsidR="009E6CB4" w:rsidRPr="00CC64D4" w:rsidRDefault="009E6CB4" w:rsidP="009E6CB4">
      <w:pPr>
        <w:pStyle w:val="Nadpis5"/>
        <w:numPr>
          <w:ilvl w:val="0"/>
          <w:numId w:val="8"/>
        </w:numPr>
        <w:ind w:left="964" w:hanging="567"/>
      </w:pPr>
      <w:r w:rsidRPr="00CC64D4">
        <w:t>zaniká garance poskytovaná ze strany ESCO</w:t>
      </w:r>
      <w:r w:rsidR="00F2462F" w:rsidRPr="00CC64D4">
        <w:t>, ledaže se smluvní strany dohodnou písemným dodatkem k této smlouvě jinak</w:t>
      </w:r>
      <w:r w:rsidR="00A36530" w:rsidRPr="00CC64D4">
        <w:t>.</w:t>
      </w:r>
    </w:p>
    <w:p w:rsidR="00F81353" w:rsidRPr="00CC64D4" w:rsidRDefault="00F81353" w:rsidP="00805D06">
      <w:pPr>
        <w:pStyle w:val="Nzev"/>
        <w:keepNext/>
        <w:pageBreakBefore/>
        <w:spacing w:before="600"/>
        <w:rPr>
          <w:b/>
          <w:sz w:val="28"/>
          <w:szCs w:val="28"/>
        </w:rPr>
      </w:pPr>
      <w:bookmarkStart w:id="144" w:name="_Toc326522989"/>
      <w:bookmarkEnd w:id="142"/>
      <w:bookmarkEnd w:id="143"/>
      <w:r w:rsidRPr="00CC64D4">
        <w:rPr>
          <w:b/>
          <w:sz w:val="28"/>
          <w:szCs w:val="28"/>
        </w:rPr>
        <w:t>Oddíl II: Ostatní ujednání</w:t>
      </w:r>
      <w:bookmarkEnd w:id="144"/>
    </w:p>
    <w:p w:rsidR="00272371" w:rsidRPr="00CC64D4" w:rsidRDefault="00F81353" w:rsidP="00D1096E">
      <w:pPr>
        <w:pStyle w:val="Nadpis1"/>
        <w:spacing w:before="360"/>
      </w:pPr>
      <w:r w:rsidRPr="00CC64D4">
        <w:rPr>
          <w:b w:val="0"/>
        </w:rPr>
        <w:br/>
      </w:r>
      <w:bookmarkStart w:id="145" w:name="_Toc326522990"/>
      <w:bookmarkStart w:id="146" w:name="_Toc469898832"/>
      <w:r w:rsidRPr="00CC64D4">
        <w:t>Vzájemná informační povinnost</w:t>
      </w:r>
      <w:bookmarkEnd w:id="145"/>
      <w:bookmarkEnd w:id="146"/>
    </w:p>
    <w:p w:rsidR="00D1096E" w:rsidRPr="00A81A33" w:rsidRDefault="00D1096E" w:rsidP="00C33A43">
      <w:pPr>
        <w:pStyle w:val="Nadpis2"/>
      </w:pPr>
      <w:r w:rsidRPr="00CC64D4">
        <w:t>Smluvní strany se zavazují si bez zbytečného odkladu sdělovat informace potřebné pro plnění této smlouvy.</w:t>
      </w:r>
      <w:r w:rsidR="00D975AA" w:rsidRPr="00CC64D4">
        <w:t xml:space="preserve"> </w:t>
      </w:r>
      <w:r w:rsidRPr="00CC64D4">
        <w:t xml:space="preserve">Klient bude ESCO nejméně </w:t>
      </w:r>
      <w:r w:rsidR="00D0603C" w:rsidRPr="00A81A33">
        <w:t>[30]</w:t>
      </w:r>
      <w:r w:rsidRPr="00A81A33">
        <w:t xml:space="preserve"> dní předem písemně informovat o všech záměrech, které by mohly vést ke změně okolností.</w:t>
      </w:r>
    </w:p>
    <w:p w:rsidR="00F81353" w:rsidRPr="00A81A33" w:rsidRDefault="00F81353" w:rsidP="00C33A43">
      <w:pPr>
        <w:pStyle w:val="Nadpis2"/>
      </w:pPr>
      <w:r w:rsidRPr="00A81A33">
        <w:t>ESCO</w:t>
      </w:r>
      <w:r w:rsidR="00F46AC8" w:rsidRPr="00A81A33">
        <w:t xml:space="preserve"> je</w:t>
      </w:r>
      <w:r w:rsidR="00336107" w:rsidRPr="00A81A33">
        <w:t xml:space="preserve"> oprávněna</w:t>
      </w:r>
    </w:p>
    <w:p w:rsidR="00EB486B" w:rsidRPr="00A81A33" w:rsidRDefault="00F81353">
      <w:pPr>
        <w:pStyle w:val="Nadpis5"/>
        <w:numPr>
          <w:ilvl w:val="0"/>
          <w:numId w:val="32"/>
        </w:numPr>
        <w:ind w:left="964" w:hanging="567"/>
      </w:pPr>
      <w:r w:rsidRPr="00A81A33">
        <w:t xml:space="preserve">vyžadovat </w:t>
      </w:r>
      <w:r w:rsidR="009F73DD" w:rsidRPr="00A81A33">
        <w:t xml:space="preserve">od </w:t>
      </w:r>
      <w:r w:rsidRPr="00A81A33">
        <w:t>Klienta, příp. jeho</w:t>
      </w:r>
      <w:r w:rsidR="009F73DD" w:rsidRPr="00A81A33">
        <w:t xml:space="preserve"> zaměstnanců,</w:t>
      </w:r>
      <w:r w:rsidRPr="00A81A33">
        <w:t xml:space="preserve"> smluvních partnerů</w:t>
      </w:r>
      <w:r w:rsidR="002B1FDB" w:rsidRPr="00A81A33">
        <w:t xml:space="preserve"> nebo zástupců</w:t>
      </w:r>
      <w:r w:rsidRPr="00A81A33">
        <w:t>, je-li to třeba, informace a vysvětlení</w:t>
      </w:r>
      <w:r w:rsidR="00EA738A" w:rsidRPr="00A81A33">
        <w:t xml:space="preserve"> související s předmětem plnění dle této smlouvy</w:t>
      </w:r>
      <w:r w:rsidRPr="00A81A33">
        <w:t>;</w:t>
      </w:r>
    </w:p>
    <w:p w:rsidR="001F2E16" w:rsidRPr="00A81A33" w:rsidRDefault="001F2E16" w:rsidP="007E4ACE">
      <w:pPr>
        <w:pStyle w:val="Nadpis5"/>
        <w:numPr>
          <w:ilvl w:val="0"/>
          <w:numId w:val="32"/>
        </w:numPr>
        <w:ind w:left="964" w:hanging="567"/>
      </w:pPr>
      <w:r w:rsidRPr="00A81A33">
        <w:t xml:space="preserve">požádat Klienta o </w:t>
      </w:r>
      <w:r w:rsidR="00756347" w:rsidRPr="00A81A33">
        <w:t>potvrzení/dokumenty/</w:t>
      </w:r>
      <w:r w:rsidRPr="00A81A33">
        <w:t xml:space="preserve">informace v rozsahu nezbytném </w:t>
      </w:r>
      <w:r w:rsidR="00D0603C" w:rsidRPr="00A81A33">
        <w:t xml:space="preserve">pro </w:t>
      </w:r>
      <w:r w:rsidRPr="00A81A33">
        <w:t>zajištění financování realizace opatření dle této smlouvy;</w:t>
      </w:r>
    </w:p>
    <w:p w:rsidR="00EB486B" w:rsidRPr="00A81A33" w:rsidRDefault="00F81353">
      <w:pPr>
        <w:pStyle w:val="Nadpis5"/>
        <w:numPr>
          <w:ilvl w:val="0"/>
          <w:numId w:val="32"/>
        </w:numPr>
        <w:ind w:left="964" w:hanging="567"/>
      </w:pPr>
      <w:r w:rsidRPr="00A81A33">
        <w:t xml:space="preserve">vyžadovat předložení </w:t>
      </w:r>
      <w:r w:rsidR="00D1096E" w:rsidRPr="00A81A33">
        <w:t>dokumentů souvisejících s předmětem plnění dle této smlouvy</w:t>
      </w:r>
      <w:r w:rsidRPr="00A81A33">
        <w:t>.</w:t>
      </w:r>
    </w:p>
    <w:p w:rsidR="00F81353" w:rsidRPr="00A81A33" w:rsidRDefault="00F81353" w:rsidP="00C33A43">
      <w:pPr>
        <w:pStyle w:val="Nadpis2"/>
        <w:numPr>
          <w:ilvl w:val="0"/>
          <w:numId w:val="0"/>
        </w:numPr>
        <w:ind w:left="426"/>
      </w:pPr>
      <w:r w:rsidRPr="00A81A33">
        <w:t xml:space="preserve">Na žádost Klienta je ESCO povinna mu sdělit důvody, které ji k žádosti o jejich poskytnutí vedly. Klient je povinen součinnost podle tohoto odstavce ESCO poskytnout neprodleně, nejpozději do </w:t>
      </w:r>
      <w:r w:rsidR="001E4171" w:rsidRPr="00A81A33">
        <w:t>[</w:t>
      </w:r>
      <w:r w:rsidRPr="00A81A33">
        <w:t>14</w:t>
      </w:r>
      <w:r w:rsidR="001E4171" w:rsidRPr="00A81A33">
        <w:t>]</w:t>
      </w:r>
      <w:r w:rsidRPr="00A81A33">
        <w:t xml:space="preserve"> dnů od vyžádání</w:t>
      </w:r>
      <w:r w:rsidR="004828AC" w:rsidRPr="00A81A33">
        <w:t>, pokud vznesené požadavky nejsou v rozporu obecně závaznými právními p</w:t>
      </w:r>
      <w:r w:rsidR="009F73DD" w:rsidRPr="00A81A33">
        <w:t xml:space="preserve">ředpisy a/nebo touto smlouvou. </w:t>
      </w:r>
    </w:p>
    <w:p w:rsidR="00F81353" w:rsidRPr="00CC64D4" w:rsidRDefault="00E451C5" w:rsidP="00C33A43">
      <w:pPr>
        <w:pStyle w:val="Nadpis2"/>
      </w:pPr>
      <w:r w:rsidRPr="00A81A33">
        <w:t xml:space="preserve">Smluvní strany </w:t>
      </w:r>
      <w:r w:rsidR="00F81353" w:rsidRPr="00A81A33">
        <w:t>se zavazuj</w:t>
      </w:r>
      <w:r w:rsidRPr="00A81A33">
        <w:t>í</w:t>
      </w:r>
      <w:r w:rsidR="00F81353" w:rsidRPr="00A81A33">
        <w:t xml:space="preserve"> po dobu trvání této smlouvy předávat každoročně </w:t>
      </w:r>
      <w:r w:rsidRPr="00A81A33">
        <w:t xml:space="preserve">druhé smluvní straně </w:t>
      </w:r>
      <w:r w:rsidR="00F81353" w:rsidRPr="00A81A33">
        <w:t xml:space="preserve">finanční výkazy za uplynulý kalendářní rok (rozvahu v plném rozsahu, výkaz zisků a ztrát v plném rozsahu a přehled o peněžních tocích v plném rozsahu, zpracovávají-li se), a to do </w:t>
      </w:r>
      <w:r w:rsidR="005F20DE" w:rsidRPr="00A81A33">
        <w:t>[10]</w:t>
      </w:r>
      <w:r w:rsidR="00F81353" w:rsidRPr="00A81A33">
        <w:t xml:space="preserve"> dnů od jejich vyhotovení</w:t>
      </w:r>
      <w:r w:rsidR="00F81353" w:rsidRPr="00CC64D4">
        <w:t>, nejpozději však v den povinnosti</w:t>
      </w:r>
      <w:r w:rsidR="00E02934" w:rsidRPr="00CC64D4">
        <w:t xml:space="preserve"> </w:t>
      </w:r>
      <w:r w:rsidR="00F81353" w:rsidRPr="00CC64D4">
        <w:t>podat přiznání daně z příjmů právnických osob.</w:t>
      </w:r>
    </w:p>
    <w:p w:rsidR="00F81353" w:rsidRPr="00CC64D4" w:rsidRDefault="00F81353" w:rsidP="002F2917">
      <w:pPr>
        <w:pStyle w:val="Nadpis1"/>
      </w:pPr>
      <w:r w:rsidRPr="00CC64D4">
        <w:rPr>
          <w:b w:val="0"/>
        </w:rPr>
        <w:br/>
      </w:r>
      <w:bookmarkStart w:id="147" w:name="_Toc469898833"/>
      <w:bookmarkStart w:id="148" w:name="_Toc326522991"/>
      <w:r w:rsidR="00961E3D" w:rsidRPr="00CC64D4">
        <w:t>Ochrana informací a o</w:t>
      </w:r>
      <w:r w:rsidR="008558DD" w:rsidRPr="00CC64D4">
        <w:t>bchodní tajemství</w:t>
      </w:r>
      <w:bookmarkEnd w:id="147"/>
      <w:r w:rsidR="008558DD" w:rsidRPr="00CC64D4">
        <w:t xml:space="preserve"> </w:t>
      </w:r>
      <w:bookmarkEnd w:id="148"/>
    </w:p>
    <w:p w:rsidR="00272371" w:rsidRPr="005666B5" w:rsidRDefault="00737E8C" w:rsidP="00C33A43">
      <w:pPr>
        <w:pStyle w:val="Nadpis2"/>
      </w:pPr>
      <w:r w:rsidRPr="00737E8C">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t>)</w:t>
      </w:r>
      <w:r w:rsidRPr="00737E8C">
        <w:t xml:space="preserve">. </w:t>
      </w:r>
    </w:p>
    <w:p w:rsidR="00272371" w:rsidRPr="00CC64D4" w:rsidRDefault="00961E3D" w:rsidP="00AC3DA3">
      <w:pPr>
        <w:pStyle w:val="Nadpis2"/>
      </w:pPr>
      <w:r w:rsidRPr="00CC64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t>přiměřenou</w:t>
      </w:r>
      <w:r w:rsidR="00543115">
        <w:t xml:space="preserve"> </w:t>
      </w:r>
      <w:r w:rsidRPr="00CC64D4">
        <w:t>součinnost.</w:t>
      </w:r>
      <w:r w:rsidR="00894B39" w:rsidRPr="00CC64D4">
        <w:t xml:space="preserve"> ESCO se</w:t>
      </w:r>
      <w:r w:rsidR="00C8667A" w:rsidRPr="00CC64D4">
        <w:t xml:space="preserve"> v této souvislosti</w:t>
      </w:r>
      <w:r w:rsidR="00894B39" w:rsidRPr="00CC64D4">
        <w:t xml:space="preserve"> zavazuje </w:t>
      </w:r>
      <w:r w:rsidR="00AC3DA3" w:rsidRPr="00CC64D4">
        <w:t>umožnit provedení kontroly všech dokladů, zejména pak účetních dokladů, souvisejících s realizací projektu, a to po dobu stanovenou právními předpisy ČR k její archivaci.</w:t>
      </w:r>
    </w:p>
    <w:p w:rsidR="00272371" w:rsidRPr="00CC64D4" w:rsidRDefault="00461C1A" w:rsidP="00C33A43">
      <w:pPr>
        <w:pStyle w:val="Nadpis2"/>
      </w:pPr>
      <w:bookmarkStart w:id="149" w:name="_Ref330840494"/>
      <w:r w:rsidRPr="00CC64D4">
        <w:t>Smluvní strany tímto výslovně potvrzují a zavazují se, že veškeré skutečnosti uvedené v příloze č.</w:t>
      </w:r>
      <w:r w:rsidR="002B1FDB" w:rsidRPr="00CC64D4">
        <w:t> </w:t>
      </w:r>
      <w:r w:rsidR="00B24712" w:rsidRPr="00CC64D4">
        <w:t>2</w:t>
      </w:r>
      <w:r w:rsidR="00F430C0" w:rsidRPr="00CC64D4">
        <w:t xml:space="preserve"> a 6</w:t>
      </w:r>
      <w:r w:rsidRPr="00CC64D4">
        <w:t xml:space="preserve"> představující zejména popisy nebo části popisů technologických procesů a vzorců, technických vzorců a technického know-how, </w:t>
      </w:r>
      <w:r w:rsidR="00F430C0" w:rsidRPr="00CC64D4">
        <w:t xml:space="preserve">individuální údaje, </w:t>
      </w:r>
      <w:r w:rsidRPr="00CC64D4">
        <w:t>informace o provozních metodách, procedurách a pracovních postupech tvoří součást obchodního tajemství ESCO (dále jen „</w:t>
      </w:r>
      <w:r w:rsidRPr="00CC64D4">
        <w:rPr>
          <w:b/>
        </w:rPr>
        <w:t>obchodní tajemství ESCO</w:t>
      </w:r>
      <w:r w:rsidRPr="00CC64D4">
        <w:t xml:space="preserve">“) a podléhá ochraně příslušných ustanovení </w:t>
      </w:r>
      <w:r w:rsidR="000E41C4" w:rsidRPr="00CC64D4">
        <w:t>ob</w:t>
      </w:r>
      <w:r w:rsidR="00557199" w:rsidRPr="00CC64D4">
        <w:t>čanského</w:t>
      </w:r>
      <w:r w:rsidR="00F40874" w:rsidRPr="00CC64D4">
        <w:t xml:space="preserve"> </w:t>
      </w:r>
      <w:r w:rsidR="000E41C4" w:rsidRPr="00CC64D4">
        <w:t xml:space="preserve">zákoníku, </w:t>
      </w:r>
      <w:r w:rsidRPr="00CC64D4">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CC64D4">
        <w:t xml:space="preserve">ze strany </w:t>
      </w:r>
      <w:r w:rsidRPr="00CC64D4">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CC64D4">
        <w:t xml:space="preserve"> či zveřejnit</w:t>
      </w:r>
      <w:r w:rsidRPr="00CC64D4">
        <w:t>. Klient se zavazuje zajistit po dobu trvání této smlouvy, aby se obchodní tajemství a/nebo její část a/nebo informace v něm obsažená nedostala do dispoziční sféry třetí osoby</w:t>
      </w:r>
      <w:r w:rsidR="00593BE4" w:rsidRPr="00CC64D4">
        <w:t xml:space="preserve"> či osob</w:t>
      </w:r>
      <w:r w:rsidRPr="00CC64D4">
        <w:t xml:space="preserve"> bez předchozího souhlasu ESCO.</w:t>
      </w:r>
      <w:bookmarkEnd w:id="149"/>
      <w:r w:rsidR="004C3EA1" w:rsidRPr="00CC64D4">
        <w:t xml:space="preserve"> </w:t>
      </w:r>
    </w:p>
    <w:p w:rsidR="00F81353" w:rsidRPr="00CC64D4" w:rsidRDefault="00F81353" w:rsidP="00C33A43">
      <w:pPr>
        <w:pStyle w:val="Nadpis2"/>
      </w:pPr>
      <w:r w:rsidRPr="00CC64D4">
        <w:t xml:space="preserve">Smluvní strany se dohodly, že tímto </w:t>
      </w:r>
      <w:r w:rsidR="00BF28D1" w:rsidRPr="00CC64D4">
        <w:t xml:space="preserve">Článkem </w:t>
      </w:r>
      <w:r w:rsidRPr="00CC64D4">
        <w:t>není dotčeno právo ESCO zveřejnit výsledky dosažených úspor s nezbytnými údaji o Klientovi, výchozím stavu a provedených opatření při své prezentaci</w:t>
      </w:r>
      <w:r w:rsidR="00D975AA" w:rsidRPr="00CC64D4">
        <w:t>/</w:t>
      </w:r>
      <w:r w:rsidR="00C76078" w:rsidRPr="00CC64D4">
        <w:t>r</w:t>
      </w:r>
      <w:r w:rsidR="00286238" w:rsidRPr="00CC64D4">
        <w:t>e</w:t>
      </w:r>
      <w:r w:rsidR="00C76078" w:rsidRPr="00CC64D4">
        <w:t>klamě</w:t>
      </w:r>
      <w:r w:rsidRPr="00CC64D4">
        <w:t xml:space="preserve"> (tiskové konference, prezentační materiály, výroční zprávy, odborné publikace, reklama apod.) a při propagaci meto</w:t>
      </w:r>
      <w:r w:rsidR="00AE79F3" w:rsidRPr="00CC64D4">
        <w:t>dy EPC.</w:t>
      </w:r>
      <w:r w:rsidR="00336107" w:rsidRPr="00CC64D4">
        <w:t xml:space="preserve"> ESCO je rovněž oprávněna</w:t>
      </w:r>
      <w:r w:rsidRPr="00CC64D4">
        <w:t xml:space="preserve"> umožnit zveřejnění těchto údajů za stejným účelem svým subdodavatelům.</w:t>
      </w:r>
    </w:p>
    <w:p w:rsidR="00F81353" w:rsidRPr="00CC64D4" w:rsidRDefault="00F81353">
      <w:pPr>
        <w:pStyle w:val="Nadpis1"/>
      </w:pPr>
      <w:r w:rsidRPr="00CC64D4">
        <w:rPr>
          <w:b w:val="0"/>
        </w:rPr>
        <w:br/>
      </w:r>
      <w:bookmarkStart w:id="150" w:name="_Toc326522992"/>
      <w:bookmarkStart w:id="151" w:name="_Toc469898834"/>
      <w:r w:rsidRPr="00CC64D4">
        <w:t>Komunikace</w:t>
      </w:r>
      <w:bookmarkEnd w:id="150"/>
      <w:bookmarkEnd w:id="151"/>
    </w:p>
    <w:p w:rsidR="00F81353" w:rsidRPr="00CC64D4" w:rsidRDefault="00F81353" w:rsidP="00C33A43">
      <w:pPr>
        <w:pStyle w:val="Nadpis2"/>
      </w:pPr>
      <w:r w:rsidRPr="00CC64D4">
        <w:t xml:space="preserve">Všechna oznámení mezi smluvními stranami musí být učiněna v písemné podobě a druhé </w:t>
      </w:r>
      <w:r w:rsidR="00502E44" w:rsidRPr="00CC64D4">
        <w:t>smluvní</w:t>
      </w:r>
      <w:r w:rsidR="00185994" w:rsidRPr="00CC64D4">
        <w:t xml:space="preserve"> </w:t>
      </w:r>
      <w:r w:rsidRPr="00CC64D4">
        <w:t>straně doručena dle</w:t>
      </w:r>
      <w:r w:rsidR="00FA44A1" w:rsidRPr="00CC64D4">
        <w:t xml:space="preserve"> </w:t>
      </w:r>
      <w:r w:rsidR="00737E8C">
        <w:fldChar w:fldCharType="begin"/>
      </w:r>
      <w:r w:rsidR="008973B0">
        <w:instrText xml:space="preserve"> REF _Ref73948445 \w \h  \* MERGEFORMAT </w:instrText>
      </w:r>
      <w:r w:rsidR="00737E8C">
        <w:fldChar w:fldCharType="separate"/>
      </w:r>
      <w:r w:rsidR="00701B27">
        <w:t>Článek 29.2</w:t>
      </w:r>
      <w:r w:rsidR="00737E8C">
        <w:fldChar w:fldCharType="end"/>
      </w:r>
      <w:r w:rsidR="00D82C92" w:rsidRPr="00CC64D4">
        <w:t xml:space="preserve"> a násl. Smluvní strany si sjednávají, že je možné činit oznámení taktéž v elektronické podobě, není-li ve smlouvě vyžadována písemná podoba nebo se tak smluvní strany dohodnou.</w:t>
      </w:r>
    </w:p>
    <w:p w:rsidR="00F81353" w:rsidRPr="00CC64D4" w:rsidRDefault="00D82C92" w:rsidP="00C33A43">
      <w:pPr>
        <w:pStyle w:val="Nadpis2"/>
      </w:pPr>
      <w:bookmarkStart w:id="152" w:name="_Ref73948445"/>
      <w:r w:rsidRPr="00CC64D4">
        <w:t xml:space="preserve">Písemnost se považuje za doručenou také dnem, kdy </w:t>
      </w:r>
      <w:r w:rsidR="00502E44" w:rsidRPr="00CC64D4">
        <w:t>ji druhá smluvní strana</w:t>
      </w:r>
      <w:r w:rsidR="00C76078" w:rsidRPr="00CC64D4">
        <w:t xml:space="preserve"> odmítne převzít nebo dnem, kdy se vrátí zpět </w:t>
      </w:r>
      <w:r w:rsidR="001D3FDC" w:rsidRPr="00CC64D4">
        <w:t xml:space="preserve">smluvní </w:t>
      </w:r>
      <w:r w:rsidR="00C76078" w:rsidRPr="00CC64D4">
        <w:t>straně, kter</w:t>
      </w:r>
      <w:r w:rsidR="00185994" w:rsidRPr="00CC64D4">
        <w:t>á</w:t>
      </w:r>
      <w:r w:rsidR="00C76078" w:rsidRPr="00CC64D4">
        <w:t xml:space="preserve"> jej odesílala, jako nedoručená.</w:t>
      </w:r>
      <w:bookmarkEnd w:id="152"/>
      <w:r w:rsidR="00C76078" w:rsidRPr="00CC64D4">
        <w:t xml:space="preserve"> </w:t>
      </w:r>
    </w:p>
    <w:p w:rsidR="00F81353" w:rsidRPr="00CC64D4" w:rsidRDefault="00F81353" w:rsidP="00C33A43">
      <w:pPr>
        <w:pStyle w:val="Nadpis2"/>
      </w:pPr>
      <w:r w:rsidRPr="00CC64D4">
        <w:t xml:space="preserve">Smluvní strany se zavazují, že v případě změny adresy svého sídla nebo své korespondenční adresy uvedené v záhlaví této smlouvy budou o této změně druhou smluvní stranu informovat </w:t>
      </w:r>
      <w:r w:rsidRPr="00A81A33">
        <w:t xml:space="preserve">nejpozději do </w:t>
      </w:r>
      <w:r w:rsidR="00D0603C" w:rsidRPr="00A81A33">
        <w:t>[3]</w:t>
      </w:r>
      <w:r w:rsidRPr="00A81A33">
        <w:t xml:space="preserve"> pracovních</w:t>
      </w:r>
      <w:r w:rsidRPr="00CC64D4">
        <w:t xml:space="preserve"> dnů.</w:t>
      </w:r>
    </w:p>
    <w:p w:rsidR="00F81353" w:rsidRPr="00CC64D4" w:rsidRDefault="00F81353">
      <w:pPr>
        <w:pStyle w:val="Nadpis1"/>
      </w:pPr>
      <w:r w:rsidRPr="00CC64D4">
        <w:br/>
      </w:r>
      <w:bookmarkStart w:id="153" w:name="_Toc326522993"/>
      <w:bookmarkStart w:id="154" w:name="_Toc469898835"/>
      <w:r w:rsidRPr="00CC64D4">
        <w:t>Oprávněné osoby</w:t>
      </w:r>
      <w:bookmarkEnd w:id="153"/>
      <w:bookmarkEnd w:id="154"/>
    </w:p>
    <w:p w:rsidR="00F81353" w:rsidRPr="00CC64D4" w:rsidRDefault="00F81353" w:rsidP="00C33A43">
      <w:pPr>
        <w:pStyle w:val="Nadpis2"/>
      </w:pPr>
      <w:bookmarkStart w:id="155" w:name="_Ref330840514"/>
      <w:r w:rsidRPr="00CC64D4">
        <w:t>Každá ze smluvních stran se zavazuje jmenovat osoby oprávněné ji zastupovat ve (i) smluvních a obchodních záležitostech, (ii) technických a provozních záležitostech</w:t>
      </w:r>
      <w:r w:rsidR="008351D9" w:rsidRPr="00CC64D4">
        <w:t xml:space="preserve"> (vedoucí projektu, stavbyvedoucí atd.)</w:t>
      </w:r>
      <w:r w:rsidRPr="00CC64D4">
        <w:t xml:space="preserve"> a (iii) fakturačních věcech (dále jen „</w:t>
      </w:r>
      <w:r w:rsidRPr="00CC64D4">
        <w:rPr>
          <w:b/>
        </w:rPr>
        <w:t>oprávněné osoby</w:t>
      </w:r>
      <w:r w:rsidRPr="00CC64D4">
        <w:t>“).</w:t>
      </w:r>
      <w:bookmarkEnd w:id="155"/>
      <w:r w:rsidRPr="00CC64D4">
        <w:t xml:space="preserve"> </w:t>
      </w:r>
    </w:p>
    <w:p w:rsidR="00F81353" w:rsidRPr="00CC64D4" w:rsidRDefault="00F81353" w:rsidP="00C33A43">
      <w:pPr>
        <w:pStyle w:val="Nadpis2"/>
      </w:pPr>
      <w:r w:rsidRPr="00CC64D4">
        <w:t xml:space="preserve">Jména prvních oprávněných osob jsou uvedena v příloze </w:t>
      </w:r>
      <w:hyperlink w:anchor="appendix3" w:history="1">
        <w:r w:rsidRPr="00CC64D4">
          <w:t>č.</w:t>
        </w:r>
      </w:hyperlink>
      <w:r w:rsidR="001E4171" w:rsidRPr="00CC64D4">
        <w:t> </w:t>
      </w:r>
      <w:r w:rsidR="00B24712" w:rsidRPr="00CC64D4">
        <w:t>8</w:t>
      </w:r>
      <w:r w:rsidRPr="00CC64D4">
        <w:t xml:space="preserve">. Smluvní strany jsou oprávněny provést změnu v oprávněných osobách; vůči druhé smluvní straně je taková změna účinná ode dne, kdy je jí písemně oznámena. </w:t>
      </w:r>
    </w:p>
    <w:p w:rsidR="00F81353" w:rsidRPr="00CC64D4" w:rsidRDefault="00F81353">
      <w:pPr>
        <w:pStyle w:val="Nadpis1"/>
      </w:pPr>
      <w:r w:rsidRPr="00CC64D4">
        <w:rPr>
          <w:b w:val="0"/>
        </w:rPr>
        <w:br/>
      </w:r>
      <w:bookmarkStart w:id="156" w:name="_Toc326522994"/>
      <w:bookmarkStart w:id="157" w:name="_Toc469898836"/>
      <w:r w:rsidRPr="00CC64D4">
        <w:t>Právo užití</w:t>
      </w:r>
      <w:bookmarkEnd w:id="156"/>
      <w:bookmarkEnd w:id="157"/>
    </w:p>
    <w:p w:rsidR="000E4778" w:rsidRPr="00CC64D4" w:rsidRDefault="00F81353" w:rsidP="00C33A43">
      <w:pPr>
        <w:pStyle w:val="Nadpis2"/>
      </w:pPr>
      <w:r w:rsidRPr="00CC64D4">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CC64D4">
        <w:t>O případných omezeních je</w:t>
      </w:r>
      <w:r w:rsidR="00AC1251" w:rsidRPr="00CC64D4">
        <w:t xml:space="preserve"> Klient povinen informovat ESCO bez zbytečného odkladu. </w:t>
      </w:r>
    </w:p>
    <w:p w:rsidR="00F81353" w:rsidRPr="00CC64D4" w:rsidRDefault="00F81353">
      <w:pPr>
        <w:pStyle w:val="Nadpis1"/>
      </w:pPr>
      <w:r w:rsidRPr="00CC64D4">
        <w:rPr>
          <w:b w:val="0"/>
        </w:rPr>
        <w:br/>
      </w:r>
      <w:bookmarkStart w:id="158" w:name="_Toc326522995"/>
      <w:bookmarkStart w:id="159" w:name="_Toc469898837"/>
      <w:r w:rsidRPr="00CC64D4">
        <w:t>Pojištění</w:t>
      </w:r>
      <w:bookmarkEnd w:id="158"/>
      <w:bookmarkEnd w:id="159"/>
    </w:p>
    <w:p w:rsidR="00F81353" w:rsidRPr="00CC64D4" w:rsidRDefault="00F81353" w:rsidP="00C33A43">
      <w:pPr>
        <w:pStyle w:val="Nadpis2"/>
      </w:pPr>
      <w:r w:rsidRPr="00CC64D4">
        <w:t>Klient prohlašuje, že objekty a v nich umístěná zařízení jsou řádně pojištěny proti živelným pohromám. Klient se zavazuje po předání změnit pojištění způsobem odpovídajícím změnám provedeným v objektech či zařízení</w:t>
      </w:r>
      <w:r w:rsidR="00D975AA" w:rsidRPr="00CC64D4">
        <w:t>ch</w:t>
      </w:r>
      <w:r w:rsidRPr="00CC64D4">
        <w:t xml:space="preserve"> nebo energetickém systému. Klient se zavazuje pojištění udržovat po celou dobu trvání této smlouvy a v případě pojistné události pojistné plnění po dohodě s ESCO použít k obnově poškozených nebo zničených věcí. </w:t>
      </w:r>
    </w:p>
    <w:p w:rsidR="00E451C5" w:rsidRPr="00A81A33" w:rsidRDefault="00F81353" w:rsidP="00D82097">
      <w:pPr>
        <w:pStyle w:val="Nadpis2"/>
      </w:pPr>
      <w:bookmarkStart w:id="160" w:name="_Ref20157027"/>
      <w:r w:rsidRPr="00CC64D4">
        <w:t>ESCO je povinn</w:t>
      </w:r>
      <w:r w:rsidR="00336107" w:rsidRPr="00CC64D4">
        <w:t>a</w:t>
      </w:r>
      <w:r w:rsidRPr="00CC64D4">
        <w:t xml:space="preserve"> </w:t>
      </w:r>
      <w:r w:rsidR="00185994" w:rsidRPr="00CC64D4">
        <w:t>mít sjednané pojištění</w:t>
      </w:r>
      <w:r w:rsidRPr="00CC64D4">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0"/>
      <w:r w:rsidRPr="00CC64D4">
        <w:t xml:space="preserve"> po dobu </w:t>
      </w:r>
      <w:r w:rsidR="00865073">
        <w:t xml:space="preserve">provádění </w:t>
      </w:r>
      <w:r w:rsidR="006E33DA">
        <w:t xml:space="preserve">investičních </w:t>
      </w:r>
      <w:r w:rsidR="00865073" w:rsidRPr="00A81A33">
        <w:t>opatření</w:t>
      </w:r>
      <w:r w:rsidRPr="00A81A33">
        <w:t>.</w:t>
      </w:r>
    </w:p>
    <w:p w:rsidR="00F81353" w:rsidRPr="00CC64D4" w:rsidRDefault="00185994" w:rsidP="00C33A43">
      <w:pPr>
        <w:pStyle w:val="Nadpis2"/>
      </w:pPr>
      <w:bookmarkStart w:id="161" w:name="_Ref34895491"/>
      <w:r w:rsidRPr="00A81A33">
        <w:t xml:space="preserve">Každá ze smluvních stran je povinna na základě žádosti druhé smluvní strany doložit do </w:t>
      </w:r>
      <w:r w:rsidR="00D82097" w:rsidRPr="00A81A33">
        <w:t>[</w:t>
      </w:r>
      <w:r w:rsidR="00A81A33" w:rsidRPr="00A81A33">
        <w:t>10</w:t>
      </w:r>
      <w:r w:rsidR="00D82097" w:rsidRPr="00A81A33">
        <w:t>]</w:t>
      </w:r>
      <w:r w:rsidR="007D4E61" w:rsidRPr="00A81A33">
        <w:t xml:space="preserve"> </w:t>
      </w:r>
      <w:r w:rsidRPr="00A81A33">
        <w:t>pracovních</w:t>
      </w:r>
      <w:r w:rsidRPr="00CC64D4">
        <w:t xml:space="preserve"> dnů od doručení této žádosti, že splnila povinnost pojistit se v rozsahu stanoveném v tomto</w:t>
      </w:r>
      <w:bookmarkEnd w:id="161"/>
      <w:r w:rsidRPr="00CC64D4">
        <w:t xml:space="preserve"> </w:t>
      </w:r>
      <w:r w:rsidR="00AD5C5C" w:rsidRPr="00CC64D4">
        <w:t>Článku</w:t>
      </w:r>
      <w:r w:rsidRPr="00CC64D4">
        <w:t>.</w:t>
      </w:r>
    </w:p>
    <w:p w:rsidR="00F81353" w:rsidRPr="00CC64D4" w:rsidRDefault="00F81353">
      <w:pPr>
        <w:pStyle w:val="Nadpis1"/>
        <w:tabs>
          <w:tab w:val="num" w:pos="0"/>
        </w:tabs>
        <w:spacing w:before="480" w:line="240" w:lineRule="auto"/>
      </w:pPr>
      <w:bookmarkStart w:id="162" w:name="_Toc176162555"/>
      <w:r w:rsidRPr="00CC64D4">
        <w:rPr>
          <w:b w:val="0"/>
        </w:rPr>
        <w:br/>
      </w:r>
      <w:bookmarkStart w:id="163" w:name="_Toc326522996"/>
      <w:bookmarkStart w:id="164" w:name="_Toc469898838"/>
      <w:r w:rsidRPr="00CC64D4">
        <w:t>Postoupení pohledávek</w:t>
      </w:r>
      <w:bookmarkEnd w:id="162"/>
      <w:bookmarkEnd w:id="163"/>
      <w:bookmarkEnd w:id="164"/>
    </w:p>
    <w:p w:rsidR="001E4171" w:rsidRPr="00CC64D4" w:rsidRDefault="001E4171" w:rsidP="00C33A43">
      <w:pPr>
        <w:pStyle w:val="Nadpis2"/>
      </w:pPr>
      <w:r w:rsidRPr="00CC64D4">
        <w:t xml:space="preserve">Klient výslovně souhlasí s tím, že ESCO je oprávněna postoupit pohledávku za Klientem z titulu ceny za provedení </w:t>
      </w:r>
      <w:r w:rsidR="00502E44" w:rsidRPr="00CC64D4">
        <w:t>příslušných</w:t>
      </w:r>
      <w:r w:rsidR="003D0D15" w:rsidRPr="00CC64D4">
        <w:t xml:space="preserve"> </w:t>
      </w:r>
      <w:r w:rsidRPr="00CC64D4">
        <w:t>opatření spolu s </w:t>
      </w:r>
      <w:r w:rsidR="00ED7283" w:rsidRPr="00CC64D4">
        <w:t>příslušenstvím</w:t>
      </w:r>
      <w:r w:rsidRPr="00CC64D4">
        <w:t xml:space="preserve"> </w:t>
      </w:r>
      <w:r w:rsidR="00502E44" w:rsidRPr="00CC64D4">
        <w:t xml:space="preserve">na subjekt odlišný od </w:t>
      </w:r>
      <w:r w:rsidR="00584748" w:rsidRPr="00CC64D4">
        <w:t>smluvních stran</w:t>
      </w:r>
      <w:r w:rsidR="00AE79F3" w:rsidRPr="00CC64D4">
        <w:t>, a to</w:t>
      </w:r>
      <w:r w:rsidR="00584748" w:rsidRPr="00CC64D4">
        <w:t xml:space="preserve"> </w:t>
      </w:r>
      <w:r w:rsidR="00AE79F3" w:rsidRPr="00CC64D4">
        <w:t xml:space="preserve">nejdříve poté, co dojde </w:t>
      </w:r>
      <w:r w:rsidRPr="00CC64D4">
        <w:t>k</w:t>
      </w:r>
      <w:r w:rsidR="00AE79F3" w:rsidRPr="00CC64D4">
        <w:t xml:space="preserve"> provedení </w:t>
      </w:r>
      <w:r w:rsidR="005A6B8D" w:rsidRPr="00CC64D4">
        <w:t xml:space="preserve">příslušných </w:t>
      </w:r>
      <w:r w:rsidR="00AE79F3" w:rsidRPr="00CC64D4">
        <w:t xml:space="preserve">opatření za podmínek </w:t>
      </w:r>
      <w:r w:rsidR="00F55DD3" w:rsidRPr="00CC64D4">
        <w:t>dle této smlouvy</w:t>
      </w:r>
      <w:r w:rsidR="00AE79F3" w:rsidRPr="00CC64D4">
        <w:t>.</w:t>
      </w:r>
      <w:r w:rsidR="003E7AFA" w:rsidRPr="00CC64D4">
        <w:t xml:space="preserve"> </w:t>
      </w:r>
    </w:p>
    <w:p w:rsidR="00F81353" w:rsidRPr="00CC64D4" w:rsidRDefault="00F81353">
      <w:pPr>
        <w:pStyle w:val="Nadpis1"/>
      </w:pPr>
      <w:r w:rsidRPr="00CC64D4">
        <w:rPr>
          <w:b w:val="0"/>
        </w:rPr>
        <w:br/>
      </w:r>
      <w:bookmarkStart w:id="165" w:name="_Toc326522997"/>
      <w:bookmarkStart w:id="166" w:name="_Toc469898839"/>
      <w:r w:rsidRPr="00CC64D4">
        <w:t>Vyšší moc</w:t>
      </w:r>
      <w:bookmarkEnd w:id="165"/>
      <w:bookmarkEnd w:id="166"/>
    </w:p>
    <w:p w:rsidR="00F81353" w:rsidRPr="00CC64D4" w:rsidRDefault="00F81353" w:rsidP="00C33A43">
      <w:pPr>
        <w:pStyle w:val="Nadpis2"/>
      </w:pPr>
      <w:r w:rsidRPr="00CC64D4">
        <w:rPr>
          <w:szCs w:val="20"/>
        </w:rPr>
        <w:t>Žádná</w:t>
      </w:r>
      <w:r w:rsidRPr="00CC64D4">
        <w:t xml:space="preserve"> ze smluvních stran není odpovědna za prodlení s plněním závazků stanovených touto smlouvou, pokud bylo způsobeno okolnostmi vylučujícími odpovědnost (dále jen „</w:t>
      </w:r>
      <w:r w:rsidRPr="00CC64D4">
        <w:rPr>
          <w:b/>
        </w:rPr>
        <w:t>vyšší moc</w:t>
      </w:r>
      <w:r w:rsidRPr="00CC64D4">
        <w:t>“).</w:t>
      </w:r>
    </w:p>
    <w:p w:rsidR="00185994" w:rsidRPr="00CC64D4" w:rsidRDefault="00185994" w:rsidP="00C33A43">
      <w:pPr>
        <w:pStyle w:val="Nadpis2"/>
      </w:pPr>
      <w:r w:rsidRPr="00CC64D4">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rsidR="00F81353" w:rsidRPr="00CC64D4" w:rsidRDefault="00F81353" w:rsidP="00C33A43">
      <w:pPr>
        <w:pStyle w:val="Nadpis2"/>
      </w:pPr>
      <w:r w:rsidRPr="00CC64D4">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rsidR="00F81353" w:rsidRPr="00CC64D4" w:rsidRDefault="00F81353" w:rsidP="00C33A43">
      <w:pPr>
        <w:pStyle w:val="Nadpis2"/>
      </w:pPr>
      <w:r w:rsidRPr="00CC64D4">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rsidR="00F81353" w:rsidRPr="00CC64D4" w:rsidRDefault="00F81353">
      <w:pPr>
        <w:pStyle w:val="Nadpis1"/>
      </w:pPr>
      <w:r w:rsidRPr="00CC64D4">
        <w:rPr>
          <w:b w:val="0"/>
        </w:rPr>
        <w:br/>
      </w:r>
      <w:bookmarkStart w:id="167" w:name="_Toc326522998"/>
      <w:bookmarkStart w:id="168" w:name="_Toc469898840"/>
      <w:r w:rsidRPr="00CC64D4">
        <w:t>Náhrada škody</w:t>
      </w:r>
      <w:bookmarkEnd w:id="167"/>
      <w:bookmarkEnd w:id="168"/>
    </w:p>
    <w:p w:rsidR="00F81353" w:rsidRPr="00CC64D4" w:rsidRDefault="00F81353" w:rsidP="00C33A43">
      <w:pPr>
        <w:pStyle w:val="Nadpis2"/>
      </w:pPr>
      <w:r w:rsidRPr="00CC64D4">
        <w:t>Smluvní strany odpov</w:t>
      </w:r>
      <w:r w:rsidR="00185994" w:rsidRPr="00CC64D4">
        <w:t>ídají</w:t>
      </w:r>
      <w:r w:rsidRPr="00CC64D4">
        <w:t xml:space="preserve"> za škodu způsobenou druhé smluvní straně porušením smluvních nebo zákonných povinnosti. </w:t>
      </w:r>
    </w:p>
    <w:p w:rsidR="00F81353" w:rsidRPr="00CC64D4" w:rsidRDefault="00F81353" w:rsidP="00C33A43">
      <w:pPr>
        <w:pStyle w:val="Nadpis2"/>
      </w:pPr>
      <w:r w:rsidRPr="00CC64D4">
        <w:t>Smluvní strany se zavazují předcházet škodám a minimalizovat vzniklé škody.</w:t>
      </w:r>
    </w:p>
    <w:p w:rsidR="00F81353" w:rsidRPr="00CC64D4" w:rsidRDefault="00F81353" w:rsidP="00C33A43">
      <w:pPr>
        <w:pStyle w:val="Nadpis2"/>
      </w:pPr>
      <w:r w:rsidRPr="00CC64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rsidR="00E451C5" w:rsidRPr="00CC64D4" w:rsidRDefault="00E451C5" w:rsidP="00E451C5">
      <w:pPr>
        <w:pStyle w:val="Nadpis2"/>
        <w:tabs>
          <w:tab w:val="num" w:pos="397"/>
        </w:tabs>
        <w:spacing w:line="240" w:lineRule="auto"/>
      </w:pPr>
      <w:r w:rsidRPr="00CC64D4">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rsidR="00F81353" w:rsidRPr="00CC64D4" w:rsidRDefault="00F81353" w:rsidP="00C33A43">
      <w:pPr>
        <w:pStyle w:val="Nadpis2"/>
      </w:pPr>
      <w:r w:rsidRPr="00CC64D4">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rsidR="00AC63E7" w:rsidRPr="00CC64D4" w:rsidRDefault="003C2DDE" w:rsidP="00561DB4">
      <w:pPr>
        <w:pStyle w:val="Nadpis2"/>
      </w:pPr>
      <w:r w:rsidRPr="00CC64D4">
        <w:t>Smluvní strany se dohodly, že se ustanovení § 1971 občanského zákoníku nepoužije.</w:t>
      </w:r>
    </w:p>
    <w:p w:rsidR="00F81353" w:rsidRPr="00CC64D4" w:rsidRDefault="00F81353" w:rsidP="00E27556">
      <w:pPr>
        <w:pStyle w:val="Nadpis1"/>
      </w:pPr>
      <w:r w:rsidRPr="00CC64D4">
        <w:rPr>
          <w:b w:val="0"/>
        </w:rPr>
        <w:br/>
      </w:r>
      <w:bookmarkStart w:id="169" w:name="_Toc326522999"/>
      <w:bookmarkStart w:id="170" w:name="_Toc469898841"/>
      <w:r w:rsidR="008C612A">
        <w:t>Pod</w:t>
      </w:r>
      <w:r w:rsidR="00E27556" w:rsidRPr="00CC64D4">
        <w:t>dodávky</w:t>
      </w:r>
      <w:bookmarkEnd w:id="169"/>
      <w:bookmarkEnd w:id="170"/>
    </w:p>
    <w:p w:rsidR="00C91B24" w:rsidRPr="008C612A" w:rsidRDefault="00737E8C" w:rsidP="00C91B24">
      <w:pPr>
        <w:pStyle w:val="Nadpis2"/>
      </w:pPr>
      <w:r w:rsidRPr="00737E8C">
        <w:t xml:space="preserve">ESCO je oprávněna k plnění této smlouvy používat bez dalšího třetí osoby. Seznam </w:t>
      </w:r>
      <w:r w:rsidR="008E0EEA">
        <w:t>pod</w:t>
      </w:r>
      <w:r w:rsidRPr="00737E8C">
        <w:t xml:space="preserve">dodavatelů, jejichž podíl na ceně za provedení opatření přesahuje 10 % je uveden v příloze č. 9. Změny v tomto seznamu je ESCO povinna předložit Klientovi k odsouhlasení. ESCO plně odpovídá za plnění prováděná </w:t>
      </w:r>
      <w:r w:rsidR="008E0EEA">
        <w:t>pod</w:t>
      </w:r>
      <w:r w:rsidRPr="00737E8C">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t>pod</w:t>
      </w:r>
      <w:r w:rsidRPr="00737E8C">
        <w:t xml:space="preserve">dodavatelů veškerých stavebních prací, pokud jí byli známi. ESCO se zavazuje identifikovat </w:t>
      </w:r>
      <w:r w:rsidR="008E0EEA">
        <w:t>pod</w:t>
      </w:r>
      <w:r w:rsidRPr="00737E8C">
        <w:t>dodavatele, kteří nebyli identifikováni podle předchozí věty tohoto odstavce ani nebyli uvedeni v příloze č. 9 smlouvy</w:t>
      </w:r>
      <w:r w:rsidRPr="00737E8C">
        <w:rPr>
          <w:smallCaps/>
        </w:rPr>
        <w:t>,</w:t>
      </w:r>
      <w:r w:rsidRPr="00737E8C">
        <w:t xml:space="preserve"> a kteří se následně zapojí do plnění dle této smlouvy</w:t>
      </w:r>
      <w:r w:rsidRPr="00737E8C">
        <w:rPr>
          <w:smallCaps/>
        </w:rPr>
        <w:t>,</w:t>
      </w:r>
      <w:r w:rsidRPr="00737E8C">
        <w:t xml:space="preserve"> a to před zahájením plnění </w:t>
      </w:r>
      <w:r w:rsidR="008E0EEA">
        <w:t>pod</w:t>
      </w:r>
      <w:r w:rsidRPr="00737E8C">
        <w:t>dodavatele (pro splnění této povinnosti je dle § 105 odst. 5 ZZVZ dostačující zápis v požadovaném rozsahu do stavebního deníku).</w:t>
      </w:r>
    </w:p>
    <w:p w:rsidR="00561718" w:rsidRPr="00EE1D71" w:rsidRDefault="00737E8C" w:rsidP="00C33A43">
      <w:pPr>
        <w:pStyle w:val="Nadpis2"/>
      </w:pPr>
      <w:r w:rsidRPr="00737E8C">
        <w:t xml:space="preserve">V případě, že ESCO v souladu se zadávací dokumentací prokázala splnění části kvalifikace prostřednictvím </w:t>
      </w:r>
      <w:r w:rsidR="008E0EEA">
        <w:t>pod</w:t>
      </w:r>
      <w:r w:rsidRPr="00737E8C">
        <w:t xml:space="preserve">dodavatele, musí tento </w:t>
      </w:r>
      <w:r w:rsidR="008E0EEA">
        <w:t>pod</w:t>
      </w:r>
      <w:r w:rsidRPr="00737E8C">
        <w:t xml:space="preserve">dodavatel i tomu odpovídající část plnění poskytovat. ESCO je oprávněna změnit </w:t>
      </w:r>
      <w:r w:rsidR="002F5942">
        <w:t>pod</w:t>
      </w:r>
      <w:r w:rsidRPr="00737E8C">
        <w:t xml:space="preserve">dodavatele, pomocí kterého prokázala část splnění kvalifikace, jen ze závažných důvodů a s předchozím písemným souhlasem Klienta, přičemž nový </w:t>
      </w:r>
      <w:r w:rsidR="002F5942">
        <w:t>pod</w:t>
      </w:r>
      <w:r w:rsidRPr="00737E8C">
        <w:t xml:space="preserve">dodavatel musí disponovat minimálně stejnou kvalifikací, kterou původní </w:t>
      </w:r>
      <w:r w:rsidR="002F5942">
        <w:t>pod</w:t>
      </w:r>
      <w:r w:rsidRPr="00737E8C">
        <w:t xml:space="preserve">dodavatel prokázal za ESCO. Klient nesmí souhlas se změnou </w:t>
      </w:r>
      <w:r w:rsidR="002F5942">
        <w:t>pod</w:t>
      </w:r>
      <w:r w:rsidRPr="00737E8C">
        <w:t>dodavatele bez objektivních důvodů odmítnout, pokud mu budou příslušné doklady předloženy.</w:t>
      </w:r>
    </w:p>
    <w:p w:rsidR="00614A52" w:rsidRPr="00EE1D71" w:rsidRDefault="00737E8C" w:rsidP="00C33A43">
      <w:pPr>
        <w:pStyle w:val="Nadpis2"/>
      </w:pPr>
      <w:r w:rsidRPr="00737E8C">
        <w:t xml:space="preserve">Bude-li jakýkoliv </w:t>
      </w:r>
      <w:r w:rsidR="002F5942">
        <w:t>pod</w:t>
      </w:r>
      <w:r w:rsidRPr="00737E8C">
        <w:t>dodavatel vykonávat činnost přímo v objektu, je ESCO povinna předem Klientovi sdělit jejich jméno a příjmení, resp. název nebo obchodní firmu a další základní identifikační údaje, včetně základního určení rozsahu jejich činnosti v objektu.</w:t>
      </w:r>
    </w:p>
    <w:p w:rsidR="00E34B9A" w:rsidRPr="00CC64D4" w:rsidRDefault="00E34B9A" w:rsidP="00E34B9A">
      <w:pPr>
        <w:pStyle w:val="Nadpis1"/>
      </w:pPr>
      <w:bookmarkStart w:id="171" w:name="_Toc303154046"/>
      <w:r w:rsidRPr="00CC64D4">
        <w:br/>
      </w:r>
      <w:bookmarkStart w:id="172" w:name="_Toc469898842"/>
      <w:r w:rsidRPr="00CC64D4">
        <w:t>Smluvní pokuty</w:t>
      </w:r>
      <w:bookmarkEnd w:id="171"/>
      <w:bookmarkEnd w:id="172"/>
    </w:p>
    <w:p w:rsidR="00E34B9A" w:rsidRPr="00CC64D4" w:rsidRDefault="00E34B9A" w:rsidP="00C33A43">
      <w:pPr>
        <w:pStyle w:val="Nadpis2"/>
      </w:pPr>
      <w:r w:rsidRPr="00CC64D4">
        <w:t xml:space="preserve">Smluvní strana je v prodlení s plněním nepeněžitého závazku, jestliže nesplní řádně a včas svůj závazek, který pro smluvní stranu vyplývá ze smlouvy nebo z právních předpisů. </w:t>
      </w:r>
    </w:p>
    <w:p w:rsidR="008351D9" w:rsidRPr="00CC64D4" w:rsidRDefault="009A318E" w:rsidP="00C33A43">
      <w:pPr>
        <w:pStyle w:val="Nadpis2"/>
      </w:pPr>
      <w:r w:rsidRPr="00CC64D4">
        <w:t xml:space="preserve">V případě prodlení ESCO s plněním jeho povinností či jiného porušení povinností stanovených touto smlouvou je ESCO povinna uhradit Klientovi smluvní pokutu ve výši </w:t>
      </w:r>
      <w:r w:rsidRPr="00A81A33">
        <w:rPr>
          <w:highlight w:val="yellow"/>
        </w:rPr>
        <w:t>____</w:t>
      </w:r>
      <w:r w:rsidRPr="00CC64D4">
        <w:t xml:space="preserve"> Kč (slovy: </w:t>
      </w:r>
      <w:r w:rsidRPr="00A81A33">
        <w:rPr>
          <w:highlight w:val="yellow"/>
        </w:rPr>
        <w:t>____</w:t>
      </w:r>
      <w:r w:rsidRPr="00CC64D4">
        <w:t xml:space="preserve"> korun českých bez DPH), a to za každý případ porušení.</w:t>
      </w:r>
    </w:p>
    <w:p w:rsidR="00E34B9A" w:rsidRPr="00CC64D4" w:rsidRDefault="00E34B9A" w:rsidP="00C33A43">
      <w:pPr>
        <w:pStyle w:val="Nadpis2"/>
      </w:pPr>
      <w:r w:rsidRPr="00CC64D4">
        <w:t xml:space="preserve">V případě prodlení Klienta s poskytnutím součinnosti a s plněním dalších jeho </w:t>
      </w:r>
      <w:r w:rsidR="007D4E61" w:rsidRPr="00CC64D4">
        <w:t xml:space="preserve">nepeněžitých </w:t>
      </w:r>
      <w:r w:rsidRPr="00CC64D4">
        <w:t xml:space="preserve">povinností či jiného porušení </w:t>
      </w:r>
      <w:r w:rsidR="007D4E61" w:rsidRPr="00CC64D4">
        <w:t xml:space="preserve">nepeněžitých </w:t>
      </w:r>
      <w:r w:rsidRPr="00CC64D4">
        <w:t xml:space="preserve">povinností stanovených touto smlouvou je Klient povinen uhradit ESCO smluvní pokutu ve výši </w:t>
      </w:r>
      <w:r w:rsidRPr="00BE0DFB">
        <w:rPr>
          <w:highlight w:val="yellow"/>
        </w:rPr>
        <w:t>____</w:t>
      </w:r>
      <w:r w:rsidRPr="00CC64D4">
        <w:t xml:space="preserve"> Kč (slovy: </w:t>
      </w:r>
      <w:r w:rsidRPr="00BE0DFB">
        <w:rPr>
          <w:highlight w:val="yellow"/>
        </w:rPr>
        <w:t>____</w:t>
      </w:r>
      <w:r w:rsidRPr="00CC64D4">
        <w:t xml:space="preserve"> korun českých bez DPH), a to za každý případ porušení.</w:t>
      </w:r>
    </w:p>
    <w:p w:rsidR="00E34B9A" w:rsidRPr="00CC64D4" w:rsidRDefault="00E34B9A" w:rsidP="00C33A43">
      <w:pPr>
        <w:pStyle w:val="Nadpis2"/>
      </w:pPr>
      <w:bookmarkStart w:id="173" w:name="_Ref57792848"/>
      <w:r w:rsidRPr="00CC64D4">
        <w:t>Žádná ze smluvních stran není povinna zaplatit druhé smluvní straně smluvní pokutu, pokud k porušení povinnosti došlo v důsledku vyšší moci.</w:t>
      </w:r>
    </w:p>
    <w:p w:rsidR="00E34B9A" w:rsidRPr="00CC64D4" w:rsidRDefault="00E34B9A" w:rsidP="00C33A43">
      <w:pPr>
        <w:pStyle w:val="Nadpis2"/>
      </w:pPr>
      <w:r w:rsidRPr="00CC64D4">
        <w:t xml:space="preserve">Smluvní pokuta je </w:t>
      </w:r>
      <w:r w:rsidRPr="00A81A33">
        <w:t xml:space="preserve">splatná do </w:t>
      </w:r>
      <w:r w:rsidR="008351D9" w:rsidRPr="00A81A33">
        <w:t>[</w:t>
      </w:r>
      <w:r w:rsidRPr="00A81A33">
        <w:t>21</w:t>
      </w:r>
      <w:r w:rsidR="008351D9" w:rsidRPr="00A81A33">
        <w:t>]</w:t>
      </w:r>
      <w:r w:rsidRPr="00A81A33">
        <w:t xml:space="preserve"> dnů ode dne doručení</w:t>
      </w:r>
      <w:r w:rsidRPr="00CC64D4">
        <w:t xml:space="preserve"> písemné výzvy k jejímu uhrazení</w:t>
      </w:r>
      <w:bookmarkEnd w:id="173"/>
      <w:r w:rsidRPr="00CC64D4">
        <w:t>.</w:t>
      </w:r>
      <w:r w:rsidR="00ED7C00">
        <w:t xml:space="preserve"> Smluvní strany se dohodly a zavazují se, že maximální celková výše smluvní</w:t>
      </w:r>
      <w:r w:rsidR="00303EED">
        <w:t>ch pokut</w:t>
      </w:r>
      <w:r w:rsidR="00ED7C00">
        <w:t xml:space="preserve"> dle této smlouvy uplatňovaná vůči kterékoliv smluvní straně druhou smluvní stranou nemůže přesáhnout 10</w:t>
      </w:r>
      <w:r w:rsidR="00BE0DFB">
        <w:t> </w:t>
      </w:r>
      <w:r w:rsidR="00ED7C00">
        <w:t>% ceny základních investičních opatření bez DPH.</w:t>
      </w:r>
    </w:p>
    <w:p w:rsidR="00ED7C00" w:rsidRPr="00CC64D4" w:rsidRDefault="009048CD" w:rsidP="00ED7C00">
      <w:pPr>
        <w:pStyle w:val="Nadpis2"/>
        <w:ind w:left="426" w:hanging="426"/>
      </w:pPr>
      <w:r w:rsidRPr="00CC64D4">
        <w:t>Sjednáním a/nebo z</w:t>
      </w:r>
      <w:r w:rsidR="00E34B9A" w:rsidRPr="00CC64D4">
        <w:t>aplacením jakékoliv sjednané smluvní pokuty</w:t>
      </w:r>
      <w:r w:rsidR="0039314A" w:rsidRPr="00CC64D4">
        <w:t xml:space="preserve"> dle této smlouvy</w:t>
      </w:r>
      <w:r w:rsidR="006A0565">
        <w:t xml:space="preserve"> není dotčeno právo poškozené smluvní strany</w:t>
      </w:r>
      <w:r w:rsidR="00E34B9A" w:rsidRPr="00CC64D4">
        <w:t xml:space="preserve"> na náhradu škody</w:t>
      </w:r>
      <w:r w:rsidR="00AE0D78" w:rsidRPr="00CC64D4">
        <w:t xml:space="preserve"> vzniklé z porušení povinnosti, ke kterému se smluvní pokuta vztahuje, a to</w:t>
      </w:r>
      <w:r w:rsidR="00E34B9A" w:rsidRPr="00CC64D4">
        <w:t xml:space="preserve"> ve výši přesahující smluvní pokutu</w:t>
      </w:r>
      <w:r w:rsidR="00BB128E" w:rsidRPr="00CC64D4">
        <w:t>.</w:t>
      </w:r>
      <w:r w:rsidR="00ED7C00" w:rsidRPr="00ED7C00">
        <w:t xml:space="preserve"> </w:t>
      </w:r>
    </w:p>
    <w:p w:rsidR="00F81353" w:rsidRPr="00CC64D4" w:rsidRDefault="00F81353">
      <w:pPr>
        <w:pStyle w:val="Nadpis1"/>
      </w:pPr>
      <w:r w:rsidRPr="00CC64D4">
        <w:rPr>
          <w:b w:val="0"/>
        </w:rPr>
        <w:br/>
      </w:r>
      <w:bookmarkStart w:id="174" w:name="_Ref238892302"/>
      <w:bookmarkStart w:id="175" w:name="_Toc326523000"/>
      <w:bookmarkStart w:id="176" w:name="_Toc469898843"/>
      <w:r w:rsidRPr="00CC64D4">
        <w:t>Trvání smlouvy</w:t>
      </w:r>
      <w:bookmarkEnd w:id="174"/>
      <w:bookmarkEnd w:id="175"/>
      <w:bookmarkEnd w:id="176"/>
    </w:p>
    <w:p w:rsidR="0069741E" w:rsidRPr="00CC64D4" w:rsidRDefault="00705D03" w:rsidP="0069741E">
      <w:pPr>
        <w:pStyle w:val="Nadpis2"/>
      </w:pPr>
      <w:bookmarkStart w:id="177" w:name="_Toc55976994"/>
      <w:r w:rsidRPr="00CC64D4">
        <w:rPr>
          <w:szCs w:val="22"/>
        </w:rPr>
        <w:t xml:space="preserve">Tato smlouva zaniká naplněním předmětu a účelu této smlouvy v souladu s harmonogramem realizace projektu. </w:t>
      </w:r>
    </w:p>
    <w:p w:rsidR="00F81353" w:rsidRPr="00CC64D4" w:rsidRDefault="00F81353" w:rsidP="00C33A43">
      <w:pPr>
        <w:pStyle w:val="Nadpis2"/>
      </w:pPr>
      <w:r w:rsidRPr="00CC64D4">
        <w:t>Tato smlouva může být ukončena před splněním v ní obsažených závazků:</w:t>
      </w:r>
    </w:p>
    <w:p w:rsidR="00EB486B" w:rsidRPr="00CC64D4" w:rsidRDefault="00F81353">
      <w:pPr>
        <w:pStyle w:val="Nadpis5"/>
        <w:numPr>
          <w:ilvl w:val="0"/>
          <w:numId w:val="33"/>
        </w:numPr>
        <w:ind w:left="964" w:hanging="567"/>
      </w:pPr>
      <w:r w:rsidRPr="00CC64D4">
        <w:t>dohodou smluvních stran,</w:t>
      </w:r>
    </w:p>
    <w:p w:rsidR="00EB486B" w:rsidRPr="00CC64D4" w:rsidRDefault="00F81353">
      <w:pPr>
        <w:pStyle w:val="Nadpis5"/>
        <w:numPr>
          <w:ilvl w:val="0"/>
          <w:numId w:val="33"/>
        </w:numPr>
        <w:ind w:left="964" w:hanging="567"/>
      </w:pPr>
      <w:bookmarkStart w:id="178" w:name="_Ref442695493"/>
      <w:bookmarkStart w:id="179" w:name="_Ref469102411"/>
      <w:r w:rsidRPr="00CC64D4">
        <w:t>písemným odstoupením</w:t>
      </w:r>
      <w:bookmarkEnd w:id="178"/>
      <w:bookmarkEnd w:id="179"/>
      <w:r w:rsidRPr="00CC64D4">
        <w:t>.</w:t>
      </w:r>
    </w:p>
    <w:p w:rsidR="00F81353" w:rsidRPr="00CC64D4" w:rsidRDefault="00F81353" w:rsidP="00C33A43">
      <w:pPr>
        <w:pStyle w:val="Nadpis2"/>
      </w:pPr>
      <w:r w:rsidRPr="00CC64D4">
        <w:t>Každá ze smluvních stran je oprávněna odstoupit od této smlouvy</w:t>
      </w:r>
      <w:bookmarkEnd w:id="177"/>
      <w:r w:rsidRPr="00CC64D4">
        <w:t>:</w:t>
      </w:r>
    </w:p>
    <w:p w:rsidR="00EB486B" w:rsidRPr="00CC64D4" w:rsidRDefault="00F81353">
      <w:pPr>
        <w:pStyle w:val="Nadpis5"/>
        <w:numPr>
          <w:ilvl w:val="0"/>
          <w:numId w:val="34"/>
        </w:numPr>
        <w:ind w:left="964" w:hanging="567"/>
      </w:pPr>
      <w:r w:rsidRPr="00CC64D4">
        <w:t>v případě, že druhá smluvní strana vstoupí do likvidace;</w:t>
      </w:r>
    </w:p>
    <w:p w:rsidR="008A2ABF" w:rsidRPr="00CC64D4" w:rsidRDefault="008A2ABF">
      <w:pPr>
        <w:pStyle w:val="Nadpis5"/>
        <w:numPr>
          <w:ilvl w:val="0"/>
          <w:numId w:val="34"/>
        </w:numPr>
        <w:ind w:left="964" w:hanging="567"/>
      </w:pPr>
      <w:r w:rsidRPr="00CC64D4">
        <w:t xml:space="preserve">v případě, že druhá smluvní strana je v úpadku </w:t>
      </w:r>
      <w:r w:rsidR="0037526E" w:rsidRPr="00CC64D4">
        <w:t>(</w:t>
      </w:r>
      <w:r w:rsidR="00C91ECD" w:rsidRPr="00CC64D4">
        <w:t>úpadkem se rozumí rozhodnutí insolve</w:t>
      </w:r>
      <w:r w:rsidR="00210126" w:rsidRPr="00CC64D4">
        <w:t>n</w:t>
      </w:r>
      <w:r w:rsidR="00C91ECD" w:rsidRPr="00CC64D4">
        <w:t xml:space="preserve">čního soudu o úpadku nebo </w:t>
      </w:r>
      <w:r w:rsidR="002B2DAA" w:rsidRPr="00CC64D4">
        <w:t xml:space="preserve">podání insolvenčního návrhu </w:t>
      </w:r>
      <w:r w:rsidR="00B72B4C" w:rsidRPr="00CC64D4">
        <w:t xml:space="preserve">druhou smluvní stranou jako dlužníkem nebo </w:t>
      </w:r>
      <w:r w:rsidR="00387EFE" w:rsidRPr="00CC64D4">
        <w:t xml:space="preserve">zamítnutí </w:t>
      </w:r>
      <w:r w:rsidR="00FF4DCE" w:rsidRPr="00CC64D4">
        <w:t>insolvenčního návrhu pro nedostatek majetku</w:t>
      </w:r>
      <w:r w:rsidR="00A82323" w:rsidRPr="00CC64D4">
        <w:t>)</w:t>
      </w:r>
      <w:r w:rsidR="00194B03" w:rsidRPr="00CC64D4">
        <w:t>;</w:t>
      </w:r>
    </w:p>
    <w:p w:rsidR="00EB486B" w:rsidRPr="00CC64D4" w:rsidRDefault="008A2ABF">
      <w:pPr>
        <w:pStyle w:val="Nadpis5"/>
        <w:numPr>
          <w:ilvl w:val="0"/>
          <w:numId w:val="34"/>
        </w:numPr>
        <w:ind w:left="964" w:hanging="567"/>
      </w:pPr>
      <w:r w:rsidRPr="00CC64D4">
        <w:t xml:space="preserve"> </w:t>
      </w:r>
      <w:r w:rsidR="00F81353" w:rsidRPr="00CC64D4">
        <w:t xml:space="preserve">v případě, že na druhou smluvní stranu je </w:t>
      </w:r>
      <w:r w:rsidR="00AE5A36" w:rsidRPr="00CC64D4">
        <w:t xml:space="preserve">pravomocně </w:t>
      </w:r>
      <w:r w:rsidR="00F81353" w:rsidRPr="00CC64D4">
        <w:t>prohlášen konkurs;</w:t>
      </w:r>
    </w:p>
    <w:p w:rsidR="00EB486B" w:rsidRPr="00CC64D4" w:rsidRDefault="00F81353">
      <w:pPr>
        <w:pStyle w:val="Nadpis5"/>
        <w:numPr>
          <w:ilvl w:val="0"/>
          <w:numId w:val="34"/>
        </w:numPr>
        <w:ind w:left="964" w:hanging="567"/>
      </w:pPr>
      <w:r w:rsidRPr="00CC64D4">
        <w:t>v případech výslovně stanovených touto smlouvou;</w:t>
      </w:r>
    </w:p>
    <w:p w:rsidR="00EB486B" w:rsidRPr="00CC64D4" w:rsidRDefault="00F81353">
      <w:pPr>
        <w:pStyle w:val="Nadpis5"/>
        <w:numPr>
          <w:ilvl w:val="0"/>
          <w:numId w:val="34"/>
        </w:numPr>
        <w:ind w:left="964" w:hanging="567"/>
      </w:pPr>
      <w:bookmarkStart w:id="180" w:name="_Ref238892284"/>
      <w:r w:rsidRPr="00CC64D4">
        <w:t>v případě, že druhá smluvní strana podstatným způsobem porušila svoji smluvní nebo zákonnou povinnost.</w:t>
      </w:r>
      <w:bookmarkEnd w:id="180"/>
    </w:p>
    <w:p w:rsidR="00F81353" w:rsidRPr="00CC64D4" w:rsidRDefault="00F81353" w:rsidP="00C33A43">
      <w:pPr>
        <w:pStyle w:val="Nadpis2"/>
      </w:pPr>
      <w:r w:rsidRPr="00CC64D4">
        <w:t xml:space="preserve">Odstoupení od smlouvy </w:t>
      </w:r>
      <w:r w:rsidR="00AE5A36" w:rsidRPr="00CC64D4">
        <w:t xml:space="preserve">s uvedením důvodu odstoupení </w:t>
      </w:r>
      <w:r w:rsidRPr="00CC64D4">
        <w:t xml:space="preserve">musí být provedeno </w:t>
      </w:r>
      <w:r w:rsidR="00C76078" w:rsidRPr="00CC64D4">
        <w:t>písemn</w:t>
      </w:r>
      <w:r w:rsidR="00D03F3A" w:rsidRPr="00CC64D4">
        <w:t>ým oznámením</w:t>
      </w:r>
      <w:r w:rsidR="00C76078" w:rsidRPr="00CC64D4">
        <w:t xml:space="preserve"> </w:t>
      </w:r>
      <w:r w:rsidRPr="00CC64D4">
        <w:t>doručeným druhé smluvní straně.</w:t>
      </w:r>
    </w:p>
    <w:p w:rsidR="00F81353" w:rsidRPr="00A81A33" w:rsidRDefault="000B7CC1" w:rsidP="00C33A43">
      <w:pPr>
        <w:pStyle w:val="Nadpis2"/>
      </w:pPr>
      <w:r w:rsidRPr="00CC64D4">
        <w:t>Není</w:t>
      </w:r>
      <w:r w:rsidR="00706C04" w:rsidRPr="00CC64D4">
        <w:t>-</w:t>
      </w:r>
      <w:r w:rsidRPr="00CC64D4">
        <w:t xml:space="preserve">li stanoveno </w:t>
      </w:r>
      <w:r w:rsidR="00CF5D73" w:rsidRPr="00CC64D4">
        <w:t xml:space="preserve">výslovně </w:t>
      </w:r>
      <w:r w:rsidRPr="00CC64D4">
        <w:t>jinak v této smlouv</w:t>
      </w:r>
      <w:r w:rsidR="00706C04" w:rsidRPr="00CC64D4">
        <w:t>ě</w:t>
      </w:r>
      <w:r w:rsidRPr="00CC64D4">
        <w:t>, p</w:t>
      </w:r>
      <w:r w:rsidR="00F81353" w:rsidRPr="00CC64D4">
        <w:t xml:space="preserve">odstatným </w:t>
      </w:r>
      <w:r w:rsidR="00F81353" w:rsidRPr="00A81A33">
        <w:t xml:space="preserve">porušením smlouvy se rozumí prodlení smluvní strany s plněním nepeněžitých závazků delší než </w:t>
      </w:r>
      <w:r w:rsidR="00D975AA" w:rsidRPr="00A81A33">
        <w:t>[</w:t>
      </w:r>
      <w:r w:rsidR="00C76078" w:rsidRPr="00A81A33">
        <w:t>30</w:t>
      </w:r>
      <w:r w:rsidR="00D975AA" w:rsidRPr="00A81A33">
        <w:t>]</w:t>
      </w:r>
      <w:r w:rsidR="00C76078" w:rsidRPr="00A81A33">
        <w:t xml:space="preserve"> dnů</w:t>
      </w:r>
      <w:r w:rsidR="00F81353" w:rsidRPr="00A81A33">
        <w:t xml:space="preserve">, popřípadě prodlení smluvní strany s plněním peněžitých závazků delší než </w:t>
      </w:r>
      <w:r w:rsidR="00AE5A36" w:rsidRPr="00A81A33">
        <w:t>[</w:t>
      </w:r>
      <w:r w:rsidR="00C76078" w:rsidRPr="00A81A33">
        <w:t>90</w:t>
      </w:r>
      <w:r w:rsidR="00D975AA" w:rsidRPr="00A81A33">
        <w:t>]</w:t>
      </w:r>
      <w:r w:rsidR="00C76078" w:rsidRPr="00A81A33">
        <w:t xml:space="preserve"> dnů</w:t>
      </w:r>
      <w:r w:rsidR="00FE0310" w:rsidRPr="00A81A33">
        <w:t>, za předpokladu, že není sjednána n</w:t>
      </w:r>
      <w:r w:rsidR="00FB7A60" w:rsidRPr="00A81A33">
        <w:t>áprav</w:t>
      </w:r>
      <w:r w:rsidR="001E05DB" w:rsidRPr="00A81A33">
        <w:t>a</w:t>
      </w:r>
      <w:r w:rsidR="00FB7A60" w:rsidRPr="00A81A33">
        <w:t xml:space="preserve"> ze strany smluvní strany porušující svou smluvní povinnost</w:t>
      </w:r>
      <w:r w:rsidR="00FE0310" w:rsidRPr="00A81A33">
        <w:t xml:space="preserve"> </w:t>
      </w:r>
      <w:r w:rsidR="00FB7A60" w:rsidRPr="00A81A33">
        <w:t>do [30] dnů</w:t>
      </w:r>
      <w:r w:rsidR="00062BFA" w:rsidRPr="00A81A33">
        <w:t xml:space="preserve"> ode dne </w:t>
      </w:r>
      <w:r w:rsidR="001E05DB" w:rsidRPr="00A81A33">
        <w:t>doručení výzvy</w:t>
      </w:r>
      <w:r w:rsidR="009F49AD" w:rsidRPr="00A81A33">
        <w:t xml:space="preserve"> druhé smluvní strany ke sjednání nápravy</w:t>
      </w:r>
      <w:r w:rsidR="001E05DB" w:rsidRPr="00A81A33">
        <w:t>.</w:t>
      </w:r>
    </w:p>
    <w:p w:rsidR="00A30E36" w:rsidRPr="00CC64D4" w:rsidRDefault="00F81353" w:rsidP="00C33A43">
      <w:pPr>
        <w:pStyle w:val="Nadpis2"/>
      </w:pPr>
      <w:r w:rsidRPr="00CC64D4">
        <w:t>Dojde-li k</w:t>
      </w:r>
      <w:r w:rsidR="00A30E36" w:rsidRPr="00CC64D4">
        <w:t> </w:t>
      </w:r>
      <w:r w:rsidRPr="00CC64D4">
        <w:t>odstoupení</w:t>
      </w:r>
    </w:p>
    <w:p w:rsidR="00EB486B" w:rsidRPr="00CC64D4" w:rsidRDefault="00F81353">
      <w:pPr>
        <w:pStyle w:val="Nadpis5"/>
        <w:numPr>
          <w:ilvl w:val="0"/>
          <w:numId w:val="35"/>
        </w:numPr>
        <w:ind w:left="964" w:hanging="567"/>
      </w:pPr>
      <w:r w:rsidRPr="00CC64D4">
        <w:t xml:space="preserve">v období </w:t>
      </w:r>
      <w:r w:rsidR="00857FA9">
        <w:t xml:space="preserve">provádění </w:t>
      </w:r>
      <w:r w:rsidR="00DE2D93">
        <w:t>základních opatření</w:t>
      </w:r>
      <w:r w:rsidRPr="00CC64D4">
        <w:t xml:space="preserve">, náleží ESCO </w:t>
      </w:r>
      <w:r w:rsidR="00341DE2" w:rsidRPr="00CC64D4">
        <w:t>příslušná část ceny</w:t>
      </w:r>
      <w:r w:rsidRPr="00CC64D4">
        <w:t xml:space="preserve"> za provedení opatřen</w:t>
      </w:r>
      <w:r w:rsidR="00354894" w:rsidRPr="00CC64D4">
        <w:t>í</w:t>
      </w:r>
      <w:r w:rsidR="00341DE2" w:rsidRPr="00CC64D4">
        <w:t xml:space="preserve"> v rozsahu skutečně provedených opatření;</w:t>
      </w:r>
    </w:p>
    <w:p w:rsidR="00EB486B" w:rsidRPr="00CC64D4" w:rsidRDefault="008377B6" w:rsidP="007E4ACE">
      <w:pPr>
        <w:pStyle w:val="Nadpis5"/>
        <w:numPr>
          <w:ilvl w:val="0"/>
          <w:numId w:val="35"/>
        </w:numPr>
        <w:ind w:left="964" w:hanging="567"/>
      </w:pPr>
      <w:r w:rsidRPr="00CC64D4">
        <w:t xml:space="preserve">ze strany Klienta </w:t>
      </w:r>
      <w:r w:rsidR="00461C1A" w:rsidRPr="00CC64D4">
        <w:t>v době poskytování garance</w:t>
      </w:r>
      <w:r w:rsidR="00AD223E" w:rsidRPr="00CC64D4">
        <w:t>,</w:t>
      </w:r>
      <w:r w:rsidR="00461C1A" w:rsidRPr="00CC64D4">
        <w:t xml:space="preserve"> </w:t>
      </w:r>
      <w:r w:rsidR="007E7D42" w:rsidRPr="00CC64D4">
        <w:t>má ESCO právo na zaplacení všech pohledávek, na které měla nárok podle této smlouvy v souladu s</w:t>
      </w:r>
      <w:r w:rsidR="0076151E" w:rsidRPr="00CC64D4">
        <w:t> </w:t>
      </w:r>
      <w:r w:rsidR="00A517D2">
        <w:fldChar w:fldCharType="begin"/>
      </w:r>
      <w:r w:rsidR="00A517D2">
        <w:instrText xml:space="preserve"> REF _Ref172276489 \w \h  \* MERGEFORMAT </w:instrText>
      </w:r>
      <w:r w:rsidR="00A517D2">
        <w:fldChar w:fldCharType="separate"/>
      </w:r>
      <w:r w:rsidR="00701B27">
        <w:t>Článek 25</w:t>
      </w:r>
      <w:r w:rsidR="00A517D2">
        <w:fldChar w:fldCharType="end"/>
      </w:r>
      <w:r w:rsidR="00706C04" w:rsidRPr="00CC64D4">
        <w:t xml:space="preserve"> </w:t>
      </w:r>
      <w:r w:rsidR="0018263F" w:rsidRPr="00CC64D4">
        <w:t xml:space="preserve">kromě </w:t>
      </w:r>
      <w:r w:rsidR="00502E44" w:rsidRPr="00CC64D4">
        <w:t>nákladů</w:t>
      </w:r>
      <w:r w:rsidR="00575C79" w:rsidRPr="00CC64D4">
        <w:t xml:space="preserve"> ESCO</w:t>
      </w:r>
      <w:r w:rsidR="00502E44" w:rsidRPr="00CC64D4">
        <w:t xml:space="preserve"> na </w:t>
      </w:r>
      <w:r w:rsidR="00D975AA" w:rsidRPr="00CC64D4">
        <w:t>předčasné splacení</w:t>
      </w:r>
      <w:r w:rsidR="00AD223E" w:rsidRPr="00CC64D4">
        <w:t xml:space="preserve"> </w:t>
      </w:r>
      <w:r w:rsidR="00DD7E61" w:rsidRPr="00CC64D4">
        <w:t>specifikovaných v </w:t>
      </w:r>
      <w:r w:rsidR="008A3286" w:rsidRPr="00CC64D4">
        <w:t xml:space="preserve"> </w:t>
      </w:r>
      <w:r w:rsidR="00A517D2">
        <w:fldChar w:fldCharType="begin"/>
      </w:r>
      <w:r w:rsidR="00A517D2">
        <w:instrText xml:space="preserve"> REF _Ref334175892 \r \h  \* MERGEFORMAT </w:instrText>
      </w:r>
      <w:r w:rsidR="00A517D2">
        <w:fldChar w:fldCharType="separate"/>
      </w:r>
      <w:r w:rsidR="00701B27">
        <w:t>Článek 25.1</w:t>
      </w:r>
      <w:r w:rsidR="00A517D2">
        <w:fldChar w:fldCharType="end"/>
      </w:r>
      <w:r w:rsidR="008A3286" w:rsidRPr="00CC64D4">
        <w:t xml:space="preserve"> písm. </w:t>
      </w:r>
      <w:r w:rsidR="00A517D2">
        <w:fldChar w:fldCharType="begin"/>
      </w:r>
      <w:r w:rsidR="00A517D2">
        <w:instrText xml:space="preserve"> REF _Ref337650811 \w \h  \* MERGEFORMAT </w:instrText>
      </w:r>
      <w:r w:rsidR="00A517D2">
        <w:fldChar w:fldCharType="separate"/>
      </w:r>
      <w:r w:rsidR="00701B27">
        <w:t>b)</w:t>
      </w:r>
      <w:r w:rsidR="00A517D2">
        <w:fldChar w:fldCharType="end"/>
      </w:r>
      <w:r w:rsidR="002E33C8" w:rsidRPr="00CC64D4">
        <w:t>;</w:t>
      </w:r>
    </w:p>
    <w:p w:rsidR="00D975AA" w:rsidRPr="00CC64D4" w:rsidRDefault="008377B6" w:rsidP="007E4ACE">
      <w:pPr>
        <w:pStyle w:val="Nadpis5"/>
        <w:numPr>
          <w:ilvl w:val="0"/>
          <w:numId w:val="35"/>
        </w:numPr>
        <w:ind w:left="964" w:hanging="567"/>
      </w:pPr>
      <w:r w:rsidRPr="00CC64D4">
        <w:t>z</w:t>
      </w:r>
      <w:r w:rsidR="00AD223E" w:rsidRPr="00CC64D4">
        <w:t xml:space="preserve">e strany ESCO </w:t>
      </w:r>
      <w:r w:rsidR="00D975AA" w:rsidRPr="00CC64D4">
        <w:t>v době poskytování garance</w:t>
      </w:r>
      <w:r w:rsidR="008C0421" w:rsidRPr="00CC64D4">
        <w:t>,</w:t>
      </w:r>
      <w:r w:rsidR="00D975AA" w:rsidRPr="00CC64D4">
        <w:t xml:space="preserve"> má </w:t>
      </w:r>
      <w:r w:rsidR="00354894" w:rsidRPr="00CC64D4">
        <w:t>ESC</w:t>
      </w:r>
      <w:r w:rsidRPr="00CC64D4">
        <w:t>O</w:t>
      </w:r>
      <w:r w:rsidR="00D975AA" w:rsidRPr="00CC64D4">
        <w:t xml:space="preserve"> právo na zaplacení všech pohledávek, na které měla nárok podle této smlouvy v souladu s </w:t>
      </w:r>
      <w:r w:rsidR="00737E8C">
        <w:fldChar w:fldCharType="begin"/>
      </w:r>
      <w:r w:rsidR="008973B0">
        <w:instrText xml:space="preserve"> REF _Ref172276489 \w \h  \* MERGEFORMAT </w:instrText>
      </w:r>
      <w:r w:rsidR="00737E8C">
        <w:fldChar w:fldCharType="separate"/>
      </w:r>
      <w:r w:rsidR="00701B27">
        <w:t>Článek 25</w:t>
      </w:r>
      <w:r w:rsidR="00737E8C">
        <w:fldChar w:fldCharType="end"/>
      </w:r>
      <w:r w:rsidR="008351D9" w:rsidRPr="00CC64D4">
        <w:t>.</w:t>
      </w:r>
    </w:p>
    <w:p w:rsidR="00F81353" w:rsidRPr="00CC64D4" w:rsidRDefault="00F81353" w:rsidP="00C33A43">
      <w:pPr>
        <w:pStyle w:val="Nadpis2"/>
        <w:numPr>
          <w:ilvl w:val="0"/>
          <w:numId w:val="0"/>
        </w:numPr>
        <w:ind w:left="426"/>
      </w:pPr>
      <w:r w:rsidRPr="00CC64D4">
        <w:t>Výše uvedeným nejsou dotčeny nároky Klienta vzniklé z odpovědnosti za vady, nároky smluvních stran vzniklé z titulu náhrady škody a smluvní pokuty.</w:t>
      </w:r>
    </w:p>
    <w:p w:rsidR="00F81353" w:rsidRDefault="00F81353" w:rsidP="00C33A43">
      <w:pPr>
        <w:pStyle w:val="Nadpis2"/>
      </w:pPr>
      <w:r w:rsidRPr="00CC64D4">
        <w:t xml:space="preserve">Odstoupením od smlouvy nejsou dotčena ustanovení týkající se výše </w:t>
      </w:r>
      <w:r w:rsidR="00561718" w:rsidRPr="00CC64D4">
        <w:t>peněžitých plnění</w:t>
      </w:r>
      <w:r w:rsidRPr="00CC64D4">
        <w:t>, náhrady škody, smluvních pokut, zajištění, vzájemné komunikace a řešení sporů.  Odstoupením od smlouvy nenastává zánik zajišťovacích právních vztahů.</w:t>
      </w:r>
    </w:p>
    <w:p w:rsidR="007E2107" w:rsidRPr="005E0C74" w:rsidRDefault="00737E8C" w:rsidP="007E2107">
      <w:pPr>
        <w:pStyle w:val="Nadpis2"/>
      </w:pPr>
      <w:r w:rsidRPr="005E0C74">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r w:rsidR="005E0C74" w:rsidRPr="005E0C74">
        <w:t>.</w:t>
      </w:r>
    </w:p>
    <w:p w:rsidR="00F81353" w:rsidRPr="00CC64D4" w:rsidRDefault="00F81353">
      <w:pPr>
        <w:pStyle w:val="Nadpis1"/>
      </w:pPr>
      <w:r w:rsidRPr="00CC64D4">
        <w:rPr>
          <w:b w:val="0"/>
        </w:rPr>
        <w:br/>
      </w:r>
      <w:bookmarkStart w:id="181" w:name="_Toc326523001"/>
      <w:bookmarkStart w:id="182" w:name="_Toc469898844"/>
      <w:bookmarkStart w:id="183" w:name="_Ref472926658"/>
      <w:r w:rsidRPr="00CC64D4">
        <w:t>Řešení sporů</w:t>
      </w:r>
      <w:bookmarkEnd w:id="181"/>
      <w:bookmarkEnd w:id="182"/>
      <w:bookmarkEnd w:id="183"/>
    </w:p>
    <w:p w:rsidR="00F81353" w:rsidRPr="00CC64D4" w:rsidRDefault="00F81353" w:rsidP="00C33A43">
      <w:pPr>
        <w:pStyle w:val="Nadpis2"/>
      </w:pPr>
      <w:bookmarkStart w:id="184" w:name="_Ref152650910"/>
      <w:r w:rsidRPr="00CC64D4">
        <w:t xml:space="preserve">Smluvní strany se zavazují vyvinout maximální úsilí k odstranění vzájemných sporů vzniklých na základě této smlouvy nebo v souvislosti s ní a k jejich vyřešení smírnou cestou, zejména prostřednictvím jednání </w:t>
      </w:r>
      <w:bookmarkStart w:id="185" w:name="_Ref510191456"/>
      <w:bookmarkStart w:id="186" w:name="_Ref510191603"/>
      <w:r w:rsidRPr="00CC64D4">
        <w:t>oprávněných osob, příp. statutárních orgánů či jeho členů.</w:t>
      </w:r>
      <w:bookmarkEnd w:id="184"/>
    </w:p>
    <w:p w:rsidR="00F81353" w:rsidRPr="00A81A33" w:rsidRDefault="00F81353" w:rsidP="00C33A43">
      <w:pPr>
        <w:pStyle w:val="Nadpis2"/>
      </w:pPr>
      <w:bookmarkStart w:id="187" w:name="_Ref152651880"/>
      <w:bookmarkStart w:id="188" w:name="_Ref57714802"/>
      <w:r w:rsidRPr="00CC64D4">
        <w:t xml:space="preserve">Smluvní strany se dohodly, že pokud se </w:t>
      </w:r>
      <w:r w:rsidRPr="00A81A33">
        <w:t xml:space="preserve">nedohodnou na řešení vzájemného sporu smírně postupem podle odst. </w:t>
      </w:r>
      <w:r w:rsidR="00A517D2" w:rsidRPr="00A81A33">
        <w:fldChar w:fldCharType="begin"/>
      </w:r>
      <w:r w:rsidR="00A517D2" w:rsidRPr="00A81A33">
        <w:instrText xml:space="preserve"> REF _Ref152650910 \r \h  \* MERGEFORMAT </w:instrText>
      </w:r>
      <w:r w:rsidR="00A517D2" w:rsidRPr="00A81A33">
        <w:fldChar w:fldCharType="separate"/>
      </w:r>
      <w:r w:rsidR="00701B27">
        <w:t>1</w:t>
      </w:r>
      <w:r w:rsidR="00A517D2" w:rsidRPr="00A81A33">
        <w:fldChar w:fldCharType="end"/>
      </w:r>
      <w:r w:rsidRPr="00A81A33">
        <w:t xml:space="preserve"> </w:t>
      </w:r>
      <w:r w:rsidR="00561718" w:rsidRPr="00A81A33">
        <w:t xml:space="preserve">tohoto Článku </w:t>
      </w:r>
      <w:r w:rsidRPr="00A81A33">
        <w:t xml:space="preserve">ve lhůtě </w:t>
      </w:r>
      <w:r w:rsidR="005F20DE" w:rsidRPr="00A81A33">
        <w:t>[30]</w:t>
      </w:r>
      <w:r w:rsidRPr="00A81A33">
        <w:t xml:space="preserve"> dnů ode dne, kdy došlo ke sporu, takový spor, je-li </w:t>
      </w:r>
      <w:r w:rsidR="00EE005E" w:rsidRPr="00A81A33">
        <w:t xml:space="preserve">zejména </w:t>
      </w:r>
      <w:bookmarkEnd w:id="187"/>
    </w:p>
    <w:p w:rsidR="00F81353" w:rsidRPr="00A81A33" w:rsidRDefault="000A31AD" w:rsidP="007E4ACE">
      <w:pPr>
        <w:pStyle w:val="Nadpis5"/>
        <w:numPr>
          <w:ilvl w:val="0"/>
          <w:numId w:val="36"/>
        </w:numPr>
        <w:ind w:left="964" w:hanging="567"/>
      </w:pPr>
      <w:r w:rsidRPr="00A81A33">
        <w:t xml:space="preserve">o </w:t>
      </w:r>
      <w:r w:rsidR="00F81353" w:rsidRPr="00A81A33">
        <w:t>tom, zda ESCO řádně provedla základní opatření;</w:t>
      </w:r>
    </w:p>
    <w:p w:rsidR="00F81353" w:rsidRPr="00A81A33" w:rsidRDefault="000A31AD" w:rsidP="007E4ACE">
      <w:pPr>
        <w:pStyle w:val="Nadpis5"/>
        <w:numPr>
          <w:ilvl w:val="0"/>
          <w:numId w:val="36"/>
        </w:numPr>
        <w:ind w:left="964" w:hanging="567"/>
      </w:pPr>
      <w:r w:rsidRPr="00A81A33">
        <w:t xml:space="preserve">o </w:t>
      </w:r>
      <w:r w:rsidR="00F81353" w:rsidRPr="00A81A33">
        <w:t>tom, zda došlo k předání, resp. zda Klient nepřevzal předměty investičních opatření, ač k tomu byl podle smlouvy povinen;</w:t>
      </w:r>
    </w:p>
    <w:p w:rsidR="00E26A23" w:rsidRPr="00A81A33" w:rsidRDefault="00F81353" w:rsidP="00E26A23">
      <w:pPr>
        <w:pStyle w:val="Nadpis5"/>
        <w:numPr>
          <w:ilvl w:val="0"/>
          <w:numId w:val="36"/>
        </w:numPr>
        <w:ind w:left="964" w:hanging="567"/>
      </w:pPr>
      <w:r w:rsidRPr="00A81A33">
        <w:t>výši úspory nákladů nebo úspory energií;</w:t>
      </w:r>
    </w:p>
    <w:p w:rsidR="00E26A23" w:rsidRPr="00A81A33" w:rsidRDefault="00E26A23" w:rsidP="007E4ACE">
      <w:pPr>
        <w:pStyle w:val="Nadpis5"/>
        <w:numPr>
          <w:ilvl w:val="0"/>
          <w:numId w:val="36"/>
        </w:numPr>
        <w:ind w:left="964" w:hanging="567"/>
      </w:pPr>
      <w:r w:rsidRPr="00A81A33">
        <w:t>o důvodnosti reklamované vady základních investičních opatření a/nebo o výši účelně vynaložených nákladů</w:t>
      </w:r>
      <w:r w:rsidR="00CA5487" w:rsidRPr="00A81A33">
        <w:t>;</w:t>
      </w:r>
      <w:r w:rsidR="0020492A" w:rsidRPr="00A81A33">
        <w:t xml:space="preserve"> </w:t>
      </w:r>
    </w:p>
    <w:p w:rsidR="00F81353" w:rsidRPr="00A81A33" w:rsidRDefault="000A31AD" w:rsidP="007E4ACE">
      <w:pPr>
        <w:pStyle w:val="Nadpis5"/>
        <w:numPr>
          <w:ilvl w:val="0"/>
          <w:numId w:val="36"/>
        </w:numPr>
        <w:ind w:left="964" w:hanging="567"/>
      </w:pPr>
      <w:r w:rsidRPr="00A81A33">
        <w:t xml:space="preserve">o </w:t>
      </w:r>
      <w:r w:rsidR="00CE4ACD" w:rsidRPr="00A81A33">
        <w:t>to</w:t>
      </w:r>
      <w:r w:rsidR="00F81353" w:rsidRPr="00A81A33">
        <w:t>m, zda nastala změna okolností;</w:t>
      </w:r>
    </w:p>
    <w:p w:rsidR="00F81353" w:rsidRPr="00A81A33" w:rsidRDefault="00F81353">
      <w:pPr>
        <w:ind w:firstLine="397"/>
      </w:pPr>
      <w:r w:rsidRPr="00A81A33">
        <w:t xml:space="preserve">se pokusí vyřešit prostřednictvím </w:t>
      </w:r>
      <w:r w:rsidR="00172AB8" w:rsidRPr="00A81A33">
        <w:t>prostředníka</w:t>
      </w:r>
      <w:r w:rsidR="00020FED" w:rsidRPr="00A81A33">
        <w:t xml:space="preserve"> (dále jen „</w:t>
      </w:r>
      <w:r w:rsidR="00020FED" w:rsidRPr="00A81A33">
        <w:rPr>
          <w:b/>
        </w:rPr>
        <w:t>prostředník</w:t>
      </w:r>
      <w:r w:rsidR="00020FED" w:rsidRPr="00A81A33">
        <w:t>“)</w:t>
      </w:r>
      <w:r w:rsidRPr="00A81A33">
        <w:t>.</w:t>
      </w:r>
    </w:p>
    <w:p w:rsidR="00F81353" w:rsidRPr="00CC64D4" w:rsidRDefault="00F81353" w:rsidP="00C33A43">
      <w:pPr>
        <w:pStyle w:val="Nadpis2"/>
      </w:pPr>
      <w:bookmarkStart w:id="189" w:name="_Ref330840001"/>
      <w:r w:rsidRPr="00A81A33">
        <w:t xml:space="preserve">Smluvní strany se dohodly, že </w:t>
      </w:r>
      <w:r w:rsidR="00172AB8" w:rsidRPr="00A81A33">
        <w:t>prostředníkem</w:t>
      </w:r>
      <w:r w:rsidRPr="00A81A33">
        <w:t xml:space="preserve"> bude na obou smluvních stranách nezávislá osoba s příslušnou odborností a renomé. Na osobě </w:t>
      </w:r>
      <w:r w:rsidR="00172AB8" w:rsidRPr="00A81A33">
        <w:t xml:space="preserve">prostředníka </w:t>
      </w:r>
      <w:r w:rsidRPr="00A81A33">
        <w:t xml:space="preserve">se smluvní strany musí dohodnout. </w:t>
      </w:r>
      <w:r w:rsidR="00172AB8" w:rsidRPr="00A81A33">
        <w:t xml:space="preserve">Prostředník </w:t>
      </w:r>
      <w:r w:rsidRPr="00A81A33">
        <w:t xml:space="preserve">bude vystupovat jako odborník a ne jako rozhodce. Nedohodnou-li se smluvní strany na osobě </w:t>
      </w:r>
      <w:r w:rsidR="00172AB8" w:rsidRPr="00A81A33">
        <w:t xml:space="preserve">prostředníka </w:t>
      </w:r>
      <w:r w:rsidRPr="00A81A33">
        <w:t xml:space="preserve">ve lhůtě 15 dnů nebo nebude-li </w:t>
      </w:r>
      <w:r w:rsidR="00FE0884" w:rsidRPr="00A81A33">
        <w:t xml:space="preserve">dohody ve </w:t>
      </w:r>
      <w:r w:rsidR="00D975AA" w:rsidRPr="00A81A33">
        <w:t>smírčí</w:t>
      </w:r>
      <w:r w:rsidR="00FE0884" w:rsidRPr="00A81A33">
        <w:t>m</w:t>
      </w:r>
      <w:r w:rsidR="00454E88" w:rsidRPr="00A81A33">
        <w:t xml:space="preserve"> řízení </w:t>
      </w:r>
      <w:r w:rsidR="00172AB8" w:rsidRPr="00A81A33">
        <w:t xml:space="preserve">s prostředníkem </w:t>
      </w:r>
      <w:r w:rsidRPr="00A81A33">
        <w:t xml:space="preserve">dosaženo ve lhůtě </w:t>
      </w:r>
      <w:r w:rsidR="005F20DE" w:rsidRPr="00A81A33">
        <w:t>[60]</w:t>
      </w:r>
      <w:r w:rsidR="00FE0884">
        <w:t xml:space="preserve"> </w:t>
      </w:r>
      <w:r w:rsidRPr="00CC64D4">
        <w:t xml:space="preserve">dnů od zahájení smírného řešení, je každá ze smluvních stran oprávněna oznámením druhé smluvní straně </w:t>
      </w:r>
      <w:r w:rsidR="00D975AA" w:rsidRPr="00CC64D4">
        <w:t>smírčí</w:t>
      </w:r>
      <w:r w:rsidRPr="00CC64D4">
        <w:t xml:space="preserve"> řízení ukončit. O náklady na </w:t>
      </w:r>
      <w:r w:rsidR="00D975AA" w:rsidRPr="00CC64D4">
        <w:t>smírčí</w:t>
      </w:r>
      <w:r w:rsidRPr="00CC64D4">
        <w:t xml:space="preserve"> řízení se smluvní strany dělí rovným dílem.</w:t>
      </w:r>
      <w:bookmarkEnd w:id="189"/>
    </w:p>
    <w:bookmarkEnd w:id="185"/>
    <w:bookmarkEnd w:id="186"/>
    <w:bookmarkEnd w:id="188"/>
    <w:p w:rsidR="00BE0DFB" w:rsidRPr="00CC64D4" w:rsidRDefault="00BE0DFB" w:rsidP="00BE0DFB">
      <w:pPr>
        <w:pStyle w:val="Nadpis2"/>
      </w:pPr>
      <w:r w:rsidRPr="00CC64D4">
        <w:rPr>
          <w:rStyle w:val="Zv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sidR="00701B27" w:rsidRPr="00701B27">
        <w:rPr>
          <w:rStyle w:val="Zvraznn"/>
          <w:i w:val="0"/>
        </w:rPr>
        <w:t>Článek 39.1</w:t>
      </w:r>
      <w:r>
        <w:fldChar w:fldCharType="end"/>
      </w:r>
      <w:r w:rsidRPr="00CC64D4">
        <w:rPr>
          <w:rStyle w:val="Zvraznn"/>
          <w:i w:val="0"/>
          <w:szCs w:val="13"/>
        </w:rPr>
        <w:t xml:space="preserve"> až </w:t>
      </w:r>
      <w:r>
        <w:fldChar w:fldCharType="begin"/>
      </w:r>
      <w:r>
        <w:instrText xml:space="preserve"> REF _Ref330840001 \w \h  \* MERGEFORMAT </w:instrText>
      </w:r>
      <w:r>
        <w:fldChar w:fldCharType="separate"/>
      </w:r>
      <w:r w:rsidR="00701B27" w:rsidRPr="00701B27">
        <w:rPr>
          <w:rStyle w:val="Zvraznn"/>
          <w:i w:val="0"/>
          <w:szCs w:val="13"/>
        </w:rPr>
        <w:t>Článek 39.3</w:t>
      </w:r>
      <w:r>
        <w:fldChar w:fldCharType="end"/>
      </w:r>
      <w:r w:rsidRPr="00CC64D4">
        <w:rPr>
          <w:rStyle w:val="Zvraznn"/>
          <w:i w:val="0"/>
          <w:szCs w:val="13"/>
        </w:rPr>
        <w:t>,</w:t>
      </w:r>
      <w:r w:rsidRPr="00CC64D4">
        <w:rPr>
          <w:rStyle w:val="Zvraznn"/>
          <w:i w:val="0"/>
        </w:rPr>
        <w:t xml:space="preserve"> smluvní strany se dohodly, že všechny spory vznikající z této smlouvy a v souvislosti s ní budou rozhodovány </w:t>
      </w:r>
      <w:r w:rsidRPr="00CC64D4">
        <w:rPr>
          <w:iCs w:val="0"/>
          <w:szCs w:val="22"/>
        </w:rPr>
        <w:t>před věcně a místně příslušnými soudy České republiky.</w:t>
      </w:r>
    </w:p>
    <w:p w:rsidR="00272371" w:rsidRPr="00CC64D4" w:rsidRDefault="00F81353" w:rsidP="00020FED">
      <w:pPr>
        <w:pStyle w:val="Nadpis1"/>
      </w:pPr>
      <w:r w:rsidRPr="00CC64D4">
        <w:rPr>
          <w:b w:val="0"/>
        </w:rPr>
        <w:br/>
      </w:r>
      <w:bookmarkStart w:id="190" w:name="_Toc326523002"/>
      <w:bookmarkStart w:id="191" w:name="_Toc469898845"/>
      <w:r w:rsidRPr="00CC64D4">
        <w:t>Závěrečná ustanovení</w:t>
      </w:r>
      <w:bookmarkEnd w:id="190"/>
      <w:bookmarkEnd w:id="191"/>
    </w:p>
    <w:p w:rsidR="00F81353" w:rsidRPr="00CC64D4" w:rsidRDefault="00F81353" w:rsidP="00C33A43">
      <w:pPr>
        <w:pStyle w:val="Nadpis2"/>
      </w:pPr>
      <w:r w:rsidRPr="00CC64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rsidR="00F81353" w:rsidRPr="00CC64D4" w:rsidRDefault="00F81353" w:rsidP="00C33A43">
      <w:pPr>
        <w:pStyle w:val="Nadpis2"/>
      </w:pPr>
      <w:r w:rsidRPr="00CC64D4">
        <w:t>Jakékoliv změny a doplňky této smlouvy mohou být provedeny pouze písemně formou chronologicky číslovaných dodatků podepsaných oběma smluvními stranami, není-li ve smlouvě výslovně stanoveno jinak.</w:t>
      </w:r>
    </w:p>
    <w:p w:rsidR="00F81353" w:rsidRPr="00CC64D4" w:rsidRDefault="00F81353" w:rsidP="00C33A43">
      <w:pPr>
        <w:pStyle w:val="Nadpis2"/>
      </w:pPr>
      <w:r w:rsidRPr="00CC64D4">
        <w:t>Veškeré přílohy a dodatky k této smlouvě jsou nedílnou součástí smlouvy, proto se pojmem „smlouva“ rozumí také její přílohy a dodatky.</w:t>
      </w:r>
    </w:p>
    <w:p w:rsidR="00F81353" w:rsidRPr="00CC64D4" w:rsidRDefault="00F81353" w:rsidP="00C33A43">
      <w:pPr>
        <w:pStyle w:val="Nadpis2"/>
      </w:pPr>
      <w:r w:rsidRPr="00CC64D4">
        <w:t xml:space="preserve">Smluvní strany se dohodly, že vztah založený touto smlouvou se řídí </w:t>
      </w:r>
      <w:r w:rsidR="00737E8C" w:rsidRPr="00737E8C">
        <w:t>§ 10e odst. 1 zákona o hospodaření energií ve spojení s občanským zákoníkem, zejména pak ustanovením 1746 odst. 2 občanského zákoníku.</w:t>
      </w:r>
      <w:r w:rsidR="00222CC1" w:rsidRPr="00914736">
        <w:t xml:space="preserve"> </w:t>
      </w:r>
      <w:r w:rsidR="00CA732F" w:rsidRPr="00914736">
        <w:t>Pro účely interpr</w:t>
      </w:r>
      <w:r w:rsidR="00CA732F" w:rsidRPr="00CC64D4">
        <w:t>etace práv a povinností smluvních stran je určující rovněž zadávací dokumentace.</w:t>
      </w:r>
      <w:r w:rsidR="00996633" w:rsidRPr="00CC64D4">
        <w:t xml:space="preserve"> </w:t>
      </w:r>
      <w:r w:rsidRPr="00CC64D4">
        <w:t>Smlouva je vyhotovena ve třech stejnopisech, z nichž Klient obdrží jedno a ESCO dvě vyhotovení.</w:t>
      </w:r>
    </w:p>
    <w:p w:rsidR="00AE6444" w:rsidRPr="00CC64D4" w:rsidRDefault="00914DFB" w:rsidP="00C33A43">
      <w:pPr>
        <w:pStyle w:val="Nadpis2"/>
      </w:pPr>
      <w:r>
        <w:t>Tato s</w:t>
      </w:r>
      <w:r w:rsidRPr="00E26CAE">
        <w:t>mlouva</w:t>
      </w:r>
      <w:r>
        <w:t xml:space="preserve"> nabývá platnosti dnem podpisu s</w:t>
      </w:r>
      <w:r w:rsidRPr="00E26CAE">
        <w:t xml:space="preserve">mluvními stranami a účinnosti nabývá uveřejněním </w:t>
      </w:r>
      <w:r>
        <w:t>s</w:t>
      </w:r>
      <w:r w:rsidRPr="00E26CAE">
        <w:t>m</w:t>
      </w:r>
      <w:r w:rsidR="000759B7">
        <w:t>louvy v souladu s</w:t>
      </w:r>
      <w:r w:rsidR="007E7BDE">
        <w:t xml:space="preserve"> příslušnými </w:t>
      </w:r>
      <w:r w:rsidR="000759B7">
        <w:t xml:space="preserve">ustanoveními </w:t>
      </w:r>
      <w:r w:rsidR="005E5271">
        <w:t>z</w:t>
      </w:r>
      <w:r w:rsidRPr="00E26CAE">
        <w:t>ák</w:t>
      </w:r>
      <w:r w:rsidR="000759B7">
        <w:t>ona o registru smluv.</w:t>
      </w:r>
    </w:p>
    <w:p w:rsidR="00210126" w:rsidRPr="00CC64D4" w:rsidRDefault="005357E1" w:rsidP="00210126">
      <w:pPr>
        <w:pStyle w:val="Nadpis2"/>
      </w:pPr>
      <w:r w:rsidRPr="00CC64D4">
        <w:t xml:space="preserve">Smluvní strany výslovně potvrzující a </w:t>
      </w:r>
      <w:r w:rsidR="00A179B8" w:rsidRPr="00CC64D4">
        <w:t xml:space="preserve">prohlašují, že jednotlivá ustanovení smlouvy </w:t>
      </w:r>
      <w:r w:rsidRPr="00CC64D4">
        <w:t>jsou dostatečné z hlediska náležitostí pro vznik smluvního vztahu, a že bylo využito smluvní volnosti stran a tato smlouva se uzavírá určitě, vážně a srozumitelně.</w:t>
      </w:r>
    </w:p>
    <w:p w:rsidR="00914736" w:rsidRPr="00780FA9" w:rsidRDefault="00210126" w:rsidP="00914736">
      <w:pPr>
        <w:pStyle w:val="Nadpis2"/>
      </w:pPr>
      <w:r w:rsidRPr="00780FA9">
        <w:rPr>
          <w:szCs w:val="22"/>
        </w:rPr>
        <w:t>Uzavření této smlouvy schválila [</w:t>
      </w:r>
      <w:r w:rsidR="00A81A33" w:rsidRPr="00A81A33">
        <w:rPr>
          <w:i/>
          <w:color w:val="FF0000"/>
          <w:szCs w:val="22"/>
        </w:rPr>
        <w:t>bude doplněno zadavatelem</w:t>
      </w:r>
      <w:r w:rsidRPr="00780FA9">
        <w:rPr>
          <w:szCs w:val="22"/>
        </w:rPr>
        <w:t>] dne ______</w:t>
      </w:r>
      <w:r w:rsidR="00914DFB" w:rsidRPr="00780FA9">
        <w:rPr>
          <w:szCs w:val="22"/>
        </w:rPr>
        <w:t xml:space="preserve"> a  dne ______.</w:t>
      </w:r>
      <w:r w:rsidR="00914736" w:rsidRPr="00780FA9">
        <w:t xml:space="preserve"> </w:t>
      </w:r>
    </w:p>
    <w:p w:rsidR="00914736" w:rsidRDefault="00914736" w:rsidP="00914736">
      <w:pPr>
        <w:pStyle w:val="Nadpis2"/>
        <w:numPr>
          <w:ilvl w:val="0"/>
          <w:numId w:val="0"/>
        </w:numPr>
        <w:ind w:left="397"/>
      </w:pPr>
    </w:p>
    <w:p w:rsidR="00F81353" w:rsidRPr="00CC64D4" w:rsidRDefault="00F81353" w:rsidP="0018263F">
      <w:pPr>
        <w:pageBreakBefore/>
        <w:jc w:val="center"/>
        <w:rPr>
          <w:b/>
        </w:rPr>
      </w:pPr>
      <w:r w:rsidRPr="00CC64D4">
        <w:rPr>
          <w:b/>
        </w:rPr>
        <w:t>Přílohy:</w:t>
      </w:r>
    </w:p>
    <w:p w:rsidR="00161F1D" w:rsidRPr="00CC64D4" w:rsidRDefault="00161F1D" w:rsidP="00161F1D">
      <w:pPr>
        <w:ind w:left="1418" w:hanging="1418"/>
      </w:pPr>
      <w:r w:rsidRPr="00CC64D4">
        <w:t>Příloha č. 1</w:t>
      </w:r>
      <w:r w:rsidRPr="00CC64D4">
        <w:tab/>
        <w:t xml:space="preserve">Popis výchozího stavu včetně referenční spotřeby </w:t>
      </w:r>
      <w:r w:rsidR="006173B7">
        <w:t xml:space="preserve">a referenčních </w:t>
      </w:r>
      <w:r w:rsidRPr="00CC64D4">
        <w:t>nákladů</w:t>
      </w:r>
    </w:p>
    <w:p w:rsidR="00161F1D" w:rsidRPr="00CC64D4" w:rsidRDefault="00161F1D" w:rsidP="00161F1D">
      <w:pPr>
        <w:ind w:left="1418" w:hanging="1418"/>
      </w:pPr>
      <w:r w:rsidRPr="00CC64D4">
        <w:t>Příloha č. 2</w:t>
      </w:r>
      <w:r w:rsidRPr="00CC64D4">
        <w:tab/>
        <w:t>Popis základních opatření</w:t>
      </w:r>
    </w:p>
    <w:p w:rsidR="00161F1D" w:rsidRPr="00CC64D4" w:rsidRDefault="00161F1D" w:rsidP="00161F1D">
      <w:pPr>
        <w:ind w:left="1418" w:hanging="1418"/>
      </w:pPr>
      <w:r w:rsidRPr="00CC64D4">
        <w:t>Příloha č. 3</w:t>
      </w:r>
      <w:r w:rsidRPr="00CC64D4">
        <w:tab/>
        <w:t>Cena a její úhrada</w:t>
      </w:r>
    </w:p>
    <w:p w:rsidR="00161F1D" w:rsidRPr="00CC64D4" w:rsidRDefault="00161F1D" w:rsidP="00161F1D">
      <w:pPr>
        <w:ind w:left="1418" w:hanging="1418"/>
      </w:pPr>
      <w:r w:rsidRPr="00CC64D4">
        <w:t>Příloha č. 4</w:t>
      </w:r>
      <w:r w:rsidRPr="00CC64D4">
        <w:tab/>
        <w:t>Harmonogram realizace projektu</w:t>
      </w:r>
    </w:p>
    <w:p w:rsidR="00161F1D" w:rsidRPr="00CC64D4" w:rsidRDefault="00161F1D" w:rsidP="00161F1D">
      <w:pPr>
        <w:ind w:left="1418" w:hanging="1418"/>
      </w:pPr>
      <w:r w:rsidRPr="00CC64D4">
        <w:t>Příloha č. 5</w:t>
      </w:r>
      <w:r w:rsidRPr="00CC64D4">
        <w:tab/>
        <w:t>Výše garantované úspory, sankce za nedosažení garantované úspory a prémie za překročení garantované úspory</w:t>
      </w:r>
    </w:p>
    <w:p w:rsidR="00161F1D" w:rsidRPr="00CC64D4" w:rsidRDefault="00161F1D" w:rsidP="00161F1D">
      <w:pPr>
        <w:ind w:left="1418" w:hanging="1418"/>
      </w:pPr>
      <w:r w:rsidRPr="00CC64D4">
        <w:t>Příloha č. 6</w:t>
      </w:r>
      <w:r w:rsidRPr="00CC64D4">
        <w:tab/>
        <w:t>Vyhodnocování dosažených úspor</w:t>
      </w:r>
    </w:p>
    <w:p w:rsidR="00161F1D" w:rsidRPr="00CC64D4" w:rsidRDefault="00161F1D" w:rsidP="00161F1D">
      <w:pPr>
        <w:ind w:left="1418" w:hanging="1418"/>
      </w:pPr>
      <w:r w:rsidRPr="00CC64D4">
        <w:t>Příloha č. 7</w:t>
      </w:r>
      <w:r w:rsidRPr="00CC64D4">
        <w:tab/>
        <w:t>Energetický management</w:t>
      </w:r>
    </w:p>
    <w:p w:rsidR="00161F1D" w:rsidRPr="00CC64D4" w:rsidRDefault="00161F1D" w:rsidP="00161F1D">
      <w:pPr>
        <w:ind w:left="1418" w:hanging="1418"/>
      </w:pPr>
      <w:r w:rsidRPr="00CC64D4">
        <w:t>Příloha č. 8</w:t>
      </w:r>
      <w:r w:rsidRPr="00CC64D4">
        <w:tab/>
        <w:t>Oprávněné osoby</w:t>
      </w:r>
    </w:p>
    <w:p w:rsidR="00161F1D" w:rsidRPr="00CC64D4" w:rsidRDefault="00161F1D" w:rsidP="00161F1D">
      <w:pPr>
        <w:ind w:left="1418" w:hanging="1418"/>
      </w:pPr>
      <w:r w:rsidRPr="00CC64D4">
        <w:t>Příloha č. 9</w:t>
      </w:r>
      <w:r w:rsidRPr="00CC64D4">
        <w:tab/>
        <w:t xml:space="preserve">Seznam </w:t>
      </w:r>
      <w:r w:rsidR="007130E0">
        <w:t>pod</w:t>
      </w:r>
      <w:r w:rsidRPr="00CC64D4">
        <w:t>dodavatelů</w:t>
      </w:r>
    </w:p>
    <w:p w:rsidR="00161F1D" w:rsidRPr="00CC64D4" w:rsidRDefault="00161F1D"/>
    <w:p w:rsidR="00161F1D" w:rsidRPr="00CC64D4" w:rsidRDefault="00161F1D"/>
    <w:p w:rsidR="00F81353" w:rsidRPr="00CC64D4" w:rsidRDefault="00F81353">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CC64D4" w:rsidTr="00E71F2D">
        <w:trPr>
          <w:cantSplit/>
        </w:trPr>
        <w:tc>
          <w:tcPr>
            <w:tcW w:w="3969" w:type="dxa"/>
          </w:tcPr>
          <w:p w:rsidR="00F81353" w:rsidRPr="00CC64D4" w:rsidRDefault="00F81353">
            <w:r w:rsidRPr="00CC64D4">
              <w:t>za Klienta:</w:t>
            </w:r>
          </w:p>
        </w:tc>
        <w:tc>
          <w:tcPr>
            <w:tcW w:w="993" w:type="dxa"/>
          </w:tcPr>
          <w:p w:rsidR="00F81353" w:rsidRPr="00CC64D4" w:rsidRDefault="00F81353">
            <w:pPr>
              <w:spacing w:line="264" w:lineRule="auto"/>
              <w:ind w:left="-445" w:firstLine="445"/>
            </w:pPr>
          </w:p>
        </w:tc>
        <w:tc>
          <w:tcPr>
            <w:tcW w:w="4110" w:type="dxa"/>
          </w:tcPr>
          <w:p w:rsidR="00F81353" w:rsidRPr="00CC64D4" w:rsidRDefault="00F81353">
            <w:r w:rsidRPr="00CC64D4">
              <w:t>Za ESCO:</w:t>
            </w:r>
          </w:p>
        </w:tc>
      </w:tr>
      <w:tr w:rsidR="00F81353" w:rsidRPr="00C30BA8" w:rsidTr="00E71F2D">
        <w:trPr>
          <w:cantSplit/>
        </w:trPr>
        <w:tc>
          <w:tcPr>
            <w:tcW w:w="3969" w:type="dxa"/>
          </w:tcPr>
          <w:p w:rsidR="00F81353" w:rsidRPr="00CC64D4" w:rsidRDefault="00F81353" w:rsidP="00E71F2D">
            <w:r w:rsidRPr="00CC64D4">
              <w:t>V , dne</w:t>
            </w:r>
          </w:p>
        </w:tc>
        <w:tc>
          <w:tcPr>
            <w:tcW w:w="993" w:type="dxa"/>
          </w:tcPr>
          <w:p w:rsidR="00F81353" w:rsidRPr="00CC64D4" w:rsidRDefault="00F81353">
            <w:pPr>
              <w:spacing w:line="264" w:lineRule="auto"/>
              <w:ind w:left="-445" w:firstLine="445"/>
            </w:pPr>
          </w:p>
        </w:tc>
        <w:tc>
          <w:tcPr>
            <w:tcW w:w="4110" w:type="dxa"/>
          </w:tcPr>
          <w:p w:rsidR="00F81353" w:rsidRPr="00C30BA8" w:rsidRDefault="00F66253" w:rsidP="00E71F2D">
            <w:r w:rsidRPr="00CC64D4">
              <w:t>V , dne</w:t>
            </w:r>
          </w:p>
        </w:tc>
      </w:tr>
      <w:tr w:rsidR="00F81353" w:rsidRPr="00C30BA8" w:rsidTr="00E71F2D">
        <w:trPr>
          <w:cantSplit/>
          <w:trHeight w:val="1405"/>
        </w:trPr>
        <w:tc>
          <w:tcPr>
            <w:tcW w:w="3969" w:type="dxa"/>
            <w:tcBorders>
              <w:bottom w:val="single" w:sz="4" w:space="0" w:color="auto"/>
            </w:tcBorders>
          </w:tcPr>
          <w:p w:rsidR="00F81353" w:rsidRPr="00C30BA8" w:rsidRDefault="00F81353"/>
        </w:tc>
        <w:tc>
          <w:tcPr>
            <w:tcW w:w="993" w:type="dxa"/>
          </w:tcPr>
          <w:p w:rsidR="00F81353" w:rsidRPr="00C30BA8" w:rsidRDefault="00F81353">
            <w:pPr>
              <w:spacing w:before="60" w:line="264" w:lineRule="auto"/>
              <w:ind w:left="-445" w:firstLine="445"/>
            </w:pPr>
          </w:p>
        </w:tc>
        <w:tc>
          <w:tcPr>
            <w:tcW w:w="4110" w:type="dxa"/>
            <w:tcBorders>
              <w:bottom w:val="single" w:sz="4" w:space="0" w:color="auto"/>
            </w:tcBorders>
          </w:tcPr>
          <w:p w:rsidR="00F81353" w:rsidRPr="00C30BA8" w:rsidRDefault="00F81353"/>
        </w:tc>
      </w:tr>
      <w:tr w:rsidR="00F81353" w:rsidRPr="00C30BA8" w:rsidTr="00E71F2D">
        <w:trPr>
          <w:cantSplit/>
        </w:trPr>
        <w:tc>
          <w:tcPr>
            <w:tcW w:w="3969" w:type="dxa"/>
            <w:tcBorders>
              <w:top w:val="single" w:sz="4" w:space="0" w:color="auto"/>
            </w:tcBorders>
          </w:tcPr>
          <w:p w:rsidR="00DF4E0E" w:rsidRPr="00C30BA8" w:rsidRDefault="00DF4E0E" w:rsidP="00DF4E0E">
            <w:pPr>
              <w:jc w:val="left"/>
              <w:rPr>
                <w:rFonts w:cs="Arial"/>
              </w:rPr>
            </w:pPr>
          </w:p>
        </w:tc>
        <w:tc>
          <w:tcPr>
            <w:tcW w:w="993" w:type="dxa"/>
          </w:tcPr>
          <w:p w:rsidR="00F81353" w:rsidRPr="00C30BA8" w:rsidRDefault="00F81353">
            <w:pPr>
              <w:spacing w:line="264" w:lineRule="auto"/>
              <w:ind w:left="-445" w:firstLine="445"/>
            </w:pPr>
          </w:p>
        </w:tc>
        <w:tc>
          <w:tcPr>
            <w:tcW w:w="4110" w:type="dxa"/>
            <w:tcBorders>
              <w:top w:val="single" w:sz="4" w:space="0" w:color="auto"/>
            </w:tcBorders>
          </w:tcPr>
          <w:p w:rsidR="00F81353" w:rsidRPr="00C30BA8" w:rsidRDefault="00F81353">
            <w:pPr>
              <w:jc w:val="left"/>
            </w:pPr>
          </w:p>
        </w:tc>
      </w:tr>
    </w:tbl>
    <w:p w:rsidR="00F81353" w:rsidRPr="00C30BA8" w:rsidRDefault="00F81353"/>
    <w:sectPr w:rsidR="00F81353" w:rsidRPr="00C30BA8" w:rsidSect="00DC7808">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9BC" w:rsidRDefault="00ED49BC">
      <w:r>
        <w:separator/>
      </w:r>
    </w:p>
  </w:endnote>
  <w:endnote w:type="continuationSeparator" w:id="0">
    <w:p w:rsidR="00ED49BC" w:rsidRDefault="00ED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altName w:val="Palatino"/>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Default="00ED49B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Pr="00DC7808" w:rsidRDefault="00ED49BC"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B04F47">
      <w:rPr>
        <w:rStyle w:val="slostrnky"/>
        <w:noProof/>
        <w:sz w:val="16"/>
        <w:szCs w:val="16"/>
      </w:rPr>
      <w:t>16</w:t>
    </w:r>
    <w:r w:rsidRPr="00DC7808">
      <w:rPr>
        <w:rStyle w:val="slostrnky"/>
        <w:sz w:val="16"/>
        <w:szCs w:val="16"/>
      </w:rPr>
      <w:fldChar w:fldCharType="end"/>
    </w:r>
    <w:r w:rsidRPr="00DC7808">
      <w:rPr>
        <w:rStyle w:val="slostrnky"/>
        <w:sz w:val="16"/>
        <w:szCs w:val="16"/>
      </w:rPr>
      <w:t>/</w:t>
    </w:r>
    <w:r w:rsidR="00B04F47">
      <w:fldChar w:fldCharType="begin"/>
    </w:r>
    <w:r w:rsidR="00B04F47">
      <w:instrText xml:space="preserve"> NUMPAGES   \* MERGEFORMAT </w:instrText>
    </w:r>
    <w:r w:rsidR="00B04F47">
      <w:fldChar w:fldCharType="separate"/>
    </w:r>
    <w:r w:rsidR="00B04F47" w:rsidRPr="00B04F47">
      <w:rPr>
        <w:rStyle w:val="slostrnky"/>
        <w:noProof/>
        <w:sz w:val="16"/>
        <w:szCs w:val="16"/>
      </w:rPr>
      <w:t>34</w:t>
    </w:r>
    <w:r w:rsidR="00B04F47">
      <w:rPr>
        <w:rStyle w:val="slostrnky"/>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Default="00ED49BC">
    <w:pPr>
      <w:pStyle w:val="Zpat"/>
      <w:tabs>
        <w:tab w:val="clear" w:pos="4536"/>
        <w:tab w:val="clear" w:pos="9072"/>
        <w:tab w:val="left" w:pos="5580"/>
      </w:tabs>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9BC" w:rsidRDefault="00ED49BC">
      <w:r>
        <w:separator/>
      </w:r>
    </w:p>
  </w:footnote>
  <w:footnote w:type="continuationSeparator" w:id="0">
    <w:p w:rsidR="00ED49BC" w:rsidRDefault="00ED49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Default="00ED49B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Pr="00792392" w:rsidRDefault="00ED49BC" w:rsidP="00CC5EA3">
    <w:pPr>
      <w:pStyle w:val="Zhlav"/>
      <w:spacing w:line="80" w:lineRule="atLeast"/>
      <w:jc w:val="center"/>
    </w:pPr>
    <w:r w:rsidRPr="00792392">
      <w:rPr>
        <w:b/>
      </w:rPr>
      <w:t>Smlouva o energetických službách</w:t>
    </w:r>
    <w:r w:rsidRPr="00792392">
      <w:t xml:space="preserve"> </w:t>
    </w:r>
    <w:r w:rsidRPr="00792392">
      <w:rPr>
        <w:b/>
      </w:rPr>
      <w:t>určených veřejnému zadavateli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9BC" w:rsidRDefault="00ED49B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C37253"/>
    <w:multiLevelType w:val="multilevel"/>
    <w:tmpl w:val="B2644090"/>
    <w:lvl w:ilvl="0">
      <w:start w:val="1"/>
      <w:numFmt w:val="decimal"/>
      <w:pStyle w:val="Nadpis1"/>
      <w:suff w:val="nothing"/>
      <w:lvlText w:val="Článek %1."/>
      <w:lvlJc w:val="left"/>
      <w:pPr>
        <w:ind w:left="4112"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IdMacAtCleanup w:val="9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učelík Lukáš">
    <w15:presenceInfo w15:providerId="AD" w15:userId="S-1-5-21-915136521-2031727046-4093418726-181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F66253"/>
    <w:rsid w:val="00000752"/>
    <w:rsid w:val="000018B9"/>
    <w:rsid w:val="00003947"/>
    <w:rsid w:val="00004CD3"/>
    <w:rsid w:val="00004F04"/>
    <w:rsid w:val="000064FB"/>
    <w:rsid w:val="000079FC"/>
    <w:rsid w:val="00010A08"/>
    <w:rsid w:val="0001191B"/>
    <w:rsid w:val="00012513"/>
    <w:rsid w:val="000125D8"/>
    <w:rsid w:val="000126E6"/>
    <w:rsid w:val="000129DB"/>
    <w:rsid w:val="00013992"/>
    <w:rsid w:val="00014C5A"/>
    <w:rsid w:val="00015FD5"/>
    <w:rsid w:val="00016039"/>
    <w:rsid w:val="000162BD"/>
    <w:rsid w:val="000177AC"/>
    <w:rsid w:val="00020481"/>
    <w:rsid w:val="000207A9"/>
    <w:rsid w:val="00020A9A"/>
    <w:rsid w:val="00020FED"/>
    <w:rsid w:val="000223BC"/>
    <w:rsid w:val="00023B52"/>
    <w:rsid w:val="00023EBE"/>
    <w:rsid w:val="0002514C"/>
    <w:rsid w:val="00026C16"/>
    <w:rsid w:val="00027BE6"/>
    <w:rsid w:val="00031316"/>
    <w:rsid w:val="0003300B"/>
    <w:rsid w:val="00033516"/>
    <w:rsid w:val="0003433E"/>
    <w:rsid w:val="00034391"/>
    <w:rsid w:val="000343F0"/>
    <w:rsid w:val="00034A3A"/>
    <w:rsid w:val="00034CFA"/>
    <w:rsid w:val="00034D5D"/>
    <w:rsid w:val="00034E8F"/>
    <w:rsid w:val="00034EBA"/>
    <w:rsid w:val="00035E55"/>
    <w:rsid w:val="00035F93"/>
    <w:rsid w:val="00036616"/>
    <w:rsid w:val="0003692C"/>
    <w:rsid w:val="00036F12"/>
    <w:rsid w:val="0003754F"/>
    <w:rsid w:val="0003795C"/>
    <w:rsid w:val="00040874"/>
    <w:rsid w:val="0004216E"/>
    <w:rsid w:val="0004448F"/>
    <w:rsid w:val="0004467E"/>
    <w:rsid w:val="00044C17"/>
    <w:rsid w:val="00046879"/>
    <w:rsid w:val="00046F0B"/>
    <w:rsid w:val="00050B4F"/>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D8"/>
    <w:rsid w:val="00060457"/>
    <w:rsid w:val="00062BFA"/>
    <w:rsid w:val="00063F5E"/>
    <w:rsid w:val="00064524"/>
    <w:rsid w:val="00065158"/>
    <w:rsid w:val="00065E14"/>
    <w:rsid w:val="00066387"/>
    <w:rsid w:val="00066DD9"/>
    <w:rsid w:val="00067534"/>
    <w:rsid w:val="00070015"/>
    <w:rsid w:val="00070130"/>
    <w:rsid w:val="000708DA"/>
    <w:rsid w:val="00072880"/>
    <w:rsid w:val="00072F9E"/>
    <w:rsid w:val="000739A1"/>
    <w:rsid w:val="00075473"/>
    <w:rsid w:val="000757BA"/>
    <w:rsid w:val="0007587C"/>
    <w:rsid w:val="000759B7"/>
    <w:rsid w:val="00075C7A"/>
    <w:rsid w:val="00081859"/>
    <w:rsid w:val="00082AA1"/>
    <w:rsid w:val="00082C25"/>
    <w:rsid w:val="00083C1A"/>
    <w:rsid w:val="0008425E"/>
    <w:rsid w:val="00084AF6"/>
    <w:rsid w:val="000850C4"/>
    <w:rsid w:val="00086597"/>
    <w:rsid w:val="00086C52"/>
    <w:rsid w:val="00086EAC"/>
    <w:rsid w:val="000874DB"/>
    <w:rsid w:val="00087FD6"/>
    <w:rsid w:val="00091337"/>
    <w:rsid w:val="00091C29"/>
    <w:rsid w:val="00091C79"/>
    <w:rsid w:val="0009266D"/>
    <w:rsid w:val="00092E44"/>
    <w:rsid w:val="000934CA"/>
    <w:rsid w:val="00094D00"/>
    <w:rsid w:val="00097BFB"/>
    <w:rsid w:val="000A0754"/>
    <w:rsid w:val="000A1846"/>
    <w:rsid w:val="000A1F5A"/>
    <w:rsid w:val="000A31AD"/>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7CC1"/>
    <w:rsid w:val="000C084B"/>
    <w:rsid w:val="000C1660"/>
    <w:rsid w:val="000C1676"/>
    <w:rsid w:val="000C19B6"/>
    <w:rsid w:val="000C25C3"/>
    <w:rsid w:val="000C2B8D"/>
    <w:rsid w:val="000C2BB9"/>
    <w:rsid w:val="000C3D7E"/>
    <w:rsid w:val="000C5D38"/>
    <w:rsid w:val="000C5DCA"/>
    <w:rsid w:val="000C6873"/>
    <w:rsid w:val="000C71A5"/>
    <w:rsid w:val="000C76B0"/>
    <w:rsid w:val="000C7A5B"/>
    <w:rsid w:val="000C7FAF"/>
    <w:rsid w:val="000D0425"/>
    <w:rsid w:val="000D12D1"/>
    <w:rsid w:val="000D3EA2"/>
    <w:rsid w:val="000D4F4C"/>
    <w:rsid w:val="000D54E1"/>
    <w:rsid w:val="000D59D4"/>
    <w:rsid w:val="000D5E4C"/>
    <w:rsid w:val="000D759F"/>
    <w:rsid w:val="000D7A8D"/>
    <w:rsid w:val="000D7B3C"/>
    <w:rsid w:val="000E1DC3"/>
    <w:rsid w:val="000E20C3"/>
    <w:rsid w:val="000E2C4F"/>
    <w:rsid w:val="000E2EE5"/>
    <w:rsid w:val="000E41C4"/>
    <w:rsid w:val="000E4778"/>
    <w:rsid w:val="000E4F78"/>
    <w:rsid w:val="000E5058"/>
    <w:rsid w:val="000E5417"/>
    <w:rsid w:val="000F0631"/>
    <w:rsid w:val="000F07FF"/>
    <w:rsid w:val="000F1D50"/>
    <w:rsid w:val="000F4417"/>
    <w:rsid w:val="000F6BB6"/>
    <w:rsid w:val="000F6C7A"/>
    <w:rsid w:val="000F6EA8"/>
    <w:rsid w:val="000F70C0"/>
    <w:rsid w:val="000F74B4"/>
    <w:rsid w:val="000F7756"/>
    <w:rsid w:val="00100A24"/>
    <w:rsid w:val="00100EA4"/>
    <w:rsid w:val="00101729"/>
    <w:rsid w:val="001028C9"/>
    <w:rsid w:val="00103139"/>
    <w:rsid w:val="00104806"/>
    <w:rsid w:val="00104B39"/>
    <w:rsid w:val="00105CF2"/>
    <w:rsid w:val="00106A72"/>
    <w:rsid w:val="001071D7"/>
    <w:rsid w:val="0011038E"/>
    <w:rsid w:val="00110939"/>
    <w:rsid w:val="0011148F"/>
    <w:rsid w:val="00111AB3"/>
    <w:rsid w:val="00112B38"/>
    <w:rsid w:val="00114A13"/>
    <w:rsid w:val="00116156"/>
    <w:rsid w:val="001162A4"/>
    <w:rsid w:val="00116525"/>
    <w:rsid w:val="00116B87"/>
    <w:rsid w:val="00120646"/>
    <w:rsid w:val="00120C93"/>
    <w:rsid w:val="0012217E"/>
    <w:rsid w:val="001234AD"/>
    <w:rsid w:val="0012356C"/>
    <w:rsid w:val="0012379A"/>
    <w:rsid w:val="00123984"/>
    <w:rsid w:val="00123DF7"/>
    <w:rsid w:val="00124AD5"/>
    <w:rsid w:val="00124F9D"/>
    <w:rsid w:val="00124FE7"/>
    <w:rsid w:val="0012657B"/>
    <w:rsid w:val="00126706"/>
    <w:rsid w:val="00126BDA"/>
    <w:rsid w:val="00127BA4"/>
    <w:rsid w:val="001310F9"/>
    <w:rsid w:val="00132FD0"/>
    <w:rsid w:val="0013717C"/>
    <w:rsid w:val="00141642"/>
    <w:rsid w:val="00142DB7"/>
    <w:rsid w:val="001434FB"/>
    <w:rsid w:val="00144440"/>
    <w:rsid w:val="00144C19"/>
    <w:rsid w:val="00145012"/>
    <w:rsid w:val="001478A1"/>
    <w:rsid w:val="0014798C"/>
    <w:rsid w:val="001515C7"/>
    <w:rsid w:val="00151650"/>
    <w:rsid w:val="00151A96"/>
    <w:rsid w:val="001527A5"/>
    <w:rsid w:val="00152B7C"/>
    <w:rsid w:val="001530CC"/>
    <w:rsid w:val="001544B6"/>
    <w:rsid w:val="00154633"/>
    <w:rsid w:val="001547C0"/>
    <w:rsid w:val="00154E95"/>
    <w:rsid w:val="001565F7"/>
    <w:rsid w:val="0015662F"/>
    <w:rsid w:val="00157406"/>
    <w:rsid w:val="00160062"/>
    <w:rsid w:val="00161F1D"/>
    <w:rsid w:val="00162485"/>
    <w:rsid w:val="001638E8"/>
    <w:rsid w:val="00164018"/>
    <w:rsid w:val="0016401E"/>
    <w:rsid w:val="00164773"/>
    <w:rsid w:val="001649A7"/>
    <w:rsid w:val="0016559F"/>
    <w:rsid w:val="00165F81"/>
    <w:rsid w:val="0016636F"/>
    <w:rsid w:val="001664C2"/>
    <w:rsid w:val="0016751E"/>
    <w:rsid w:val="0016771E"/>
    <w:rsid w:val="001679F5"/>
    <w:rsid w:val="00167E6D"/>
    <w:rsid w:val="00172AB8"/>
    <w:rsid w:val="00172ACC"/>
    <w:rsid w:val="0017302B"/>
    <w:rsid w:val="001734E0"/>
    <w:rsid w:val="00174124"/>
    <w:rsid w:val="001741E5"/>
    <w:rsid w:val="00175846"/>
    <w:rsid w:val="00176615"/>
    <w:rsid w:val="001775F5"/>
    <w:rsid w:val="0018263F"/>
    <w:rsid w:val="00182E0E"/>
    <w:rsid w:val="00184348"/>
    <w:rsid w:val="00185994"/>
    <w:rsid w:val="00186666"/>
    <w:rsid w:val="00186B7D"/>
    <w:rsid w:val="00187D48"/>
    <w:rsid w:val="00191F76"/>
    <w:rsid w:val="001923DA"/>
    <w:rsid w:val="001935F2"/>
    <w:rsid w:val="001945FB"/>
    <w:rsid w:val="00194B03"/>
    <w:rsid w:val="00195F94"/>
    <w:rsid w:val="00196607"/>
    <w:rsid w:val="00197C69"/>
    <w:rsid w:val="00197D7E"/>
    <w:rsid w:val="001A13A6"/>
    <w:rsid w:val="001A3386"/>
    <w:rsid w:val="001A4087"/>
    <w:rsid w:val="001A57A1"/>
    <w:rsid w:val="001A61C0"/>
    <w:rsid w:val="001A7276"/>
    <w:rsid w:val="001B0505"/>
    <w:rsid w:val="001B07DF"/>
    <w:rsid w:val="001B4BE9"/>
    <w:rsid w:val="001B5215"/>
    <w:rsid w:val="001B586F"/>
    <w:rsid w:val="001B5993"/>
    <w:rsid w:val="001B6B8E"/>
    <w:rsid w:val="001C03CC"/>
    <w:rsid w:val="001C11E9"/>
    <w:rsid w:val="001C159C"/>
    <w:rsid w:val="001C42FC"/>
    <w:rsid w:val="001C5A69"/>
    <w:rsid w:val="001C5CF7"/>
    <w:rsid w:val="001D0117"/>
    <w:rsid w:val="001D063F"/>
    <w:rsid w:val="001D289B"/>
    <w:rsid w:val="001D2D8F"/>
    <w:rsid w:val="001D31C8"/>
    <w:rsid w:val="001D3FDC"/>
    <w:rsid w:val="001D424B"/>
    <w:rsid w:val="001D5DDB"/>
    <w:rsid w:val="001D7F4A"/>
    <w:rsid w:val="001E05DB"/>
    <w:rsid w:val="001E1145"/>
    <w:rsid w:val="001E3782"/>
    <w:rsid w:val="001E414D"/>
    <w:rsid w:val="001E4171"/>
    <w:rsid w:val="001E5319"/>
    <w:rsid w:val="001E54CA"/>
    <w:rsid w:val="001E5636"/>
    <w:rsid w:val="001E56F1"/>
    <w:rsid w:val="001E5A55"/>
    <w:rsid w:val="001E5A93"/>
    <w:rsid w:val="001E6780"/>
    <w:rsid w:val="001E72FD"/>
    <w:rsid w:val="001E79D2"/>
    <w:rsid w:val="001E7CF3"/>
    <w:rsid w:val="001F0749"/>
    <w:rsid w:val="001F0AD0"/>
    <w:rsid w:val="001F1397"/>
    <w:rsid w:val="001F1C62"/>
    <w:rsid w:val="001F24D9"/>
    <w:rsid w:val="001F2BAA"/>
    <w:rsid w:val="001F2E16"/>
    <w:rsid w:val="001F3B1D"/>
    <w:rsid w:val="001F476B"/>
    <w:rsid w:val="001F495B"/>
    <w:rsid w:val="001F639E"/>
    <w:rsid w:val="001F6A88"/>
    <w:rsid w:val="001F6D8E"/>
    <w:rsid w:val="00203379"/>
    <w:rsid w:val="002037ED"/>
    <w:rsid w:val="0020461D"/>
    <w:rsid w:val="00204722"/>
    <w:rsid w:val="0020492A"/>
    <w:rsid w:val="00204AE3"/>
    <w:rsid w:val="00205D64"/>
    <w:rsid w:val="00205E83"/>
    <w:rsid w:val="00206445"/>
    <w:rsid w:val="00206953"/>
    <w:rsid w:val="0020783B"/>
    <w:rsid w:val="002078BE"/>
    <w:rsid w:val="00207D05"/>
    <w:rsid w:val="00210126"/>
    <w:rsid w:val="0021343A"/>
    <w:rsid w:val="002140B5"/>
    <w:rsid w:val="0021569F"/>
    <w:rsid w:val="002161A3"/>
    <w:rsid w:val="002163AE"/>
    <w:rsid w:val="00216774"/>
    <w:rsid w:val="00216D01"/>
    <w:rsid w:val="00220400"/>
    <w:rsid w:val="00220DA4"/>
    <w:rsid w:val="00222857"/>
    <w:rsid w:val="00222CC1"/>
    <w:rsid w:val="0022488C"/>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BCB"/>
    <w:rsid w:val="00236D9F"/>
    <w:rsid w:val="00237302"/>
    <w:rsid w:val="002401D9"/>
    <w:rsid w:val="0024067F"/>
    <w:rsid w:val="00241AFF"/>
    <w:rsid w:val="00241DA7"/>
    <w:rsid w:val="00243FF8"/>
    <w:rsid w:val="0024427C"/>
    <w:rsid w:val="00246965"/>
    <w:rsid w:val="00246E76"/>
    <w:rsid w:val="002513AD"/>
    <w:rsid w:val="0025283B"/>
    <w:rsid w:val="00253676"/>
    <w:rsid w:val="00254A4E"/>
    <w:rsid w:val="00257329"/>
    <w:rsid w:val="00257393"/>
    <w:rsid w:val="002576D1"/>
    <w:rsid w:val="002576E2"/>
    <w:rsid w:val="00263075"/>
    <w:rsid w:val="00263F4C"/>
    <w:rsid w:val="002653A7"/>
    <w:rsid w:val="00271991"/>
    <w:rsid w:val="00272371"/>
    <w:rsid w:val="00272FA6"/>
    <w:rsid w:val="00273CC0"/>
    <w:rsid w:val="0027409F"/>
    <w:rsid w:val="002744A7"/>
    <w:rsid w:val="002750D7"/>
    <w:rsid w:val="00276AB3"/>
    <w:rsid w:val="00277FCD"/>
    <w:rsid w:val="00280D6B"/>
    <w:rsid w:val="0028138F"/>
    <w:rsid w:val="00283D23"/>
    <w:rsid w:val="0028475C"/>
    <w:rsid w:val="00284B46"/>
    <w:rsid w:val="00284EE3"/>
    <w:rsid w:val="00284FBA"/>
    <w:rsid w:val="002859D5"/>
    <w:rsid w:val="00285AE0"/>
    <w:rsid w:val="00285C8F"/>
    <w:rsid w:val="00286238"/>
    <w:rsid w:val="00286906"/>
    <w:rsid w:val="00286AF5"/>
    <w:rsid w:val="00286F03"/>
    <w:rsid w:val="00287CCD"/>
    <w:rsid w:val="0029042D"/>
    <w:rsid w:val="00291420"/>
    <w:rsid w:val="00293E10"/>
    <w:rsid w:val="0029505D"/>
    <w:rsid w:val="00296B8C"/>
    <w:rsid w:val="002974CE"/>
    <w:rsid w:val="002A0752"/>
    <w:rsid w:val="002A3182"/>
    <w:rsid w:val="002A46A4"/>
    <w:rsid w:val="002A49EA"/>
    <w:rsid w:val="002A5D2E"/>
    <w:rsid w:val="002A6A6F"/>
    <w:rsid w:val="002A6B57"/>
    <w:rsid w:val="002A6CD2"/>
    <w:rsid w:val="002A7F55"/>
    <w:rsid w:val="002B00E3"/>
    <w:rsid w:val="002B01B1"/>
    <w:rsid w:val="002B02EE"/>
    <w:rsid w:val="002B0537"/>
    <w:rsid w:val="002B0BCF"/>
    <w:rsid w:val="002B1FDB"/>
    <w:rsid w:val="002B21E4"/>
    <w:rsid w:val="002B2DAA"/>
    <w:rsid w:val="002B324B"/>
    <w:rsid w:val="002B3483"/>
    <w:rsid w:val="002B50BC"/>
    <w:rsid w:val="002B53E8"/>
    <w:rsid w:val="002B6659"/>
    <w:rsid w:val="002B6980"/>
    <w:rsid w:val="002B69B7"/>
    <w:rsid w:val="002B6FD7"/>
    <w:rsid w:val="002B7529"/>
    <w:rsid w:val="002B7DC4"/>
    <w:rsid w:val="002B7E9C"/>
    <w:rsid w:val="002C02BF"/>
    <w:rsid w:val="002C519D"/>
    <w:rsid w:val="002C5270"/>
    <w:rsid w:val="002C60D5"/>
    <w:rsid w:val="002D040B"/>
    <w:rsid w:val="002D07DC"/>
    <w:rsid w:val="002D3165"/>
    <w:rsid w:val="002D31A2"/>
    <w:rsid w:val="002D3F47"/>
    <w:rsid w:val="002D4CD3"/>
    <w:rsid w:val="002D4F8D"/>
    <w:rsid w:val="002D6B68"/>
    <w:rsid w:val="002D788C"/>
    <w:rsid w:val="002E09B1"/>
    <w:rsid w:val="002E0FED"/>
    <w:rsid w:val="002E14BF"/>
    <w:rsid w:val="002E1962"/>
    <w:rsid w:val="002E33C8"/>
    <w:rsid w:val="002E41A0"/>
    <w:rsid w:val="002E66E9"/>
    <w:rsid w:val="002E7BFF"/>
    <w:rsid w:val="002F09CD"/>
    <w:rsid w:val="002F2917"/>
    <w:rsid w:val="002F3191"/>
    <w:rsid w:val="002F3A95"/>
    <w:rsid w:val="002F5219"/>
    <w:rsid w:val="002F5942"/>
    <w:rsid w:val="002F6528"/>
    <w:rsid w:val="002F6584"/>
    <w:rsid w:val="002F690C"/>
    <w:rsid w:val="002F7583"/>
    <w:rsid w:val="00301A2E"/>
    <w:rsid w:val="00301FBB"/>
    <w:rsid w:val="00302D01"/>
    <w:rsid w:val="00303EED"/>
    <w:rsid w:val="00304C47"/>
    <w:rsid w:val="00311881"/>
    <w:rsid w:val="003121AD"/>
    <w:rsid w:val="0031298F"/>
    <w:rsid w:val="00315200"/>
    <w:rsid w:val="00315383"/>
    <w:rsid w:val="0031730E"/>
    <w:rsid w:val="00317472"/>
    <w:rsid w:val="00317BFE"/>
    <w:rsid w:val="00320630"/>
    <w:rsid w:val="0032393D"/>
    <w:rsid w:val="00324661"/>
    <w:rsid w:val="00326676"/>
    <w:rsid w:val="00326DAC"/>
    <w:rsid w:val="003272F0"/>
    <w:rsid w:val="00327C72"/>
    <w:rsid w:val="00330945"/>
    <w:rsid w:val="003312F9"/>
    <w:rsid w:val="00331DFF"/>
    <w:rsid w:val="00331F2E"/>
    <w:rsid w:val="003326DB"/>
    <w:rsid w:val="003343B9"/>
    <w:rsid w:val="00334CEC"/>
    <w:rsid w:val="00335A02"/>
    <w:rsid w:val="00336107"/>
    <w:rsid w:val="00336D36"/>
    <w:rsid w:val="00337498"/>
    <w:rsid w:val="00340D64"/>
    <w:rsid w:val="00341DE2"/>
    <w:rsid w:val="00341ED1"/>
    <w:rsid w:val="00344E1C"/>
    <w:rsid w:val="003452DF"/>
    <w:rsid w:val="00345662"/>
    <w:rsid w:val="0034621B"/>
    <w:rsid w:val="00346649"/>
    <w:rsid w:val="00346EA2"/>
    <w:rsid w:val="00347B15"/>
    <w:rsid w:val="00347F25"/>
    <w:rsid w:val="00350952"/>
    <w:rsid w:val="00350B26"/>
    <w:rsid w:val="00351101"/>
    <w:rsid w:val="003526FB"/>
    <w:rsid w:val="003530EA"/>
    <w:rsid w:val="003531C5"/>
    <w:rsid w:val="0035420E"/>
    <w:rsid w:val="00354894"/>
    <w:rsid w:val="00354A58"/>
    <w:rsid w:val="00354BEE"/>
    <w:rsid w:val="003562CA"/>
    <w:rsid w:val="00360148"/>
    <w:rsid w:val="003603C9"/>
    <w:rsid w:val="00360C8D"/>
    <w:rsid w:val="003618E5"/>
    <w:rsid w:val="0036344A"/>
    <w:rsid w:val="0036427B"/>
    <w:rsid w:val="00365C81"/>
    <w:rsid w:val="00365DCD"/>
    <w:rsid w:val="00366A05"/>
    <w:rsid w:val="00367525"/>
    <w:rsid w:val="003678BA"/>
    <w:rsid w:val="003702EF"/>
    <w:rsid w:val="003711C5"/>
    <w:rsid w:val="003718F9"/>
    <w:rsid w:val="0037269A"/>
    <w:rsid w:val="00374086"/>
    <w:rsid w:val="00374B40"/>
    <w:rsid w:val="003750E4"/>
    <w:rsid w:val="0037526E"/>
    <w:rsid w:val="003756A9"/>
    <w:rsid w:val="00380A91"/>
    <w:rsid w:val="00382411"/>
    <w:rsid w:val="003838E3"/>
    <w:rsid w:val="00383FFF"/>
    <w:rsid w:val="00384581"/>
    <w:rsid w:val="00384BEA"/>
    <w:rsid w:val="00385C7B"/>
    <w:rsid w:val="003874C0"/>
    <w:rsid w:val="00387EFE"/>
    <w:rsid w:val="00391584"/>
    <w:rsid w:val="003923BB"/>
    <w:rsid w:val="003924E6"/>
    <w:rsid w:val="0039314A"/>
    <w:rsid w:val="00394AEF"/>
    <w:rsid w:val="00394D54"/>
    <w:rsid w:val="00395E5D"/>
    <w:rsid w:val="00397F81"/>
    <w:rsid w:val="003A3ACF"/>
    <w:rsid w:val="003A4202"/>
    <w:rsid w:val="003A576D"/>
    <w:rsid w:val="003A5BEF"/>
    <w:rsid w:val="003A6BCB"/>
    <w:rsid w:val="003A7C52"/>
    <w:rsid w:val="003B0052"/>
    <w:rsid w:val="003B0494"/>
    <w:rsid w:val="003B3DF8"/>
    <w:rsid w:val="003B486A"/>
    <w:rsid w:val="003B566E"/>
    <w:rsid w:val="003B5D02"/>
    <w:rsid w:val="003B76DB"/>
    <w:rsid w:val="003C26F5"/>
    <w:rsid w:val="003C2D6E"/>
    <w:rsid w:val="003C2DDE"/>
    <w:rsid w:val="003C3128"/>
    <w:rsid w:val="003C34B2"/>
    <w:rsid w:val="003C381D"/>
    <w:rsid w:val="003C515D"/>
    <w:rsid w:val="003C52E5"/>
    <w:rsid w:val="003C67E7"/>
    <w:rsid w:val="003C6907"/>
    <w:rsid w:val="003C78A5"/>
    <w:rsid w:val="003C7BE0"/>
    <w:rsid w:val="003D0C13"/>
    <w:rsid w:val="003D0D15"/>
    <w:rsid w:val="003D1965"/>
    <w:rsid w:val="003D232B"/>
    <w:rsid w:val="003D2E19"/>
    <w:rsid w:val="003D34C0"/>
    <w:rsid w:val="003D54C2"/>
    <w:rsid w:val="003D5C95"/>
    <w:rsid w:val="003E05A2"/>
    <w:rsid w:val="003E1756"/>
    <w:rsid w:val="003E19DC"/>
    <w:rsid w:val="003E20F9"/>
    <w:rsid w:val="003E38B6"/>
    <w:rsid w:val="003E4203"/>
    <w:rsid w:val="003E4889"/>
    <w:rsid w:val="003E5D3A"/>
    <w:rsid w:val="003E6A64"/>
    <w:rsid w:val="003E6C8E"/>
    <w:rsid w:val="003E71B8"/>
    <w:rsid w:val="003E7AFA"/>
    <w:rsid w:val="003F2778"/>
    <w:rsid w:val="003F2E04"/>
    <w:rsid w:val="003F3764"/>
    <w:rsid w:val="003F3C0F"/>
    <w:rsid w:val="003F4D9D"/>
    <w:rsid w:val="003F4E6F"/>
    <w:rsid w:val="003F6148"/>
    <w:rsid w:val="003F67C5"/>
    <w:rsid w:val="003F7E6F"/>
    <w:rsid w:val="00400356"/>
    <w:rsid w:val="0040059D"/>
    <w:rsid w:val="00400988"/>
    <w:rsid w:val="0040408C"/>
    <w:rsid w:val="0040408D"/>
    <w:rsid w:val="00404959"/>
    <w:rsid w:val="00404E2D"/>
    <w:rsid w:val="00404E47"/>
    <w:rsid w:val="004057B7"/>
    <w:rsid w:val="0040599F"/>
    <w:rsid w:val="00405FF0"/>
    <w:rsid w:val="00407492"/>
    <w:rsid w:val="00410B57"/>
    <w:rsid w:val="00410BA1"/>
    <w:rsid w:val="00411964"/>
    <w:rsid w:val="0041215A"/>
    <w:rsid w:val="00413101"/>
    <w:rsid w:val="004147A0"/>
    <w:rsid w:val="00414AD3"/>
    <w:rsid w:val="00414D91"/>
    <w:rsid w:val="00416601"/>
    <w:rsid w:val="004170D2"/>
    <w:rsid w:val="00420F2B"/>
    <w:rsid w:val="00421725"/>
    <w:rsid w:val="0042210E"/>
    <w:rsid w:val="00422E1B"/>
    <w:rsid w:val="004230A4"/>
    <w:rsid w:val="00423500"/>
    <w:rsid w:val="0042560C"/>
    <w:rsid w:val="00425A6D"/>
    <w:rsid w:val="004263A2"/>
    <w:rsid w:val="00426BD2"/>
    <w:rsid w:val="004273A8"/>
    <w:rsid w:val="004302F8"/>
    <w:rsid w:val="004307A4"/>
    <w:rsid w:val="004317D1"/>
    <w:rsid w:val="00432A55"/>
    <w:rsid w:val="00432CB2"/>
    <w:rsid w:val="004337D2"/>
    <w:rsid w:val="00433EBB"/>
    <w:rsid w:val="0043442D"/>
    <w:rsid w:val="004346B7"/>
    <w:rsid w:val="00434A02"/>
    <w:rsid w:val="00434BFC"/>
    <w:rsid w:val="00435709"/>
    <w:rsid w:val="00436034"/>
    <w:rsid w:val="0043734D"/>
    <w:rsid w:val="00437383"/>
    <w:rsid w:val="00441640"/>
    <w:rsid w:val="00441EF1"/>
    <w:rsid w:val="004420BC"/>
    <w:rsid w:val="00442494"/>
    <w:rsid w:val="004424AA"/>
    <w:rsid w:val="004436CF"/>
    <w:rsid w:val="00444C73"/>
    <w:rsid w:val="00445010"/>
    <w:rsid w:val="00445BA5"/>
    <w:rsid w:val="0044777B"/>
    <w:rsid w:val="0045141D"/>
    <w:rsid w:val="00452731"/>
    <w:rsid w:val="00454D0A"/>
    <w:rsid w:val="00454E88"/>
    <w:rsid w:val="00454FC6"/>
    <w:rsid w:val="0045515F"/>
    <w:rsid w:val="004557A3"/>
    <w:rsid w:val="004567A5"/>
    <w:rsid w:val="00456ABD"/>
    <w:rsid w:val="00456E56"/>
    <w:rsid w:val="00460A0A"/>
    <w:rsid w:val="00461C1A"/>
    <w:rsid w:val="0046387D"/>
    <w:rsid w:val="0046466E"/>
    <w:rsid w:val="004657C9"/>
    <w:rsid w:val="00466AED"/>
    <w:rsid w:val="00467E30"/>
    <w:rsid w:val="00470676"/>
    <w:rsid w:val="00470F29"/>
    <w:rsid w:val="00475C3A"/>
    <w:rsid w:val="00476ADC"/>
    <w:rsid w:val="00476FBA"/>
    <w:rsid w:val="0047740A"/>
    <w:rsid w:val="00477EFE"/>
    <w:rsid w:val="004804A8"/>
    <w:rsid w:val="00481369"/>
    <w:rsid w:val="004826C7"/>
    <w:rsid w:val="004828AC"/>
    <w:rsid w:val="004856F5"/>
    <w:rsid w:val="00485831"/>
    <w:rsid w:val="00487407"/>
    <w:rsid w:val="004874A4"/>
    <w:rsid w:val="00487ECA"/>
    <w:rsid w:val="004924E0"/>
    <w:rsid w:val="00492739"/>
    <w:rsid w:val="00496521"/>
    <w:rsid w:val="0049735A"/>
    <w:rsid w:val="00497432"/>
    <w:rsid w:val="00497BFE"/>
    <w:rsid w:val="00497C03"/>
    <w:rsid w:val="004A0795"/>
    <w:rsid w:val="004A16FB"/>
    <w:rsid w:val="004A18CB"/>
    <w:rsid w:val="004A1BD4"/>
    <w:rsid w:val="004A1E54"/>
    <w:rsid w:val="004A261A"/>
    <w:rsid w:val="004A2CE3"/>
    <w:rsid w:val="004A2D8F"/>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B0"/>
    <w:rsid w:val="004B488B"/>
    <w:rsid w:val="004B4B65"/>
    <w:rsid w:val="004B4CAD"/>
    <w:rsid w:val="004B4FB6"/>
    <w:rsid w:val="004B518F"/>
    <w:rsid w:val="004B51A5"/>
    <w:rsid w:val="004B5BCA"/>
    <w:rsid w:val="004B77D2"/>
    <w:rsid w:val="004C042C"/>
    <w:rsid w:val="004C0891"/>
    <w:rsid w:val="004C0D93"/>
    <w:rsid w:val="004C150C"/>
    <w:rsid w:val="004C31CA"/>
    <w:rsid w:val="004C3EA1"/>
    <w:rsid w:val="004C3FCC"/>
    <w:rsid w:val="004C431B"/>
    <w:rsid w:val="004C47D1"/>
    <w:rsid w:val="004C679B"/>
    <w:rsid w:val="004C7021"/>
    <w:rsid w:val="004D028C"/>
    <w:rsid w:val="004D0356"/>
    <w:rsid w:val="004D179F"/>
    <w:rsid w:val="004D2961"/>
    <w:rsid w:val="004D2B21"/>
    <w:rsid w:val="004D2EBD"/>
    <w:rsid w:val="004D4591"/>
    <w:rsid w:val="004D47A9"/>
    <w:rsid w:val="004D4A4C"/>
    <w:rsid w:val="004D4CB9"/>
    <w:rsid w:val="004D5652"/>
    <w:rsid w:val="004D6674"/>
    <w:rsid w:val="004E253F"/>
    <w:rsid w:val="004E286E"/>
    <w:rsid w:val="004E28B4"/>
    <w:rsid w:val="004E3F69"/>
    <w:rsid w:val="004E506C"/>
    <w:rsid w:val="004E5BC0"/>
    <w:rsid w:val="004E6309"/>
    <w:rsid w:val="004E7FEF"/>
    <w:rsid w:val="004F1E6B"/>
    <w:rsid w:val="004F54C1"/>
    <w:rsid w:val="00500506"/>
    <w:rsid w:val="005015B5"/>
    <w:rsid w:val="005017E6"/>
    <w:rsid w:val="005018BA"/>
    <w:rsid w:val="00501FDE"/>
    <w:rsid w:val="0050235C"/>
    <w:rsid w:val="00502E44"/>
    <w:rsid w:val="00503B1B"/>
    <w:rsid w:val="00503F42"/>
    <w:rsid w:val="00504F75"/>
    <w:rsid w:val="0050511C"/>
    <w:rsid w:val="00505F9A"/>
    <w:rsid w:val="00510D7D"/>
    <w:rsid w:val="00510DCD"/>
    <w:rsid w:val="00511102"/>
    <w:rsid w:val="00512E96"/>
    <w:rsid w:val="00514259"/>
    <w:rsid w:val="005143B0"/>
    <w:rsid w:val="00514402"/>
    <w:rsid w:val="005146AA"/>
    <w:rsid w:val="005156FF"/>
    <w:rsid w:val="005170E0"/>
    <w:rsid w:val="00517511"/>
    <w:rsid w:val="00520915"/>
    <w:rsid w:val="005215D1"/>
    <w:rsid w:val="00521BB8"/>
    <w:rsid w:val="005234A7"/>
    <w:rsid w:val="005237CA"/>
    <w:rsid w:val="00523C5D"/>
    <w:rsid w:val="005252EE"/>
    <w:rsid w:val="005256BB"/>
    <w:rsid w:val="00526D2B"/>
    <w:rsid w:val="005271D6"/>
    <w:rsid w:val="0052797E"/>
    <w:rsid w:val="00530843"/>
    <w:rsid w:val="00530D5A"/>
    <w:rsid w:val="005313D9"/>
    <w:rsid w:val="00534337"/>
    <w:rsid w:val="005357E1"/>
    <w:rsid w:val="00535A16"/>
    <w:rsid w:val="00536770"/>
    <w:rsid w:val="00537389"/>
    <w:rsid w:val="00541B5A"/>
    <w:rsid w:val="00542557"/>
    <w:rsid w:val="00542682"/>
    <w:rsid w:val="00543115"/>
    <w:rsid w:val="005434E1"/>
    <w:rsid w:val="005444AF"/>
    <w:rsid w:val="00544A31"/>
    <w:rsid w:val="00545062"/>
    <w:rsid w:val="00545276"/>
    <w:rsid w:val="005455E9"/>
    <w:rsid w:val="005459EB"/>
    <w:rsid w:val="00545A28"/>
    <w:rsid w:val="00546571"/>
    <w:rsid w:val="00546AD2"/>
    <w:rsid w:val="005470ED"/>
    <w:rsid w:val="00547619"/>
    <w:rsid w:val="005503F2"/>
    <w:rsid w:val="00551E8E"/>
    <w:rsid w:val="0055386C"/>
    <w:rsid w:val="00554F89"/>
    <w:rsid w:val="00555187"/>
    <w:rsid w:val="00555DD8"/>
    <w:rsid w:val="0055624F"/>
    <w:rsid w:val="005562FF"/>
    <w:rsid w:val="005568C8"/>
    <w:rsid w:val="00556EB0"/>
    <w:rsid w:val="00557199"/>
    <w:rsid w:val="0055728B"/>
    <w:rsid w:val="00560059"/>
    <w:rsid w:val="00560BCC"/>
    <w:rsid w:val="00561718"/>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C79"/>
    <w:rsid w:val="00576C53"/>
    <w:rsid w:val="00576C56"/>
    <w:rsid w:val="00580A91"/>
    <w:rsid w:val="00581C88"/>
    <w:rsid w:val="005837B5"/>
    <w:rsid w:val="00584748"/>
    <w:rsid w:val="00584D2C"/>
    <w:rsid w:val="00584E6D"/>
    <w:rsid w:val="00586B22"/>
    <w:rsid w:val="00587049"/>
    <w:rsid w:val="005904D0"/>
    <w:rsid w:val="00592D71"/>
    <w:rsid w:val="00593BE4"/>
    <w:rsid w:val="00593C79"/>
    <w:rsid w:val="00595F79"/>
    <w:rsid w:val="0059770A"/>
    <w:rsid w:val="005A04A3"/>
    <w:rsid w:val="005A19A4"/>
    <w:rsid w:val="005A25EA"/>
    <w:rsid w:val="005A445C"/>
    <w:rsid w:val="005A47CD"/>
    <w:rsid w:val="005A4B52"/>
    <w:rsid w:val="005A4D98"/>
    <w:rsid w:val="005A6B8D"/>
    <w:rsid w:val="005A7051"/>
    <w:rsid w:val="005A78F2"/>
    <w:rsid w:val="005A7B17"/>
    <w:rsid w:val="005A7F62"/>
    <w:rsid w:val="005B1DCF"/>
    <w:rsid w:val="005B1EAB"/>
    <w:rsid w:val="005B288B"/>
    <w:rsid w:val="005B36A9"/>
    <w:rsid w:val="005B4E65"/>
    <w:rsid w:val="005B6480"/>
    <w:rsid w:val="005B7764"/>
    <w:rsid w:val="005B7C93"/>
    <w:rsid w:val="005C30DC"/>
    <w:rsid w:val="005C4996"/>
    <w:rsid w:val="005C5230"/>
    <w:rsid w:val="005C5E89"/>
    <w:rsid w:val="005C69EC"/>
    <w:rsid w:val="005C69F0"/>
    <w:rsid w:val="005C741B"/>
    <w:rsid w:val="005D018A"/>
    <w:rsid w:val="005D0473"/>
    <w:rsid w:val="005D2F8B"/>
    <w:rsid w:val="005D439B"/>
    <w:rsid w:val="005D4FFC"/>
    <w:rsid w:val="005D526E"/>
    <w:rsid w:val="005D5665"/>
    <w:rsid w:val="005D56D2"/>
    <w:rsid w:val="005E0C74"/>
    <w:rsid w:val="005E10B2"/>
    <w:rsid w:val="005E24AD"/>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BED"/>
    <w:rsid w:val="006001EA"/>
    <w:rsid w:val="0060116D"/>
    <w:rsid w:val="0060298D"/>
    <w:rsid w:val="00604313"/>
    <w:rsid w:val="006059E7"/>
    <w:rsid w:val="00605C1B"/>
    <w:rsid w:val="00605CB0"/>
    <w:rsid w:val="0060681C"/>
    <w:rsid w:val="00607A60"/>
    <w:rsid w:val="00607B11"/>
    <w:rsid w:val="00607B86"/>
    <w:rsid w:val="0061013A"/>
    <w:rsid w:val="00610192"/>
    <w:rsid w:val="0061319F"/>
    <w:rsid w:val="00613873"/>
    <w:rsid w:val="00614A52"/>
    <w:rsid w:val="00614D12"/>
    <w:rsid w:val="006173B7"/>
    <w:rsid w:val="00620C74"/>
    <w:rsid w:val="006212E1"/>
    <w:rsid w:val="00621EC3"/>
    <w:rsid w:val="00622455"/>
    <w:rsid w:val="00622F1A"/>
    <w:rsid w:val="00623290"/>
    <w:rsid w:val="00625850"/>
    <w:rsid w:val="00625CCD"/>
    <w:rsid w:val="00625CD4"/>
    <w:rsid w:val="00626379"/>
    <w:rsid w:val="00627F86"/>
    <w:rsid w:val="006305F0"/>
    <w:rsid w:val="00630A29"/>
    <w:rsid w:val="00634215"/>
    <w:rsid w:val="00634725"/>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98A"/>
    <w:rsid w:val="00650D4E"/>
    <w:rsid w:val="00651D79"/>
    <w:rsid w:val="00653BED"/>
    <w:rsid w:val="006545B5"/>
    <w:rsid w:val="00654604"/>
    <w:rsid w:val="00654BE0"/>
    <w:rsid w:val="006552E2"/>
    <w:rsid w:val="006553D2"/>
    <w:rsid w:val="0065582E"/>
    <w:rsid w:val="00656332"/>
    <w:rsid w:val="0065742C"/>
    <w:rsid w:val="00657498"/>
    <w:rsid w:val="00657972"/>
    <w:rsid w:val="00662D41"/>
    <w:rsid w:val="00664B96"/>
    <w:rsid w:val="00666396"/>
    <w:rsid w:val="00670251"/>
    <w:rsid w:val="006705F3"/>
    <w:rsid w:val="00670A42"/>
    <w:rsid w:val="00670CFE"/>
    <w:rsid w:val="00670EF9"/>
    <w:rsid w:val="0067385A"/>
    <w:rsid w:val="00673C13"/>
    <w:rsid w:val="00674ECB"/>
    <w:rsid w:val="00675E06"/>
    <w:rsid w:val="00675FBB"/>
    <w:rsid w:val="00681212"/>
    <w:rsid w:val="006812C2"/>
    <w:rsid w:val="00682EC2"/>
    <w:rsid w:val="00683FE1"/>
    <w:rsid w:val="00685122"/>
    <w:rsid w:val="0068748E"/>
    <w:rsid w:val="00692A77"/>
    <w:rsid w:val="00692DD0"/>
    <w:rsid w:val="00693AD8"/>
    <w:rsid w:val="006940C2"/>
    <w:rsid w:val="0069552D"/>
    <w:rsid w:val="00695796"/>
    <w:rsid w:val="00696036"/>
    <w:rsid w:val="00696522"/>
    <w:rsid w:val="00696AB8"/>
    <w:rsid w:val="00696D89"/>
    <w:rsid w:val="0069741E"/>
    <w:rsid w:val="0069748A"/>
    <w:rsid w:val="00697805"/>
    <w:rsid w:val="00697E6F"/>
    <w:rsid w:val="00697F6E"/>
    <w:rsid w:val="006A0565"/>
    <w:rsid w:val="006A0AD3"/>
    <w:rsid w:val="006A13CE"/>
    <w:rsid w:val="006A1569"/>
    <w:rsid w:val="006A37E9"/>
    <w:rsid w:val="006A603B"/>
    <w:rsid w:val="006A6B15"/>
    <w:rsid w:val="006A6E0A"/>
    <w:rsid w:val="006A72D6"/>
    <w:rsid w:val="006B0C9F"/>
    <w:rsid w:val="006B2C98"/>
    <w:rsid w:val="006B3E93"/>
    <w:rsid w:val="006B4446"/>
    <w:rsid w:val="006B4AEF"/>
    <w:rsid w:val="006B53BC"/>
    <w:rsid w:val="006B56C6"/>
    <w:rsid w:val="006B6A4A"/>
    <w:rsid w:val="006B6A9A"/>
    <w:rsid w:val="006B7605"/>
    <w:rsid w:val="006B7AB4"/>
    <w:rsid w:val="006B7F2D"/>
    <w:rsid w:val="006C221C"/>
    <w:rsid w:val="006C23F7"/>
    <w:rsid w:val="006C3813"/>
    <w:rsid w:val="006C5639"/>
    <w:rsid w:val="006C748A"/>
    <w:rsid w:val="006C7C1E"/>
    <w:rsid w:val="006C7E8B"/>
    <w:rsid w:val="006D0A4A"/>
    <w:rsid w:val="006D0BBC"/>
    <w:rsid w:val="006D1CD5"/>
    <w:rsid w:val="006D2860"/>
    <w:rsid w:val="006D3007"/>
    <w:rsid w:val="006D36FD"/>
    <w:rsid w:val="006D3708"/>
    <w:rsid w:val="006D4475"/>
    <w:rsid w:val="006D7E4F"/>
    <w:rsid w:val="006E0AB7"/>
    <w:rsid w:val="006E24BF"/>
    <w:rsid w:val="006E28F3"/>
    <w:rsid w:val="006E296D"/>
    <w:rsid w:val="006E33DA"/>
    <w:rsid w:val="006E344F"/>
    <w:rsid w:val="006E4713"/>
    <w:rsid w:val="006E53D4"/>
    <w:rsid w:val="006E5C45"/>
    <w:rsid w:val="006E71A1"/>
    <w:rsid w:val="006E751C"/>
    <w:rsid w:val="006E79EF"/>
    <w:rsid w:val="006E7ED8"/>
    <w:rsid w:val="006E7EEC"/>
    <w:rsid w:val="006F0B88"/>
    <w:rsid w:val="006F1279"/>
    <w:rsid w:val="006F15C5"/>
    <w:rsid w:val="006F401F"/>
    <w:rsid w:val="006F4360"/>
    <w:rsid w:val="006F561E"/>
    <w:rsid w:val="006F70CE"/>
    <w:rsid w:val="007005DF"/>
    <w:rsid w:val="0070182F"/>
    <w:rsid w:val="00701B27"/>
    <w:rsid w:val="007035A2"/>
    <w:rsid w:val="007035EC"/>
    <w:rsid w:val="0070381B"/>
    <w:rsid w:val="00704490"/>
    <w:rsid w:val="007053AC"/>
    <w:rsid w:val="00705D03"/>
    <w:rsid w:val="00706C04"/>
    <w:rsid w:val="00706CBF"/>
    <w:rsid w:val="00706E68"/>
    <w:rsid w:val="007075B9"/>
    <w:rsid w:val="00707801"/>
    <w:rsid w:val="00710327"/>
    <w:rsid w:val="0071045B"/>
    <w:rsid w:val="007113F3"/>
    <w:rsid w:val="00711699"/>
    <w:rsid w:val="007128AA"/>
    <w:rsid w:val="007130E0"/>
    <w:rsid w:val="00714241"/>
    <w:rsid w:val="00715A32"/>
    <w:rsid w:val="00716B39"/>
    <w:rsid w:val="0071799E"/>
    <w:rsid w:val="00717AA7"/>
    <w:rsid w:val="0072194A"/>
    <w:rsid w:val="00721F32"/>
    <w:rsid w:val="007228A8"/>
    <w:rsid w:val="00726080"/>
    <w:rsid w:val="0072750C"/>
    <w:rsid w:val="00727798"/>
    <w:rsid w:val="00727F2B"/>
    <w:rsid w:val="007313BB"/>
    <w:rsid w:val="007315C1"/>
    <w:rsid w:val="007320BA"/>
    <w:rsid w:val="007322F2"/>
    <w:rsid w:val="00733840"/>
    <w:rsid w:val="00733B3C"/>
    <w:rsid w:val="00735272"/>
    <w:rsid w:val="00737E8C"/>
    <w:rsid w:val="007409DB"/>
    <w:rsid w:val="00740C65"/>
    <w:rsid w:val="00740C89"/>
    <w:rsid w:val="00741499"/>
    <w:rsid w:val="007419FC"/>
    <w:rsid w:val="00741F65"/>
    <w:rsid w:val="007426EB"/>
    <w:rsid w:val="00743614"/>
    <w:rsid w:val="007442A7"/>
    <w:rsid w:val="007448BE"/>
    <w:rsid w:val="007459A4"/>
    <w:rsid w:val="00745A55"/>
    <w:rsid w:val="00745ADC"/>
    <w:rsid w:val="00745CC7"/>
    <w:rsid w:val="00745D13"/>
    <w:rsid w:val="00745E4D"/>
    <w:rsid w:val="007463AD"/>
    <w:rsid w:val="00751477"/>
    <w:rsid w:val="00751D4C"/>
    <w:rsid w:val="007531E9"/>
    <w:rsid w:val="00753DA6"/>
    <w:rsid w:val="00754A37"/>
    <w:rsid w:val="00755688"/>
    <w:rsid w:val="00756347"/>
    <w:rsid w:val="0075659B"/>
    <w:rsid w:val="007573A1"/>
    <w:rsid w:val="00757622"/>
    <w:rsid w:val="007604F8"/>
    <w:rsid w:val="0076151E"/>
    <w:rsid w:val="007623CD"/>
    <w:rsid w:val="00762CDA"/>
    <w:rsid w:val="007651AA"/>
    <w:rsid w:val="00765A27"/>
    <w:rsid w:val="00766FA5"/>
    <w:rsid w:val="007677DC"/>
    <w:rsid w:val="007679CF"/>
    <w:rsid w:val="00770E5A"/>
    <w:rsid w:val="007710AD"/>
    <w:rsid w:val="007715C2"/>
    <w:rsid w:val="0077238B"/>
    <w:rsid w:val="007745EF"/>
    <w:rsid w:val="00774AE6"/>
    <w:rsid w:val="007750DD"/>
    <w:rsid w:val="00780535"/>
    <w:rsid w:val="00780568"/>
    <w:rsid w:val="00780FA9"/>
    <w:rsid w:val="00782583"/>
    <w:rsid w:val="00783B70"/>
    <w:rsid w:val="0078482A"/>
    <w:rsid w:val="007868C0"/>
    <w:rsid w:val="00787697"/>
    <w:rsid w:val="0079065F"/>
    <w:rsid w:val="00790FB8"/>
    <w:rsid w:val="0079165C"/>
    <w:rsid w:val="00792392"/>
    <w:rsid w:val="00793C78"/>
    <w:rsid w:val="007943E1"/>
    <w:rsid w:val="00795838"/>
    <w:rsid w:val="00797819"/>
    <w:rsid w:val="007A129F"/>
    <w:rsid w:val="007A21E6"/>
    <w:rsid w:val="007A2F09"/>
    <w:rsid w:val="007A3715"/>
    <w:rsid w:val="007A4301"/>
    <w:rsid w:val="007A46F4"/>
    <w:rsid w:val="007A4846"/>
    <w:rsid w:val="007A4DBB"/>
    <w:rsid w:val="007A589C"/>
    <w:rsid w:val="007A5C1F"/>
    <w:rsid w:val="007A6C97"/>
    <w:rsid w:val="007B0BE2"/>
    <w:rsid w:val="007B299B"/>
    <w:rsid w:val="007B2E10"/>
    <w:rsid w:val="007B35EF"/>
    <w:rsid w:val="007C0329"/>
    <w:rsid w:val="007C06FB"/>
    <w:rsid w:val="007C07CB"/>
    <w:rsid w:val="007C0A65"/>
    <w:rsid w:val="007C1EA2"/>
    <w:rsid w:val="007C3EDF"/>
    <w:rsid w:val="007C41C9"/>
    <w:rsid w:val="007D0A48"/>
    <w:rsid w:val="007D16FE"/>
    <w:rsid w:val="007D19D1"/>
    <w:rsid w:val="007D2E5D"/>
    <w:rsid w:val="007D357B"/>
    <w:rsid w:val="007D3ECE"/>
    <w:rsid w:val="007D4796"/>
    <w:rsid w:val="007D4CE2"/>
    <w:rsid w:val="007D4E61"/>
    <w:rsid w:val="007D56DB"/>
    <w:rsid w:val="007D5E72"/>
    <w:rsid w:val="007D68AF"/>
    <w:rsid w:val="007D6EA2"/>
    <w:rsid w:val="007D6EF7"/>
    <w:rsid w:val="007E0A3B"/>
    <w:rsid w:val="007E1E0D"/>
    <w:rsid w:val="007E1EF6"/>
    <w:rsid w:val="007E2107"/>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99"/>
    <w:rsid w:val="007F4909"/>
    <w:rsid w:val="007F4D11"/>
    <w:rsid w:val="007F5A48"/>
    <w:rsid w:val="007F7B1D"/>
    <w:rsid w:val="007F7E59"/>
    <w:rsid w:val="008006C9"/>
    <w:rsid w:val="008009E0"/>
    <w:rsid w:val="00800DF9"/>
    <w:rsid w:val="00802369"/>
    <w:rsid w:val="008036CF"/>
    <w:rsid w:val="00804891"/>
    <w:rsid w:val="008056F5"/>
    <w:rsid w:val="00805D06"/>
    <w:rsid w:val="00806551"/>
    <w:rsid w:val="008072C9"/>
    <w:rsid w:val="00807584"/>
    <w:rsid w:val="00812044"/>
    <w:rsid w:val="00812B3C"/>
    <w:rsid w:val="00812BC3"/>
    <w:rsid w:val="00813759"/>
    <w:rsid w:val="00814778"/>
    <w:rsid w:val="0081569D"/>
    <w:rsid w:val="00820124"/>
    <w:rsid w:val="00820B3C"/>
    <w:rsid w:val="00820EA5"/>
    <w:rsid w:val="00821C7F"/>
    <w:rsid w:val="00822CB8"/>
    <w:rsid w:val="00822F5A"/>
    <w:rsid w:val="00823679"/>
    <w:rsid w:val="00823C99"/>
    <w:rsid w:val="00824B5F"/>
    <w:rsid w:val="00824B8C"/>
    <w:rsid w:val="008255B4"/>
    <w:rsid w:val="00825B0D"/>
    <w:rsid w:val="008273DE"/>
    <w:rsid w:val="00827F19"/>
    <w:rsid w:val="00830244"/>
    <w:rsid w:val="00830345"/>
    <w:rsid w:val="00831965"/>
    <w:rsid w:val="00832D5D"/>
    <w:rsid w:val="008332DC"/>
    <w:rsid w:val="00833D4D"/>
    <w:rsid w:val="008343A2"/>
    <w:rsid w:val="00834766"/>
    <w:rsid w:val="00834BB4"/>
    <w:rsid w:val="008351D9"/>
    <w:rsid w:val="00836ACA"/>
    <w:rsid w:val="00837630"/>
    <w:rsid w:val="008377B6"/>
    <w:rsid w:val="00840690"/>
    <w:rsid w:val="008408CC"/>
    <w:rsid w:val="00840917"/>
    <w:rsid w:val="00840C20"/>
    <w:rsid w:val="00841803"/>
    <w:rsid w:val="008438A6"/>
    <w:rsid w:val="00845DE8"/>
    <w:rsid w:val="008500AD"/>
    <w:rsid w:val="00850B19"/>
    <w:rsid w:val="00851253"/>
    <w:rsid w:val="0085133A"/>
    <w:rsid w:val="00851D7A"/>
    <w:rsid w:val="00853009"/>
    <w:rsid w:val="008543DE"/>
    <w:rsid w:val="00854EBE"/>
    <w:rsid w:val="00854ECB"/>
    <w:rsid w:val="008554FB"/>
    <w:rsid w:val="008558DD"/>
    <w:rsid w:val="00857FA9"/>
    <w:rsid w:val="008602A2"/>
    <w:rsid w:val="00860E4A"/>
    <w:rsid w:val="008611A5"/>
    <w:rsid w:val="00862112"/>
    <w:rsid w:val="0086232F"/>
    <w:rsid w:val="008624AE"/>
    <w:rsid w:val="008629BB"/>
    <w:rsid w:val="00862B5E"/>
    <w:rsid w:val="00863763"/>
    <w:rsid w:val="0086396B"/>
    <w:rsid w:val="00865073"/>
    <w:rsid w:val="00865E35"/>
    <w:rsid w:val="008667AA"/>
    <w:rsid w:val="0086708E"/>
    <w:rsid w:val="00870DFF"/>
    <w:rsid w:val="008727D9"/>
    <w:rsid w:val="00874335"/>
    <w:rsid w:val="008756B3"/>
    <w:rsid w:val="00875C1A"/>
    <w:rsid w:val="00876D12"/>
    <w:rsid w:val="008773DE"/>
    <w:rsid w:val="00880840"/>
    <w:rsid w:val="00880F96"/>
    <w:rsid w:val="00881151"/>
    <w:rsid w:val="00881DC5"/>
    <w:rsid w:val="0088242F"/>
    <w:rsid w:val="00882FC4"/>
    <w:rsid w:val="008832B1"/>
    <w:rsid w:val="00883ADB"/>
    <w:rsid w:val="00884B83"/>
    <w:rsid w:val="0088516B"/>
    <w:rsid w:val="008859BF"/>
    <w:rsid w:val="0088665A"/>
    <w:rsid w:val="00890D2E"/>
    <w:rsid w:val="00891276"/>
    <w:rsid w:val="00891293"/>
    <w:rsid w:val="00891970"/>
    <w:rsid w:val="00893208"/>
    <w:rsid w:val="00894192"/>
    <w:rsid w:val="00894B39"/>
    <w:rsid w:val="00895A21"/>
    <w:rsid w:val="00895A95"/>
    <w:rsid w:val="00896636"/>
    <w:rsid w:val="0089672E"/>
    <w:rsid w:val="00896A3D"/>
    <w:rsid w:val="008973B0"/>
    <w:rsid w:val="008A0B1E"/>
    <w:rsid w:val="008A0D39"/>
    <w:rsid w:val="008A1FAF"/>
    <w:rsid w:val="008A2221"/>
    <w:rsid w:val="008A2A81"/>
    <w:rsid w:val="008A2ABF"/>
    <w:rsid w:val="008A2F46"/>
    <w:rsid w:val="008A2FEC"/>
    <w:rsid w:val="008A3286"/>
    <w:rsid w:val="008A32D8"/>
    <w:rsid w:val="008A33C3"/>
    <w:rsid w:val="008A3401"/>
    <w:rsid w:val="008A3FE9"/>
    <w:rsid w:val="008A4218"/>
    <w:rsid w:val="008A53B8"/>
    <w:rsid w:val="008B0116"/>
    <w:rsid w:val="008B0748"/>
    <w:rsid w:val="008B1CAF"/>
    <w:rsid w:val="008B29EC"/>
    <w:rsid w:val="008B4072"/>
    <w:rsid w:val="008B45CC"/>
    <w:rsid w:val="008B4653"/>
    <w:rsid w:val="008B47BF"/>
    <w:rsid w:val="008B492B"/>
    <w:rsid w:val="008B4AA7"/>
    <w:rsid w:val="008B4B84"/>
    <w:rsid w:val="008B4F01"/>
    <w:rsid w:val="008B624B"/>
    <w:rsid w:val="008C0421"/>
    <w:rsid w:val="008C0D99"/>
    <w:rsid w:val="008C12A3"/>
    <w:rsid w:val="008C1316"/>
    <w:rsid w:val="008C1C01"/>
    <w:rsid w:val="008C2631"/>
    <w:rsid w:val="008C2C3B"/>
    <w:rsid w:val="008C406D"/>
    <w:rsid w:val="008C44E1"/>
    <w:rsid w:val="008C4EFE"/>
    <w:rsid w:val="008C5123"/>
    <w:rsid w:val="008C5A36"/>
    <w:rsid w:val="008C5B31"/>
    <w:rsid w:val="008C5CEA"/>
    <w:rsid w:val="008C612A"/>
    <w:rsid w:val="008C651B"/>
    <w:rsid w:val="008C7C94"/>
    <w:rsid w:val="008D038B"/>
    <w:rsid w:val="008D07CF"/>
    <w:rsid w:val="008D0EA8"/>
    <w:rsid w:val="008D1054"/>
    <w:rsid w:val="008D2686"/>
    <w:rsid w:val="008D2B7B"/>
    <w:rsid w:val="008D33FB"/>
    <w:rsid w:val="008D40FC"/>
    <w:rsid w:val="008D6DEE"/>
    <w:rsid w:val="008D7B1A"/>
    <w:rsid w:val="008E079A"/>
    <w:rsid w:val="008E0EEA"/>
    <w:rsid w:val="008E0EEB"/>
    <w:rsid w:val="008E0FF7"/>
    <w:rsid w:val="008E1BFE"/>
    <w:rsid w:val="008E1DBC"/>
    <w:rsid w:val="008E1E07"/>
    <w:rsid w:val="008E1E7E"/>
    <w:rsid w:val="008E42A7"/>
    <w:rsid w:val="008E646E"/>
    <w:rsid w:val="008E682F"/>
    <w:rsid w:val="008F04B5"/>
    <w:rsid w:val="008F0E9E"/>
    <w:rsid w:val="008F1C91"/>
    <w:rsid w:val="008F1DA8"/>
    <w:rsid w:val="008F24D2"/>
    <w:rsid w:val="008F292B"/>
    <w:rsid w:val="008F3793"/>
    <w:rsid w:val="008F4A7E"/>
    <w:rsid w:val="008F6861"/>
    <w:rsid w:val="008F7CD8"/>
    <w:rsid w:val="009000FF"/>
    <w:rsid w:val="00903CB5"/>
    <w:rsid w:val="009048CD"/>
    <w:rsid w:val="00907157"/>
    <w:rsid w:val="00907DD5"/>
    <w:rsid w:val="009114C3"/>
    <w:rsid w:val="00911EA0"/>
    <w:rsid w:val="00911EB1"/>
    <w:rsid w:val="009141BC"/>
    <w:rsid w:val="00914432"/>
    <w:rsid w:val="00914736"/>
    <w:rsid w:val="00914DFB"/>
    <w:rsid w:val="00917B5E"/>
    <w:rsid w:val="0092003D"/>
    <w:rsid w:val="009201B1"/>
    <w:rsid w:val="00920EEF"/>
    <w:rsid w:val="00921A49"/>
    <w:rsid w:val="00922007"/>
    <w:rsid w:val="009230F9"/>
    <w:rsid w:val="0092453C"/>
    <w:rsid w:val="00924F9E"/>
    <w:rsid w:val="009254EB"/>
    <w:rsid w:val="00930E61"/>
    <w:rsid w:val="00932187"/>
    <w:rsid w:val="00932CEB"/>
    <w:rsid w:val="00935B1E"/>
    <w:rsid w:val="00936CD3"/>
    <w:rsid w:val="00936DCC"/>
    <w:rsid w:val="0093795A"/>
    <w:rsid w:val="009401C9"/>
    <w:rsid w:val="00940D59"/>
    <w:rsid w:val="00942777"/>
    <w:rsid w:val="00942A78"/>
    <w:rsid w:val="00942B52"/>
    <w:rsid w:val="0094321D"/>
    <w:rsid w:val="0094403F"/>
    <w:rsid w:val="0094435E"/>
    <w:rsid w:val="00944CF7"/>
    <w:rsid w:val="00944F38"/>
    <w:rsid w:val="009474C2"/>
    <w:rsid w:val="00947B3C"/>
    <w:rsid w:val="009513DC"/>
    <w:rsid w:val="00951702"/>
    <w:rsid w:val="00952FA7"/>
    <w:rsid w:val="00953805"/>
    <w:rsid w:val="009549FD"/>
    <w:rsid w:val="00954FE7"/>
    <w:rsid w:val="00955B71"/>
    <w:rsid w:val="00955C4F"/>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52F1"/>
    <w:rsid w:val="00975698"/>
    <w:rsid w:val="00975DAD"/>
    <w:rsid w:val="0097624A"/>
    <w:rsid w:val="00976F1F"/>
    <w:rsid w:val="009770C5"/>
    <w:rsid w:val="009773BA"/>
    <w:rsid w:val="00977549"/>
    <w:rsid w:val="009804F9"/>
    <w:rsid w:val="00980505"/>
    <w:rsid w:val="0098088C"/>
    <w:rsid w:val="0098173F"/>
    <w:rsid w:val="00982B0A"/>
    <w:rsid w:val="009840EB"/>
    <w:rsid w:val="009842C9"/>
    <w:rsid w:val="00986DFE"/>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318E"/>
    <w:rsid w:val="009A552D"/>
    <w:rsid w:val="009A6069"/>
    <w:rsid w:val="009A64B6"/>
    <w:rsid w:val="009A79B2"/>
    <w:rsid w:val="009B0E34"/>
    <w:rsid w:val="009B0FAA"/>
    <w:rsid w:val="009B122B"/>
    <w:rsid w:val="009B2322"/>
    <w:rsid w:val="009B3786"/>
    <w:rsid w:val="009B5569"/>
    <w:rsid w:val="009B5ECC"/>
    <w:rsid w:val="009B6A7D"/>
    <w:rsid w:val="009B70E8"/>
    <w:rsid w:val="009B7617"/>
    <w:rsid w:val="009C109E"/>
    <w:rsid w:val="009C18BE"/>
    <w:rsid w:val="009C1B5D"/>
    <w:rsid w:val="009C269C"/>
    <w:rsid w:val="009C2B72"/>
    <w:rsid w:val="009C2DD5"/>
    <w:rsid w:val="009C3146"/>
    <w:rsid w:val="009C4376"/>
    <w:rsid w:val="009C59EA"/>
    <w:rsid w:val="009C5E38"/>
    <w:rsid w:val="009C6A56"/>
    <w:rsid w:val="009C6C0C"/>
    <w:rsid w:val="009C6CCC"/>
    <w:rsid w:val="009C6DE5"/>
    <w:rsid w:val="009C6FC9"/>
    <w:rsid w:val="009D1318"/>
    <w:rsid w:val="009D3D3C"/>
    <w:rsid w:val="009D46C2"/>
    <w:rsid w:val="009D5A46"/>
    <w:rsid w:val="009D6418"/>
    <w:rsid w:val="009D65A0"/>
    <w:rsid w:val="009D7E1D"/>
    <w:rsid w:val="009E0A2C"/>
    <w:rsid w:val="009E145F"/>
    <w:rsid w:val="009E1749"/>
    <w:rsid w:val="009E28FA"/>
    <w:rsid w:val="009E375D"/>
    <w:rsid w:val="009E3FEC"/>
    <w:rsid w:val="009E571B"/>
    <w:rsid w:val="009E574A"/>
    <w:rsid w:val="009E66F0"/>
    <w:rsid w:val="009E6776"/>
    <w:rsid w:val="009E6CB4"/>
    <w:rsid w:val="009E6F28"/>
    <w:rsid w:val="009E76F8"/>
    <w:rsid w:val="009E7E30"/>
    <w:rsid w:val="009F00BA"/>
    <w:rsid w:val="009F311C"/>
    <w:rsid w:val="009F37E1"/>
    <w:rsid w:val="009F37FC"/>
    <w:rsid w:val="009F38C5"/>
    <w:rsid w:val="009F3EBC"/>
    <w:rsid w:val="009F49AD"/>
    <w:rsid w:val="009F65CE"/>
    <w:rsid w:val="009F73DD"/>
    <w:rsid w:val="00A004DA"/>
    <w:rsid w:val="00A008C8"/>
    <w:rsid w:val="00A02333"/>
    <w:rsid w:val="00A0238C"/>
    <w:rsid w:val="00A030D0"/>
    <w:rsid w:val="00A03387"/>
    <w:rsid w:val="00A03A38"/>
    <w:rsid w:val="00A04542"/>
    <w:rsid w:val="00A064F2"/>
    <w:rsid w:val="00A065B3"/>
    <w:rsid w:val="00A068CE"/>
    <w:rsid w:val="00A06B04"/>
    <w:rsid w:val="00A07BF4"/>
    <w:rsid w:val="00A131FA"/>
    <w:rsid w:val="00A15041"/>
    <w:rsid w:val="00A15534"/>
    <w:rsid w:val="00A1561B"/>
    <w:rsid w:val="00A158E2"/>
    <w:rsid w:val="00A159BF"/>
    <w:rsid w:val="00A170E5"/>
    <w:rsid w:val="00A17327"/>
    <w:rsid w:val="00A179B8"/>
    <w:rsid w:val="00A17FDE"/>
    <w:rsid w:val="00A2118A"/>
    <w:rsid w:val="00A22E67"/>
    <w:rsid w:val="00A24A5F"/>
    <w:rsid w:val="00A2523A"/>
    <w:rsid w:val="00A25ED6"/>
    <w:rsid w:val="00A27764"/>
    <w:rsid w:val="00A30E36"/>
    <w:rsid w:val="00A3104D"/>
    <w:rsid w:val="00A32AA2"/>
    <w:rsid w:val="00A32CA3"/>
    <w:rsid w:val="00A36084"/>
    <w:rsid w:val="00A36530"/>
    <w:rsid w:val="00A36F1A"/>
    <w:rsid w:val="00A408F3"/>
    <w:rsid w:val="00A41032"/>
    <w:rsid w:val="00A41D95"/>
    <w:rsid w:val="00A43768"/>
    <w:rsid w:val="00A47322"/>
    <w:rsid w:val="00A47464"/>
    <w:rsid w:val="00A5052D"/>
    <w:rsid w:val="00A5065D"/>
    <w:rsid w:val="00A50C7C"/>
    <w:rsid w:val="00A514C0"/>
    <w:rsid w:val="00A517D2"/>
    <w:rsid w:val="00A52776"/>
    <w:rsid w:val="00A527CC"/>
    <w:rsid w:val="00A53565"/>
    <w:rsid w:val="00A53893"/>
    <w:rsid w:val="00A56822"/>
    <w:rsid w:val="00A570B7"/>
    <w:rsid w:val="00A60A2F"/>
    <w:rsid w:val="00A60D39"/>
    <w:rsid w:val="00A617E0"/>
    <w:rsid w:val="00A618A1"/>
    <w:rsid w:val="00A64735"/>
    <w:rsid w:val="00A6582B"/>
    <w:rsid w:val="00A67541"/>
    <w:rsid w:val="00A70B55"/>
    <w:rsid w:val="00A712B8"/>
    <w:rsid w:val="00A71B30"/>
    <w:rsid w:val="00A728AA"/>
    <w:rsid w:val="00A72FDE"/>
    <w:rsid w:val="00A74223"/>
    <w:rsid w:val="00A74C7B"/>
    <w:rsid w:val="00A75C3A"/>
    <w:rsid w:val="00A773E9"/>
    <w:rsid w:val="00A80D51"/>
    <w:rsid w:val="00A80D77"/>
    <w:rsid w:val="00A81A33"/>
    <w:rsid w:val="00A81DA5"/>
    <w:rsid w:val="00A82323"/>
    <w:rsid w:val="00A836DF"/>
    <w:rsid w:val="00A84C1A"/>
    <w:rsid w:val="00A84F54"/>
    <w:rsid w:val="00A854C2"/>
    <w:rsid w:val="00A85A05"/>
    <w:rsid w:val="00A862CC"/>
    <w:rsid w:val="00A90C78"/>
    <w:rsid w:val="00A90EF5"/>
    <w:rsid w:val="00A91D80"/>
    <w:rsid w:val="00A91EE8"/>
    <w:rsid w:val="00A9202A"/>
    <w:rsid w:val="00A9354D"/>
    <w:rsid w:val="00A936C4"/>
    <w:rsid w:val="00A94F0B"/>
    <w:rsid w:val="00A966E5"/>
    <w:rsid w:val="00A9798A"/>
    <w:rsid w:val="00AA1053"/>
    <w:rsid w:val="00AA1D84"/>
    <w:rsid w:val="00AA20E9"/>
    <w:rsid w:val="00AA25B9"/>
    <w:rsid w:val="00AA32B4"/>
    <w:rsid w:val="00AA3612"/>
    <w:rsid w:val="00AA4A53"/>
    <w:rsid w:val="00AB02DC"/>
    <w:rsid w:val="00AB19EF"/>
    <w:rsid w:val="00AB4380"/>
    <w:rsid w:val="00AB4433"/>
    <w:rsid w:val="00AB4442"/>
    <w:rsid w:val="00AB6035"/>
    <w:rsid w:val="00AC0559"/>
    <w:rsid w:val="00AC1251"/>
    <w:rsid w:val="00AC2F9E"/>
    <w:rsid w:val="00AC32C5"/>
    <w:rsid w:val="00AC3BFA"/>
    <w:rsid w:val="00AC3DA3"/>
    <w:rsid w:val="00AC5E07"/>
    <w:rsid w:val="00AC63E7"/>
    <w:rsid w:val="00AC6613"/>
    <w:rsid w:val="00AC731C"/>
    <w:rsid w:val="00AD11B3"/>
    <w:rsid w:val="00AD19F4"/>
    <w:rsid w:val="00AD1D86"/>
    <w:rsid w:val="00AD223E"/>
    <w:rsid w:val="00AD2985"/>
    <w:rsid w:val="00AD3E15"/>
    <w:rsid w:val="00AD59F5"/>
    <w:rsid w:val="00AD5C5C"/>
    <w:rsid w:val="00AD6144"/>
    <w:rsid w:val="00AD6838"/>
    <w:rsid w:val="00AD6DB0"/>
    <w:rsid w:val="00AD773A"/>
    <w:rsid w:val="00AE01A9"/>
    <w:rsid w:val="00AE0D78"/>
    <w:rsid w:val="00AE15FF"/>
    <w:rsid w:val="00AE330C"/>
    <w:rsid w:val="00AE5A36"/>
    <w:rsid w:val="00AE63EF"/>
    <w:rsid w:val="00AE6444"/>
    <w:rsid w:val="00AE79F3"/>
    <w:rsid w:val="00AE7DEB"/>
    <w:rsid w:val="00AF0A27"/>
    <w:rsid w:val="00AF11B1"/>
    <w:rsid w:val="00AF1AE8"/>
    <w:rsid w:val="00AF1BAB"/>
    <w:rsid w:val="00AF252E"/>
    <w:rsid w:val="00AF2EFA"/>
    <w:rsid w:val="00AF3066"/>
    <w:rsid w:val="00B00478"/>
    <w:rsid w:val="00B00F32"/>
    <w:rsid w:val="00B01B44"/>
    <w:rsid w:val="00B01CC9"/>
    <w:rsid w:val="00B037AB"/>
    <w:rsid w:val="00B04F47"/>
    <w:rsid w:val="00B050C2"/>
    <w:rsid w:val="00B1033B"/>
    <w:rsid w:val="00B105A8"/>
    <w:rsid w:val="00B1076B"/>
    <w:rsid w:val="00B140D9"/>
    <w:rsid w:val="00B14FFE"/>
    <w:rsid w:val="00B15A82"/>
    <w:rsid w:val="00B1634B"/>
    <w:rsid w:val="00B21342"/>
    <w:rsid w:val="00B21A64"/>
    <w:rsid w:val="00B2200C"/>
    <w:rsid w:val="00B238FD"/>
    <w:rsid w:val="00B24712"/>
    <w:rsid w:val="00B248C0"/>
    <w:rsid w:val="00B25484"/>
    <w:rsid w:val="00B27C0E"/>
    <w:rsid w:val="00B27F02"/>
    <w:rsid w:val="00B27FA3"/>
    <w:rsid w:val="00B30D55"/>
    <w:rsid w:val="00B315B5"/>
    <w:rsid w:val="00B32ACA"/>
    <w:rsid w:val="00B33ABA"/>
    <w:rsid w:val="00B3558B"/>
    <w:rsid w:val="00B36FE1"/>
    <w:rsid w:val="00B3733B"/>
    <w:rsid w:val="00B405E8"/>
    <w:rsid w:val="00B40AEF"/>
    <w:rsid w:val="00B40B56"/>
    <w:rsid w:val="00B40C29"/>
    <w:rsid w:val="00B40EA5"/>
    <w:rsid w:val="00B411FD"/>
    <w:rsid w:val="00B419CE"/>
    <w:rsid w:val="00B41F95"/>
    <w:rsid w:val="00B423A8"/>
    <w:rsid w:val="00B42D8A"/>
    <w:rsid w:val="00B43439"/>
    <w:rsid w:val="00B44065"/>
    <w:rsid w:val="00B44149"/>
    <w:rsid w:val="00B44956"/>
    <w:rsid w:val="00B45ADC"/>
    <w:rsid w:val="00B461FC"/>
    <w:rsid w:val="00B46A07"/>
    <w:rsid w:val="00B47A68"/>
    <w:rsid w:val="00B47C41"/>
    <w:rsid w:val="00B50357"/>
    <w:rsid w:val="00B50FC4"/>
    <w:rsid w:val="00B51EEA"/>
    <w:rsid w:val="00B52DAA"/>
    <w:rsid w:val="00B52DD5"/>
    <w:rsid w:val="00B5399A"/>
    <w:rsid w:val="00B54016"/>
    <w:rsid w:val="00B5633E"/>
    <w:rsid w:val="00B5635D"/>
    <w:rsid w:val="00B57345"/>
    <w:rsid w:val="00B5777B"/>
    <w:rsid w:val="00B57AFE"/>
    <w:rsid w:val="00B6063F"/>
    <w:rsid w:val="00B60857"/>
    <w:rsid w:val="00B60B39"/>
    <w:rsid w:val="00B61F5A"/>
    <w:rsid w:val="00B635FD"/>
    <w:rsid w:val="00B64609"/>
    <w:rsid w:val="00B64CF0"/>
    <w:rsid w:val="00B66D0E"/>
    <w:rsid w:val="00B6740C"/>
    <w:rsid w:val="00B678DE"/>
    <w:rsid w:val="00B67F40"/>
    <w:rsid w:val="00B71087"/>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7005"/>
    <w:rsid w:val="00B82C90"/>
    <w:rsid w:val="00B83B6C"/>
    <w:rsid w:val="00B91F49"/>
    <w:rsid w:val="00B92F50"/>
    <w:rsid w:val="00B92F9F"/>
    <w:rsid w:val="00B9368D"/>
    <w:rsid w:val="00B94022"/>
    <w:rsid w:val="00B94151"/>
    <w:rsid w:val="00B94B0B"/>
    <w:rsid w:val="00B957DE"/>
    <w:rsid w:val="00B95B2D"/>
    <w:rsid w:val="00B95C69"/>
    <w:rsid w:val="00B95FCA"/>
    <w:rsid w:val="00B9627A"/>
    <w:rsid w:val="00B97426"/>
    <w:rsid w:val="00BA0C3C"/>
    <w:rsid w:val="00BA1CB5"/>
    <w:rsid w:val="00BA3E08"/>
    <w:rsid w:val="00BA5838"/>
    <w:rsid w:val="00BA66C9"/>
    <w:rsid w:val="00BA79EE"/>
    <w:rsid w:val="00BB06E6"/>
    <w:rsid w:val="00BB128E"/>
    <w:rsid w:val="00BB1547"/>
    <w:rsid w:val="00BB38EC"/>
    <w:rsid w:val="00BB44B8"/>
    <w:rsid w:val="00BB48B7"/>
    <w:rsid w:val="00BB5BF3"/>
    <w:rsid w:val="00BB5F28"/>
    <w:rsid w:val="00BB6B08"/>
    <w:rsid w:val="00BC3C6A"/>
    <w:rsid w:val="00BC452D"/>
    <w:rsid w:val="00BC46F7"/>
    <w:rsid w:val="00BC499D"/>
    <w:rsid w:val="00BC5560"/>
    <w:rsid w:val="00BC5C64"/>
    <w:rsid w:val="00BC6243"/>
    <w:rsid w:val="00BC6295"/>
    <w:rsid w:val="00BC64C3"/>
    <w:rsid w:val="00BD052D"/>
    <w:rsid w:val="00BD076B"/>
    <w:rsid w:val="00BD1553"/>
    <w:rsid w:val="00BD1FE5"/>
    <w:rsid w:val="00BD21AA"/>
    <w:rsid w:val="00BD24A8"/>
    <w:rsid w:val="00BD4B2E"/>
    <w:rsid w:val="00BD5CF8"/>
    <w:rsid w:val="00BD5FB9"/>
    <w:rsid w:val="00BD618A"/>
    <w:rsid w:val="00BD74B9"/>
    <w:rsid w:val="00BD77BE"/>
    <w:rsid w:val="00BE0948"/>
    <w:rsid w:val="00BE0DFB"/>
    <w:rsid w:val="00BE0F0C"/>
    <w:rsid w:val="00BE393D"/>
    <w:rsid w:val="00BE4F0E"/>
    <w:rsid w:val="00BE5305"/>
    <w:rsid w:val="00BE557A"/>
    <w:rsid w:val="00BE793D"/>
    <w:rsid w:val="00BF056D"/>
    <w:rsid w:val="00BF1C19"/>
    <w:rsid w:val="00BF28D1"/>
    <w:rsid w:val="00BF2F3D"/>
    <w:rsid w:val="00BF446F"/>
    <w:rsid w:val="00BF5C10"/>
    <w:rsid w:val="00BF6B61"/>
    <w:rsid w:val="00BF6C3D"/>
    <w:rsid w:val="00C002B6"/>
    <w:rsid w:val="00C02987"/>
    <w:rsid w:val="00C02E62"/>
    <w:rsid w:val="00C03255"/>
    <w:rsid w:val="00C04061"/>
    <w:rsid w:val="00C05080"/>
    <w:rsid w:val="00C0581C"/>
    <w:rsid w:val="00C06637"/>
    <w:rsid w:val="00C06A9F"/>
    <w:rsid w:val="00C074EF"/>
    <w:rsid w:val="00C077DA"/>
    <w:rsid w:val="00C07FEB"/>
    <w:rsid w:val="00C10DD7"/>
    <w:rsid w:val="00C1191E"/>
    <w:rsid w:val="00C121AC"/>
    <w:rsid w:val="00C12D35"/>
    <w:rsid w:val="00C1403A"/>
    <w:rsid w:val="00C143A7"/>
    <w:rsid w:val="00C147B5"/>
    <w:rsid w:val="00C15006"/>
    <w:rsid w:val="00C15D2A"/>
    <w:rsid w:val="00C17660"/>
    <w:rsid w:val="00C20A7D"/>
    <w:rsid w:val="00C20EFF"/>
    <w:rsid w:val="00C2228B"/>
    <w:rsid w:val="00C2242F"/>
    <w:rsid w:val="00C22499"/>
    <w:rsid w:val="00C22BF0"/>
    <w:rsid w:val="00C23A2F"/>
    <w:rsid w:val="00C246A3"/>
    <w:rsid w:val="00C256BE"/>
    <w:rsid w:val="00C256DC"/>
    <w:rsid w:val="00C30BA8"/>
    <w:rsid w:val="00C33A43"/>
    <w:rsid w:val="00C3430B"/>
    <w:rsid w:val="00C34CE6"/>
    <w:rsid w:val="00C35864"/>
    <w:rsid w:val="00C359CF"/>
    <w:rsid w:val="00C35C5F"/>
    <w:rsid w:val="00C40F67"/>
    <w:rsid w:val="00C41A56"/>
    <w:rsid w:val="00C42610"/>
    <w:rsid w:val="00C43B25"/>
    <w:rsid w:val="00C43CB9"/>
    <w:rsid w:val="00C45022"/>
    <w:rsid w:val="00C458BD"/>
    <w:rsid w:val="00C46001"/>
    <w:rsid w:val="00C46153"/>
    <w:rsid w:val="00C46B17"/>
    <w:rsid w:val="00C4752A"/>
    <w:rsid w:val="00C50BC3"/>
    <w:rsid w:val="00C51EDC"/>
    <w:rsid w:val="00C57359"/>
    <w:rsid w:val="00C57697"/>
    <w:rsid w:val="00C61295"/>
    <w:rsid w:val="00C62607"/>
    <w:rsid w:val="00C62E89"/>
    <w:rsid w:val="00C637DC"/>
    <w:rsid w:val="00C661F7"/>
    <w:rsid w:val="00C67A54"/>
    <w:rsid w:val="00C67CE2"/>
    <w:rsid w:val="00C70E81"/>
    <w:rsid w:val="00C728E9"/>
    <w:rsid w:val="00C73BA2"/>
    <w:rsid w:val="00C73E7D"/>
    <w:rsid w:val="00C76078"/>
    <w:rsid w:val="00C767B0"/>
    <w:rsid w:val="00C76A6B"/>
    <w:rsid w:val="00C77791"/>
    <w:rsid w:val="00C77BDE"/>
    <w:rsid w:val="00C80956"/>
    <w:rsid w:val="00C81025"/>
    <w:rsid w:val="00C81735"/>
    <w:rsid w:val="00C82224"/>
    <w:rsid w:val="00C8283C"/>
    <w:rsid w:val="00C85C44"/>
    <w:rsid w:val="00C8667A"/>
    <w:rsid w:val="00C900B4"/>
    <w:rsid w:val="00C902D4"/>
    <w:rsid w:val="00C903C9"/>
    <w:rsid w:val="00C90AD4"/>
    <w:rsid w:val="00C90F30"/>
    <w:rsid w:val="00C91B24"/>
    <w:rsid w:val="00C91ECD"/>
    <w:rsid w:val="00C9276B"/>
    <w:rsid w:val="00C929EE"/>
    <w:rsid w:val="00C934D5"/>
    <w:rsid w:val="00C94627"/>
    <w:rsid w:val="00C94A70"/>
    <w:rsid w:val="00C95A96"/>
    <w:rsid w:val="00C966CE"/>
    <w:rsid w:val="00C971AA"/>
    <w:rsid w:val="00C97EDB"/>
    <w:rsid w:val="00CA0DA0"/>
    <w:rsid w:val="00CA1AAD"/>
    <w:rsid w:val="00CA2030"/>
    <w:rsid w:val="00CA2A25"/>
    <w:rsid w:val="00CA2C83"/>
    <w:rsid w:val="00CA2CE3"/>
    <w:rsid w:val="00CA309F"/>
    <w:rsid w:val="00CA3411"/>
    <w:rsid w:val="00CA4457"/>
    <w:rsid w:val="00CA44FB"/>
    <w:rsid w:val="00CA4857"/>
    <w:rsid w:val="00CA4879"/>
    <w:rsid w:val="00CA5084"/>
    <w:rsid w:val="00CA5487"/>
    <w:rsid w:val="00CA5A3A"/>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C7E"/>
    <w:rsid w:val="00CC32DE"/>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6F1C"/>
    <w:rsid w:val="00CD75BD"/>
    <w:rsid w:val="00CE0625"/>
    <w:rsid w:val="00CE1048"/>
    <w:rsid w:val="00CE225C"/>
    <w:rsid w:val="00CE26B6"/>
    <w:rsid w:val="00CE35A1"/>
    <w:rsid w:val="00CE3A95"/>
    <w:rsid w:val="00CE3E6D"/>
    <w:rsid w:val="00CE4ACD"/>
    <w:rsid w:val="00CE4DC6"/>
    <w:rsid w:val="00CE55DF"/>
    <w:rsid w:val="00CE5E9C"/>
    <w:rsid w:val="00CE61BE"/>
    <w:rsid w:val="00CE7633"/>
    <w:rsid w:val="00CF12CE"/>
    <w:rsid w:val="00CF1B8C"/>
    <w:rsid w:val="00CF1CFB"/>
    <w:rsid w:val="00CF27F1"/>
    <w:rsid w:val="00CF3688"/>
    <w:rsid w:val="00CF433F"/>
    <w:rsid w:val="00CF4DCA"/>
    <w:rsid w:val="00CF4FE4"/>
    <w:rsid w:val="00CF5BD2"/>
    <w:rsid w:val="00CF5D73"/>
    <w:rsid w:val="00CF5F89"/>
    <w:rsid w:val="00CF7D72"/>
    <w:rsid w:val="00D013A9"/>
    <w:rsid w:val="00D0159E"/>
    <w:rsid w:val="00D02319"/>
    <w:rsid w:val="00D03299"/>
    <w:rsid w:val="00D03F3A"/>
    <w:rsid w:val="00D03F91"/>
    <w:rsid w:val="00D04001"/>
    <w:rsid w:val="00D041B7"/>
    <w:rsid w:val="00D04C29"/>
    <w:rsid w:val="00D0501D"/>
    <w:rsid w:val="00D0603C"/>
    <w:rsid w:val="00D06F6F"/>
    <w:rsid w:val="00D07059"/>
    <w:rsid w:val="00D07735"/>
    <w:rsid w:val="00D077F1"/>
    <w:rsid w:val="00D07F59"/>
    <w:rsid w:val="00D1096E"/>
    <w:rsid w:val="00D10A50"/>
    <w:rsid w:val="00D10C26"/>
    <w:rsid w:val="00D139AC"/>
    <w:rsid w:val="00D15B28"/>
    <w:rsid w:val="00D16254"/>
    <w:rsid w:val="00D172CB"/>
    <w:rsid w:val="00D172D6"/>
    <w:rsid w:val="00D17C9B"/>
    <w:rsid w:val="00D206B7"/>
    <w:rsid w:val="00D21FE5"/>
    <w:rsid w:val="00D225F0"/>
    <w:rsid w:val="00D22CE0"/>
    <w:rsid w:val="00D247F0"/>
    <w:rsid w:val="00D26A8B"/>
    <w:rsid w:val="00D27A58"/>
    <w:rsid w:val="00D30B8D"/>
    <w:rsid w:val="00D321D8"/>
    <w:rsid w:val="00D33219"/>
    <w:rsid w:val="00D3345E"/>
    <w:rsid w:val="00D346BD"/>
    <w:rsid w:val="00D37BDC"/>
    <w:rsid w:val="00D37F45"/>
    <w:rsid w:val="00D403C4"/>
    <w:rsid w:val="00D407F0"/>
    <w:rsid w:val="00D42372"/>
    <w:rsid w:val="00D42610"/>
    <w:rsid w:val="00D4292B"/>
    <w:rsid w:val="00D431E6"/>
    <w:rsid w:val="00D43AD2"/>
    <w:rsid w:val="00D4532D"/>
    <w:rsid w:val="00D453AB"/>
    <w:rsid w:val="00D45592"/>
    <w:rsid w:val="00D4692E"/>
    <w:rsid w:val="00D46C55"/>
    <w:rsid w:val="00D474A5"/>
    <w:rsid w:val="00D47654"/>
    <w:rsid w:val="00D509A1"/>
    <w:rsid w:val="00D50E6C"/>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55DF"/>
    <w:rsid w:val="00D65BE4"/>
    <w:rsid w:val="00D66A3B"/>
    <w:rsid w:val="00D66AD1"/>
    <w:rsid w:val="00D71FC9"/>
    <w:rsid w:val="00D7216A"/>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2097"/>
    <w:rsid w:val="00D82A34"/>
    <w:rsid w:val="00D82B4E"/>
    <w:rsid w:val="00D82C92"/>
    <w:rsid w:val="00D8331E"/>
    <w:rsid w:val="00D8567A"/>
    <w:rsid w:val="00D85A51"/>
    <w:rsid w:val="00D85C66"/>
    <w:rsid w:val="00D86F57"/>
    <w:rsid w:val="00D86F70"/>
    <w:rsid w:val="00D90AE0"/>
    <w:rsid w:val="00D91401"/>
    <w:rsid w:val="00D91C2E"/>
    <w:rsid w:val="00D92D70"/>
    <w:rsid w:val="00D94A22"/>
    <w:rsid w:val="00D95949"/>
    <w:rsid w:val="00D95B84"/>
    <w:rsid w:val="00D975AA"/>
    <w:rsid w:val="00D97ABF"/>
    <w:rsid w:val="00DA065B"/>
    <w:rsid w:val="00DA1027"/>
    <w:rsid w:val="00DA11C6"/>
    <w:rsid w:val="00DA1527"/>
    <w:rsid w:val="00DA15A7"/>
    <w:rsid w:val="00DA20CA"/>
    <w:rsid w:val="00DA2879"/>
    <w:rsid w:val="00DA3040"/>
    <w:rsid w:val="00DA3A40"/>
    <w:rsid w:val="00DA5ADE"/>
    <w:rsid w:val="00DA7449"/>
    <w:rsid w:val="00DB0896"/>
    <w:rsid w:val="00DB0957"/>
    <w:rsid w:val="00DB1D60"/>
    <w:rsid w:val="00DB2677"/>
    <w:rsid w:val="00DB44B9"/>
    <w:rsid w:val="00DB4B40"/>
    <w:rsid w:val="00DB4FB2"/>
    <w:rsid w:val="00DB571E"/>
    <w:rsid w:val="00DB58FC"/>
    <w:rsid w:val="00DB64D9"/>
    <w:rsid w:val="00DC076D"/>
    <w:rsid w:val="00DC0CA3"/>
    <w:rsid w:val="00DC155C"/>
    <w:rsid w:val="00DC1A7F"/>
    <w:rsid w:val="00DC2F3A"/>
    <w:rsid w:val="00DC2FE9"/>
    <w:rsid w:val="00DC3147"/>
    <w:rsid w:val="00DC3B9C"/>
    <w:rsid w:val="00DC47BA"/>
    <w:rsid w:val="00DC4A8B"/>
    <w:rsid w:val="00DC56A8"/>
    <w:rsid w:val="00DC5CEE"/>
    <w:rsid w:val="00DC70D3"/>
    <w:rsid w:val="00DC7808"/>
    <w:rsid w:val="00DC7DFB"/>
    <w:rsid w:val="00DC7E94"/>
    <w:rsid w:val="00DD0033"/>
    <w:rsid w:val="00DD0A35"/>
    <w:rsid w:val="00DD0A5A"/>
    <w:rsid w:val="00DD2581"/>
    <w:rsid w:val="00DD259E"/>
    <w:rsid w:val="00DD3534"/>
    <w:rsid w:val="00DD3D11"/>
    <w:rsid w:val="00DD4C88"/>
    <w:rsid w:val="00DD5B3D"/>
    <w:rsid w:val="00DD5EE0"/>
    <w:rsid w:val="00DD6490"/>
    <w:rsid w:val="00DD65BC"/>
    <w:rsid w:val="00DD710A"/>
    <w:rsid w:val="00DD7E61"/>
    <w:rsid w:val="00DE012A"/>
    <w:rsid w:val="00DE02C9"/>
    <w:rsid w:val="00DE040B"/>
    <w:rsid w:val="00DE1CA2"/>
    <w:rsid w:val="00DE231F"/>
    <w:rsid w:val="00DE2D93"/>
    <w:rsid w:val="00DE3A88"/>
    <w:rsid w:val="00DE46AE"/>
    <w:rsid w:val="00DE542E"/>
    <w:rsid w:val="00DE676D"/>
    <w:rsid w:val="00DE6800"/>
    <w:rsid w:val="00DE6892"/>
    <w:rsid w:val="00DE790F"/>
    <w:rsid w:val="00DE7B52"/>
    <w:rsid w:val="00DF20BF"/>
    <w:rsid w:val="00DF2E9B"/>
    <w:rsid w:val="00DF4D44"/>
    <w:rsid w:val="00DF4E0E"/>
    <w:rsid w:val="00DF5ECB"/>
    <w:rsid w:val="00E004F3"/>
    <w:rsid w:val="00E00513"/>
    <w:rsid w:val="00E01B43"/>
    <w:rsid w:val="00E01CF4"/>
    <w:rsid w:val="00E02934"/>
    <w:rsid w:val="00E02E00"/>
    <w:rsid w:val="00E0316A"/>
    <w:rsid w:val="00E03DAB"/>
    <w:rsid w:val="00E061DE"/>
    <w:rsid w:val="00E06BEE"/>
    <w:rsid w:val="00E10676"/>
    <w:rsid w:val="00E11974"/>
    <w:rsid w:val="00E137C3"/>
    <w:rsid w:val="00E14068"/>
    <w:rsid w:val="00E14D43"/>
    <w:rsid w:val="00E161ED"/>
    <w:rsid w:val="00E16A1F"/>
    <w:rsid w:val="00E21483"/>
    <w:rsid w:val="00E2196F"/>
    <w:rsid w:val="00E21DED"/>
    <w:rsid w:val="00E221F6"/>
    <w:rsid w:val="00E2255D"/>
    <w:rsid w:val="00E22593"/>
    <w:rsid w:val="00E22BCD"/>
    <w:rsid w:val="00E22CED"/>
    <w:rsid w:val="00E22D71"/>
    <w:rsid w:val="00E24A32"/>
    <w:rsid w:val="00E255D7"/>
    <w:rsid w:val="00E25A23"/>
    <w:rsid w:val="00E25B72"/>
    <w:rsid w:val="00E25CFA"/>
    <w:rsid w:val="00E26A23"/>
    <w:rsid w:val="00E27556"/>
    <w:rsid w:val="00E27F85"/>
    <w:rsid w:val="00E30750"/>
    <w:rsid w:val="00E319F9"/>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F60"/>
    <w:rsid w:val="00E451C5"/>
    <w:rsid w:val="00E46BF2"/>
    <w:rsid w:val="00E47500"/>
    <w:rsid w:val="00E52816"/>
    <w:rsid w:val="00E52AE0"/>
    <w:rsid w:val="00E534AF"/>
    <w:rsid w:val="00E5360F"/>
    <w:rsid w:val="00E54EF9"/>
    <w:rsid w:val="00E54F9E"/>
    <w:rsid w:val="00E55613"/>
    <w:rsid w:val="00E579B9"/>
    <w:rsid w:val="00E61B3B"/>
    <w:rsid w:val="00E630F1"/>
    <w:rsid w:val="00E63E94"/>
    <w:rsid w:val="00E63EC5"/>
    <w:rsid w:val="00E64981"/>
    <w:rsid w:val="00E64D65"/>
    <w:rsid w:val="00E65679"/>
    <w:rsid w:val="00E6602B"/>
    <w:rsid w:val="00E67B3F"/>
    <w:rsid w:val="00E701C1"/>
    <w:rsid w:val="00E70237"/>
    <w:rsid w:val="00E7128C"/>
    <w:rsid w:val="00E71654"/>
    <w:rsid w:val="00E71F2D"/>
    <w:rsid w:val="00E74374"/>
    <w:rsid w:val="00E74AE5"/>
    <w:rsid w:val="00E7538D"/>
    <w:rsid w:val="00E77CFA"/>
    <w:rsid w:val="00E80B38"/>
    <w:rsid w:val="00E812B0"/>
    <w:rsid w:val="00E8152F"/>
    <w:rsid w:val="00E81DA2"/>
    <w:rsid w:val="00E82740"/>
    <w:rsid w:val="00E828DB"/>
    <w:rsid w:val="00E82D38"/>
    <w:rsid w:val="00E82F0D"/>
    <w:rsid w:val="00E84396"/>
    <w:rsid w:val="00E85B23"/>
    <w:rsid w:val="00E8668C"/>
    <w:rsid w:val="00E875F1"/>
    <w:rsid w:val="00E87768"/>
    <w:rsid w:val="00E87817"/>
    <w:rsid w:val="00E878A2"/>
    <w:rsid w:val="00E903B0"/>
    <w:rsid w:val="00E90D8F"/>
    <w:rsid w:val="00E90F27"/>
    <w:rsid w:val="00E9251F"/>
    <w:rsid w:val="00E931B9"/>
    <w:rsid w:val="00E94817"/>
    <w:rsid w:val="00E97526"/>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B02BC"/>
    <w:rsid w:val="00EB079C"/>
    <w:rsid w:val="00EB2F4A"/>
    <w:rsid w:val="00EB38AA"/>
    <w:rsid w:val="00EB3F69"/>
    <w:rsid w:val="00EB486B"/>
    <w:rsid w:val="00EB6DE1"/>
    <w:rsid w:val="00EB7157"/>
    <w:rsid w:val="00EB7CEC"/>
    <w:rsid w:val="00EC029C"/>
    <w:rsid w:val="00EC12DE"/>
    <w:rsid w:val="00EC2500"/>
    <w:rsid w:val="00EC2852"/>
    <w:rsid w:val="00EC374E"/>
    <w:rsid w:val="00EC422B"/>
    <w:rsid w:val="00EC478C"/>
    <w:rsid w:val="00EC5509"/>
    <w:rsid w:val="00EC55E3"/>
    <w:rsid w:val="00ED093C"/>
    <w:rsid w:val="00ED1CA1"/>
    <w:rsid w:val="00ED21B2"/>
    <w:rsid w:val="00ED261C"/>
    <w:rsid w:val="00ED2DFE"/>
    <w:rsid w:val="00ED33E3"/>
    <w:rsid w:val="00ED49BC"/>
    <w:rsid w:val="00ED6830"/>
    <w:rsid w:val="00ED6EF3"/>
    <w:rsid w:val="00ED7188"/>
    <w:rsid w:val="00ED7283"/>
    <w:rsid w:val="00ED7896"/>
    <w:rsid w:val="00ED7C00"/>
    <w:rsid w:val="00EE005E"/>
    <w:rsid w:val="00EE08C3"/>
    <w:rsid w:val="00EE112A"/>
    <w:rsid w:val="00EE1D71"/>
    <w:rsid w:val="00EE1F9C"/>
    <w:rsid w:val="00EE28BE"/>
    <w:rsid w:val="00EE306A"/>
    <w:rsid w:val="00EE322B"/>
    <w:rsid w:val="00EE38ED"/>
    <w:rsid w:val="00EE4117"/>
    <w:rsid w:val="00EE598D"/>
    <w:rsid w:val="00EE6B98"/>
    <w:rsid w:val="00EE6F1B"/>
    <w:rsid w:val="00EE73B2"/>
    <w:rsid w:val="00EE78C2"/>
    <w:rsid w:val="00EF0712"/>
    <w:rsid w:val="00EF1124"/>
    <w:rsid w:val="00EF242B"/>
    <w:rsid w:val="00EF3691"/>
    <w:rsid w:val="00EF3B24"/>
    <w:rsid w:val="00EF4196"/>
    <w:rsid w:val="00EF421E"/>
    <w:rsid w:val="00EF4804"/>
    <w:rsid w:val="00EF5148"/>
    <w:rsid w:val="00EF524E"/>
    <w:rsid w:val="00EF5BB9"/>
    <w:rsid w:val="00EF6F3D"/>
    <w:rsid w:val="00EF7DA7"/>
    <w:rsid w:val="00F01F6C"/>
    <w:rsid w:val="00F029E1"/>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3AA"/>
    <w:rsid w:val="00F156E9"/>
    <w:rsid w:val="00F1585B"/>
    <w:rsid w:val="00F15DA2"/>
    <w:rsid w:val="00F1710D"/>
    <w:rsid w:val="00F1765E"/>
    <w:rsid w:val="00F17F7E"/>
    <w:rsid w:val="00F20014"/>
    <w:rsid w:val="00F2032A"/>
    <w:rsid w:val="00F2462F"/>
    <w:rsid w:val="00F3047B"/>
    <w:rsid w:val="00F3068C"/>
    <w:rsid w:val="00F30F74"/>
    <w:rsid w:val="00F311F7"/>
    <w:rsid w:val="00F3154A"/>
    <w:rsid w:val="00F31DF2"/>
    <w:rsid w:val="00F32BA0"/>
    <w:rsid w:val="00F32D42"/>
    <w:rsid w:val="00F32E54"/>
    <w:rsid w:val="00F33530"/>
    <w:rsid w:val="00F360A5"/>
    <w:rsid w:val="00F361F7"/>
    <w:rsid w:val="00F37442"/>
    <w:rsid w:val="00F40874"/>
    <w:rsid w:val="00F4304C"/>
    <w:rsid w:val="00F430C0"/>
    <w:rsid w:val="00F43D5B"/>
    <w:rsid w:val="00F4414F"/>
    <w:rsid w:val="00F44B98"/>
    <w:rsid w:val="00F44BAC"/>
    <w:rsid w:val="00F46AC8"/>
    <w:rsid w:val="00F4791A"/>
    <w:rsid w:val="00F51263"/>
    <w:rsid w:val="00F51C91"/>
    <w:rsid w:val="00F5361E"/>
    <w:rsid w:val="00F5466A"/>
    <w:rsid w:val="00F54CE0"/>
    <w:rsid w:val="00F554ED"/>
    <w:rsid w:val="00F55DD3"/>
    <w:rsid w:val="00F560FC"/>
    <w:rsid w:val="00F56200"/>
    <w:rsid w:val="00F60445"/>
    <w:rsid w:val="00F60663"/>
    <w:rsid w:val="00F61048"/>
    <w:rsid w:val="00F61675"/>
    <w:rsid w:val="00F62C02"/>
    <w:rsid w:val="00F63555"/>
    <w:rsid w:val="00F640EC"/>
    <w:rsid w:val="00F6463C"/>
    <w:rsid w:val="00F64AA4"/>
    <w:rsid w:val="00F64B31"/>
    <w:rsid w:val="00F653E1"/>
    <w:rsid w:val="00F65DF0"/>
    <w:rsid w:val="00F65F2B"/>
    <w:rsid w:val="00F66253"/>
    <w:rsid w:val="00F6649D"/>
    <w:rsid w:val="00F66967"/>
    <w:rsid w:val="00F720B5"/>
    <w:rsid w:val="00F72BF5"/>
    <w:rsid w:val="00F743B4"/>
    <w:rsid w:val="00F743C2"/>
    <w:rsid w:val="00F7459E"/>
    <w:rsid w:val="00F74943"/>
    <w:rsid w:val="00F74EB2"/>
    <w:rsid w:val="00F75DF5"/>
    <w:rsid w:val="00F76AC2"/>
    <w:rsid w:val="00F76B2A"/>
    <w:rsid w:val="00F77181"/>
    <w:rsid w:val="00F77971"/>
    <w:rsid w:val="00F77E3D"/>
    <w:rsid w:val="00F77F29"/>
    <w:rsid w:val="00F80CB0"/>
    <w:rsid w:val="00F81353"/>
    <w:rsid w:val="00F83160"/>
    <w:rsid w:val="00F83194"/>
    <w:rsid w:val="00F83C93"/>
    <w:rsid w:val="00F83D17"/>
    <w:rsid w:val="00F84289"/>
    <w:rsid w:val="00F85027"/>
    <w:rsid w:val="00F90359"/>
    <w:rsid w:val="00F91895"/>
    <w:rsid w:val="00F922C7"/>
    <w:rsid w:val="00F92422"/>
    <w:rsid w:val="00F94350"/>
    <w:rsid w:val="00F950B5"/>
    <w:rsid w:val="00F959E8"/>
    <w:rsid w:val="00F96F00"/>
    <w:rsid w:val="00F975EF"/>
    <w:rsid w:val="00F977C9"/>
    <w:rsid w:val="00F97E67"/>
    <w:rsid w:val="00FA0A91"/>
    <w:rsid w:val="00FA1C4D"/>
    <w:rsid w:val="00FA287E"/>
    <w:rsid w:val="00FA3347"/>
    <w:rsid w:val="00FA4361"/>
    <w:rsid w:val="00FA44A1"/>
    <w:rsid w:val="00FA4625"/>
    <w:rsid w:val="00FA556F"/>
    <w:rsid w:val="00FA57EC"/>
    <w:rsid w:val="00FA6BC9"/>
    <w:rsid w:val="00FA6C18"/>
    <w:rsid w:val="00FA724B"/>
    <w:rsid w:val="00FA72C7"/>
    <w:rsid w:val="00FB0973"/>
    <w:rsid w:val="00FB0EAB"/>
    <w:rsid w:val="00FB16D6"/>
    <w:rsid w:val="00FB22DD"/>
    <w:rsid w:val="00FB251E"/>
    <w:rsid w:val="00FB2C5E"/>
    <w:rsid w:val="00FB3151"/>
    <w:rsid w:val="00FB3BA3"/>
    <w:rsid w:val="00FB40ED"/>
    <w:rsid w:val="00FB4542"/>
    <w:rsid w:val="00FB6234"/>
    <w:rsid w:val="00FB6CB2"/>
    <w:rsid w:val="00FB7A60"/>
    <w:rsid w:val="00FC0061"/>
    <w:rsid w:val="00FC1A4D"/>
    <w:rsid w:val="00FC3F9C"/>
    <w:rsid w:val="00FC560D"/>
    <w:rsid w:val="00FC7EBB"/>
    <w:rsid w:val="00FD0617"/>
    <w:rsid w:val="00FD15AC"/>
    <w:rsid w:val="00FD1E6E"/>
    <w:rsid w:val="00FD3130"/>
    <w:rsid w:val="00FD3699"/>
    <w:rsid w:val="00FD5D96"/>
    <w:rsid w:val="00FD72AA"/>
    <w:rsid w:val="00FD7CD3"/>
    <w:rsid w:val="00FE0214"/>
    <w:rsid w:val="00FE0310"/>
    <w:rsid w:val="00FE0884"/>
    <w:rsid w:val="00FE0A18"/>
    <w:rsid w:val="00FE16E9"/>
    <w:rsid w:val="00FE1A37"/>
    <w:rsid w:val="00FE1E69"/>
    <w:rsid w:val="00FE1F2D"/>
    <w:rsid w:val="00FE2424"/>
    <w:rsid w:val="00FE42DC"/>
    <w:rsid w:val="00FE4812"/>
    <w:rsid w:val="00FE4BFA"/>
    <w:rsid w:val="00FE5F2B"/>
    <w:rsid w:val="00FE63A3"/>
    <w:rsid w:val="00FF0C4C"/>
    <w:rsid w:val="00FF19EB"/>
    <w:rsid w:val="00FF2F50"/>
    <w:rsid w:val="00FF4DCE"/>
    <w:rsid w:val="00FF5478"/>
    <w:rsid w:val="00FF55AA"/>
    <w:rsid w:val="00FF5ECE"/>
    <w:rsid w:val="00FF623A"/>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280D6B"/>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10"/>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C33A43"/>
    <w:rPr>
      <w:rFonts w:ascii="Arial" w:hAnsi="Arial"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v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7"/>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podatelna@mesto-sluknov.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29C72-647A-47BC-90AB-CB7F6321F6B7}">
  <ds:schemaRefs>
    <ds:schemaRef ds:uri="http://schemas.openxmlformats.org/officeDocument/2006/bibliography"/>
  </ds:schemaRefs>
</ds:datastoreItem>
</file>

<file path=customXml/itemProps2.xml><?xml version="1.0" encoding="utf-8"?>
<ds:datastoreItem xmlns:ds="http://schemas.openxmlformats.org/officeDocument/2006/customXml" ds:itemID="{A4F03F60-6D48-403A-A3A3-420633A822FC}">
  <ds:schemaRefs>
    <ds:schemaRef ds:uri="http://schemas.openxmlformats.org/officeDocument/2006/bibliography"/>
  </ds:schemaRefs>
</ds:datastoreItem>
</file>

<file path=customXml/itemProps3.xml><?xml version="1.0" encoding="utf-8"?>
<ds:datastoreItem xmlns:ds="http://schemas.openxmlformats.org/officeDocument/2006/customXml" ds:itemID="{68584D8A-6653-4B7E-BDC9-2A08F62E6054}">
  <ds:schemaRefs>
    <ds:schemaRef ds:uri="http://schemas.openxmlformats.org/officeDocument/2006/bibliography"/>
  </ds:schemaRefs>
</ds:datastoreItem>
</file>

<file path=customXml/itemProps4.xml><?xml version="1.0" encoding="utf-8"?>
<ds:datastoreItem xmlns:ds="http://schemas.openxmlformats.org/officeDocument/2006/customXml" ds:itemID="{874B7305-D1D1-4A7A-8D76-F85263764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51</TotalTime>
  <Pages>34</Pages>
  <Words>10520</Words>
  <Characters>65414</Characters>
  <Application>Microsoft Office Word</Application>
  <DocSecurity>0</DocSecurity>
  <Lines>545</Lines>
  <Paragraphs>151</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75783</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mazacekj</cp:lastModifiedBy>
  <cp:revision>9</cp:revision>
  <cp:lastPrinted>2016-08-29T12:19:00Z</cp:lastPrinted>
  <dcterms:created xsi:type="dcterms:W3CDTF">2016-12-19T07:01:00Z</dcterms:created>
  <dcterms:modified xsi:type="dcterms:W3CDTF">2017-05-17T22:07:00Z</dcterms:modified>
</cp:coreProperties>
</file>